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C60EB" w14:textId="77777777" w:rsidR="00465517" w:rsidRDefault="00465517" w:rsidP="00A84C42">
      <w:pPr>
        <w:pStyle w:val="DBTitelG"/>
      </w:pPr>
      <w:r>
        <w:t>Standardisierte Leistungsbeschreibung</w:t>
      </w:r>
    </w:p>
    <w:p w14:paraId="0E4ED7BD" w14:textId="77777777" w:rsidR="00465517" w:rsidRDefault="00465517" w:rsidP="00A84C42">
      <w:pPr>
        <w:pStyle w:val="DBTitelG"/>
      </w:pPr>
      <w:r>
        <w:t>Leistungsbeschreibung Hochbau</w:t>
      </w:r>
    </w:p>
    <w:p w14:paraId="01B72244" w14:textId="77777777" w:rsidR="00465517" w:rsidRDefault="00465517" w:rsidP="00A84C42">
      <w:pPr>
        <w:pStyle w:val="DBTitelG"/>
      </w:pPr>
      <w:r>
        <w:t xml:space="preserve">LB-HB, Version </w:t>
      </w:r>
      <w:r w:rsidR="00C42B02">
        <w:t>22</w:t>
      </w:r>
    </w:p>
    <w:p w14:paraId="69AA2B72" w14:textId="77777777" w:rsidR="00465517" w:rsidRDefault="00465517" w:rsidP="00A84C42">
      <w:pPr>
        <w:pStyle w:val="DBTitelG"/>
      </w:pPr>
    </w:p>
    <w:p w14:paraId="40519CB8" w14:textId="77777777" w:rsidR="00465517" w:rsidRDefault="00465517" w:rsidP="00A84C42">
      <w:pPr>
        <w:pStyle w:val="DBTitelLG"/>
      </w:pPr>
      <w:r>
        <w:t>LG FG</w:t>
      </w:r>
    </w:p>
    <w:p w14:paraId="15F60355" w14:textId="77777777" w:rsidR="00465517" w:rsidRDefault="00465517" w:rsidP="00A84C42">
      <w:pPr>
        <w:pStyle w:val="DBTitelLG"/>
      </w:pPr>
      <w:r>
        <w:t>Möbel-</w:t>
      </w:r>
      <w:proofErr w:type="spellStart"/>
      <w:r>
        <w:t>u.Dekorplatten</w:t>
      </w:r>
      <w:proofErr w:type="spellEnd"/>
      <w:r>
        <w:t xml:space="preserve"> </w:t>
      </w:r>
      <w:proofErr w:type="spellStart"/>
      <w:r>
        <w:t>f.Kabinen</w:t>
      </w:r>
      <w:proofErr w:type="spellEnd"/>
      <w:r>
        <w:t xml:space="preserve"> </w:t>
      </w:r>
      <w:proofErr w:type="spellStart"/>
      <w:r>
        <w:t>u.Spinde</w:t>
      </w:r>
      <w:proofErr w:type="spellEnd"/>
      <w:r>
        <w:t xml:space="preserve"> (LB-Ergänzung)</w:t>
      </w:r>
    </w:p>
    <w:p w14:paraId="19EA881B" w14:textId="77777777" w:rsidR="00465517" w:rsidRDefault="00C42B02" w:rsidP="00A84C42">
      <w:pPr>
        <w:pStyle w:val="DBLGVers"/>
      </w:pPr>
      <w:r>
        <w:t>Version</w:t>
      </w:r>
    </w:p>
    <w:p w14:paraId="55743E70" w14:textId="77777777" w:rsidR="00465517" w:rsidRDefault="00465517" w:rsidP="00A84C42">
      <w:pPr>
        <w:pStyle w:val="DBLGVers"/>
      </w:pPr>
    </w:p>
    <w:p w14:paraId="678C253A" w14:textId="77777777" w:rsidR="00465517" w:rsidRDefault="00465517" w:rsidP="00A84C42">
      <w:pPr>
        <w:pStyle w:val="DBLGVers"/>
      </w:pPr>
    </w:p>
    <w:p w14:paraId="067D1A69" w14:textId="77777777" w:rsidR="00465517" w:rsidRDefault="00465517" w:rsidP="00A84C42">
      <w:pPr>
        <w:pStyle w:val="DBTitelG"/>
      </w:pPr>
      <w:r>
        <w:t>LB-HB022 Ergänzungen FUNDERMAX</w:t>
      </w:r>
    </w:p>
    <w:p w14:paraId="086AD6AF" w14:textId="77777777" w:rsidR="00465517" w:rsidRDefault="00465517" w:rsidP="00A84C42">
      <w:pPr>
        <w:pStyle w:val="DBLGVers"/>
      </w:pPr>
      <w:r>
        <w:t>V:04/2022 04</w:t>
      </w:r>
    </w:p>
    <w:p w14:paraId="05BAB552" w14:textId="2EE058C9" w:rsidR="00465517" w:rsidRDefault="00465517" w:rsidP="00A84C42">
      <w:pPr>
        <w:pStyle w:val="DBLGVers"/>
      </w:pPr>
    </w:p>
    <w:p w14:paraId="66CAB1AD" w14:textId="77777777" w:rsidR="00465517" w:rsidRDefault="00465517" w:rsidP="00A84C42">
      <w:pPr>
        <w:pStyle w:val="DBLG1"/>
      </w:pPr>
      <w:r>
        <w:t>Unterleistungsgruppen (ULG) - Übersicht</w:t>
      </w:r>
    </w:p>
    <w:p w14:paraId="090F1E1B" w14:textId="77777777" w:rsidR="00465517" w:rsidRDefault="00465517" w:rsidP="00A84C42">
      <w:pPr>
        <w:pStyle w:val="DBLG1"/>
      </w:pPr>
    </w:p>
    <w:p w14:paraId="2402A6A3" w14:textId="77777777" w:rsidR="00465517" w:rsidRDefault="00465517" w:rsidP="00A84C42">
      <w:pPr>
        <w:pStyle w:val="DBLG2"/>
      </w:pPr>
      <w:r>
        <w:t>FG.FB</w:t>
      </w:r>
      <w:r>
        <w:tab/>
        <w:t xml:space="preserve">HPL Kompaktplatten </w:t>
      </w:r>
      <w:proofErr w:type="spellStart"/>
      <w:r>
        <w:t>m.Melaminharzoberfläche</w:t>
      </w:r>
      <w:proofErr w:type="spellEnd"/>
      <w:r>
        <w:t xml:space="preserve"> (FUNDERMAX)</w:t>
      </w:r>
    </w:p>
    <w:p w14:paraId="14BF70DE" w14:textId="77777777" w:rsidR="00465517" w:rsidRDefault="00465517" w:rsidP="00A84C42">
      <w:pPr>
        <w:pStyle w:val="DBLG2"/>
      </w:pPr>
      <w:r>
        <w:t>FG.FC</w:t>
      </w:r>
      <w:r>
        <w:tab/>
        <w:t xml:space="preserve">HPL Kompaktplatten </w:t>
      </w:r>
      <w:proofErr w:type="spellStart"/>
      <w:r>
        <w:t>m.Anti</w:t>
      </w:r>
      <w:proofErr w:type="spellEnd"/>
      <w:r>
        <w:t>-Fingerprint (FUNDERMAX)</w:t>
      </w:r>
    </w:p>
    <w:p w14:paraId="0F59AA3A" w14:textId="77777777" w:rsidR="00465517" w:rsidRDefault="00465517" w:rsidP="00A84C42">
      <w:pPr>
        <w:pStyle w:val="DBLG2"/>
      </w:pPr>
      <w:r>
        <w:t>FG.FD</w:t>
      </w:r>
      <w:r>
        <w:tab/>
        <w:t xml:space="preserve">HPL </w:t>
      </w:r>
      <w:proofErr w:type="spellStart"/>
      <w:r>
        <w:t>Kompaktpl.m.doppelt</w:t>
      </w:r>
      <w:proofErr w:type="spellEnd"/>
      <w:r>
        <w:t xml:space="preserve"> geh./</w:t>
      </w:r>
      <w:proofErr w:type="spellStart"/>
      <w:r>
        <w:t>vern</w:t>
      </w:r>
      <w:proofErr w:type="spellEnd"/>
      <w:r>
        <w:t>./</w:t>
      </w:r>
      <w:proofErr w:type="spellStart"/>
      <w:r>
        <w:t>geschl.Besch</w:t>
      </w:r>
      <w:proofErr w:type="spellEnd"/>
      <w:r>
        <w:t>. (FUNDERMAX)</w:t>
      </w:r>
    </w:p>
    <w:p w14:paraId="7DE421AC" w14:textId="77777777" w:rsidR="00465517" w:rsidRDefault="00465517" w:rsidP="00A84C42">
      <w:pPr>
        <w:pStyle w:val="DBLG2"/>
      </w:pPr>
      <w:r>
        <w:t>FG.FE</w:t>
      </w:r>
      <w:r>
        <w:tab/>
        <w:t xml:space="preserve">HPL Kompaktplatten </w:t>
      </w:r>
      <w:proofErr w:type="spellStart"/>
      <w:r>
        <w:t>m.weißem</w:t>
      </w:r>
      <w:proofErr w:type="spellEnd"/>
      <w:r>
        <w:t xml:space="preserve"> Kern (FUNDERMAX)</w:t>
      </w:r>
    </w:p>
    <w:p w14:paraId="33ECC2F0" w14:textId="77777777" w:rsidR="00465517" w:rsidRDefault="00465517" w:rsidP="00A84C42">
      <w:pPr>
        <w:pStyle w:val="DBLG2"/>
      </w:pPr>
      <w:r>
        <w:t>FG.FF</w:t>
      </w:r>
      <w:r>
        <w:tab/>
        <w:t>Kompaktpl.doppelt.geh.,</w:t>
      </w:r>
      <w:proofErr w:type="spellStart"/>
      <w:r>
        <w:t>vern</w:t>
      </w:r>
      <w:proofErr w:type="spellEnd"/>
      <w:r>
        <w:t>.,</w:t>
      </w:r>
      <w:proofErr w:type="spellStart"/>
      <w:r>
        <w:t>geschl.chem-best.B</w:t>
      </w:r>
      <w:proofErr w:type="spellEnd"/>
      <w:r>
        <w:t>.(FUNDERMAX)</w:t>
      </w:r>
    </w:p>
    <w:p w14:paraId="1CFF49FB" w14:textId="77777777" w:rsidR="00465517" w:rsidRDefault="00465517" w:rsidP="00A84C42">
      <w:pPr>
        <w:pStyle w:val="DBLG2"/>
      </w:pPr>
      <w:r>
        <w:t>FG.FG</w:t>
      </w:r>
      <w:r>
        <w:tab/>
        <w:t>HPL Standardqualität Typ HGS (FUNDERMAX)</w:t>
      </w:r>
    </w:p>
    <w:p w14:paraId="08C5DF07" w14:textId="77777777" w:rsidR="00465517" w:rsidRDefault="00465517" w:rsidP="00A84C42">
      <w:pPr>
        <w:pStyle w:val="DBLG2"/>
      </w:pPr>
      <w:r>
        <w:t>FG.FH</w:t>
      </w:r>
      <w:r>
        <w:tab/>
        <w:t xml:space="preserve">HPL </w:t>
      </w:r>
      <w:proofErr w:type="spellStart"/>
      <w:r>
        <w:t>Postformingqualitätplatten</w:t>
      </w:r>
      <w:proofErr w:type="spellEnd"/>
      <w:r>
        <w:t xml:space="preserve"> Typ HGP (FUNDERMAX)</w:t>
      </w:r>
    </w:p>
    <w:p w14:paraId="2A09D5E7" w14:textId="77777777" w:rsidR="00465517" w:rsidRPr="001F658C" w:rsidRDefault="00465517" w:rsidP="00A84C42">
      <w:pPr>
        <w:pStyle w:val="DBLG2"/>
      </w:pPr>
    </w:p>
    <w:p w14:paraId="565FC7E6" w14:textId="77777777" w:rsidR="00465517" w:rsidRDefault="00465517" w:rsidP="001F658C">
      <w:pPr>
        <w:sectPr w:rsidR="00465517" w:rsidSect="00393D78">
          <w:headerReference w:type="even" r:id="rId7"/>
          <w:pgSz w:w="11907" w:h="16840" w:code="9"/>
          <w:pgMar w:top="1134" w:right="737" w:bottom="1134" w:left="1021" w:header="567" w:footer="567" w:gutter="0"/>
          <w:paperSrc w:first="7" w:other="7"/>
          <w:pgNumType w:start="1"/>
          <w:cols w:space="340"/>
        </w:sectPr>
      </w:pPr>
    </w:p>
    <w:p w14:paraId="3384993F" w14:textId="77777777" w:rsidR="00465517" w:rsidRDefault="00465517" w:rsidP="00AF7B5C">
      <w:pPr>
        <w:pStyle w:val="LG"/>
        <w:keepLines/>
      </w:pPr>
      <w:r>
        <w:lastRenderedPageBreak/>
        <w:t>FG</w:t>
      </w:r>
      <w:r>
        <w:rPr>
          <w:sz w:val="12"/>
        </w:rPr>
        <w:t xml:space="preserve"> + </w:t>
      </w:r>
      <w:r>
        <w:t>Möbel-</w:t>
      </w:r>
      <w:proofErr w:type="spellStart"/>
      <w:r>
        <w:t>u.Dekorplatten</w:t>
      </w:r>
      <w:proofErr w:type="spellEnd"/>
      <w:r>
        <w:t xml:space="preserve"> </w:t>
      </w:r>
      <w:proofErr w:type="spellStart"/>
      <w:r>
        <w:t>f.Kabinen</w:t>
      </w:r>
      <w:proofErr w:type="spellEnd"/>
      <w:r>
        <w:t xml:space="preserve"> </w:t>
      </w:r>
      <w:proofErr w:type="spellStart"/>
      <w:r>
        <w:t>u.Spinde</w:t>
      </w:r>
      <w:proofErr w:type="spellEnd"/>
      <w:r>
        <w:t xml:space="preserve"> (LB-Ergänzung)</w:t>
      </w:r>
    </w:p>
    <w:p w14:paraId="00F7E5CD" w14:textId="77777777" w:rsidR="00465517" w:rsidRDefault="00465517" w:rsidP="00AF7B5C">
      <w:pPr>
        <w:pStyle w:val="Langtext"/>
      </w:pPr>
      <w:r>
        <w:t>Version: 2020-06</w:t>
      </w:r>
    </w:p>
    <w:p w14:paraId="413789C4" w14:textId="77777777" w:rsidR="00465517" w:rsidRDefault="00465517" w:rsidP="00AF7B5C">
      <w:pPr>
        <w:pStyle w:val="Langtext"/>
      </w:pPr>
      <w:r>
        <w:t>Soweit in Vorbemerkungen oder Positionstexten nicht anders angegeben, gelten für alle Leistungen dieser Gruppe folgende Regelungen:</w:t>
      </w:r>
    </w:p>
    <w:p w14:paraId="0AAD0910" w14:textId="77777777" w:rsidR="00465517" w:rsidRDefault="00465517" w:rsidP="00AF7B5C">
      <w:pPr>
        <w:pStyle w:val="Langtext"/>
      </w:pPr>
      <w:r>
        <w:t>Die Montage hat entsprechend den statischen Erfordernissen zu erfolgen und ist in eigenen Positionen auszuschreiben.</w:t>
      </w:r>
    </w:p>
    <w:p w14:paraId="2B41561F" w14:textId="77777777" w:rsidR="00465517" w:rsidRDefault="00465517" w:rsidP="00AF7B5C">
      <w:pPr>
        <w:pStyle w:val="Langtext"/>
      </w:pPr>
      <w:r>
        <w:t>Die Angaben des Plattenhersteller bezüglich Liefer-, Montage- bzw. Einbaubedingungen sowie Verarbeitungsrichtlinien sind zu beachten.</w:t>
      </w:r>
    </w:p>
    <w:p w14:paraId="0491BCA8" w14:textId="77777777" w:rsidR="00465517" w:rsidRDefault="00465517" w:rsidP="00AF7B5C">
      <w:pPr>
        <w:pStyle w:val="TrennungULG"/>
        <w:keepNext w:val="0"/>
      </w:pPr>
    </w:p>
    <w:p w14:paraId="65FF20E4" w14:textId="77777777" w:rsidR="00465517" w:rsidRDefault="00465517" w:rsidP="00AF7B5C">
      <w:pPr>
        <w:pStyle w:val="ULG"/>
        <w:keepLines/>
      </w:pPr>
      <w:r>
        <w:t>FG.FB</w:t>
      </w:r>
      <w:r>
        <w:rPr>
          <w:sz w:val="12"/>
        </w:rPr>
        <w:t xml:space="preserve"> + </w:t>
      </w:r>
      <w:r>
        <w:t xml:space="preserve">HPL Kompaktplatten </w:t>
      </w:r>
      <w:proofErr w:type="spellStart"/>
      <w:r>
        <w:t>m.Melaminharzoberfläche</w:t>
      </w:r>
      <w:proofErr w:type="spellEnd"/>
      <w:r>
        <w:t xml:space="preserve"> (FUNDERMAX)</w:t>
      </w:r>
    </w:p>
    <w:p w14:paraId="079DBCF3" w14:textId="77777777" w:rsidR="00465517" w:rsidRDefault="00465517" w:rsidP="00AF7B5C">
      <w:pPr>
        <w:pStyle w:val="Langtext"/>
      </w:pPr>
      <w:r>
        <w:t>Version: 2022-04</w:t>
      </w:r>
    </w:p>
    <w:p w14:paraId="49665BE4" w14:textId="77777777" w:rsidR="00465517" w:rsidRDefault="00465517" w:rsidP="00AF7B5C">
      <w:pPr>
        <w:pStyle w:val="Langtext"/>
      </w:pPr>
      <w:r>
        <w:t>Im Folgenden ist das Liefern von HPL Kompaktplatten mit Melaminharzoberfläche beschrieben.</w:t>
      </w:r>
    </w:p>
    <w:p w14:paraId="76E01AB5" w14:textId="77777777" w:rsidR="00465517" w:rsidRDefault="00465517" w:rsidP="00AF7B5C">
      <w:pPr>
        <w:pStyle w:val="Langtext"/>
      </w:pPr>
      <w:r>
        <w:t>Die Montage hat entsprechend den statischen Erfordernissen zu erfolgen und ist in eigenen Positionen auszuschreiben.</w:t>
      </w:r>
    </w:p>
    <w:p w14:paraId="0E6D8CA4" w14:textId="77777777" w:rsidR="00465517" w:rsidRDefault="00465517" w:rsidP="00AF7B5C">
      <w:pPr>
        <w:pStyle w:val="Langtext"/>
      </w:pPr>
      <w:r>
        <w:t>Die Angaben des Plattenhersteller bezüglich Liefer-, Montage- bzw. Einbaubedingungen sowie Verarbeitungsrichtlinien sind zu beachten.</w:t>
      </w:r>
    </w:p>
    <w:p w14:paraId="1BB91EDC" w14:textId="77777777" w:rsidR="00465517" w:rsidRDefault="00465517" w:rsidP="00AF7B5C">
      <w:pPr>
        <w:pStyle w:val="Langtext"/>
      </w:pPr>
      <w:r>
        <w:t>Nach Fertigstellung des Bauvorhabens muss eine Endreinigung gemäß den Empfehlungen des HPL Plattenherstellers an den verbauten HPL Kompaktplatten durchgeführt werden.</w:t>
      </w:r>
    </w:p>
    <w:p w14:paraId="27E1A900" w14:textId="77777777" w:rsidR="00465517" w:rsidRDefault="00465517" w:rsidP="00AF7B5C">
      <w:pPr>
        <w:pStyle w:val="Langtext"/>
      </w:pPr>
    </w:p>
    <w:p w14:paraId="171D3EFE" w14:textId="77777777" w:rsidR="00465517" w:rsidRDefault="00465517" w:rsidP="00AF7B5C">
      <w:pPr>
        <w:pStyle w:val="Langtext"/>
      </w:pPr>
      <w:r>
        <w:t>Angaben zum Plattenmaterial:</w:t>
      </w:r>
    </w:p>
    <w:p w14:paraId="58064F84" w14:textId="77777777" w:rsidR="00465517" w:rsidRDefault="00465517" w:rsidP="00AF7B5C">
      <w:pPr>
        <w:pStyle w:val="Langtext"/>
      </w:pPr>
      <w:r>
        <w:t xml:space="preserve">Als HPL (High </w:t>
      </w:r>
      <w:proofErr w:type="spellStart"/>
      <w:r>
        <w:t>Pressure</w:t>
      </w:r>
      <w:proofErr w:type="spellEnd"/>
      <w:r>
        <w:t xml:space="preserve"> Laminates) Kompaktplatten mit Melaminharzoberfläche bezeichnet man dekorative Hochdruck-Schichtpressstoffplatten welche aus einen Phenolharzimprägnierten Kern bestehen und eine Melaminharzimprägnierte Deckschicht haben. Sie werden vor allem für die Herstellung von hochbeanspruchten Möbelelementen und Objekteinrichtungen verwendet.</w:t>
      </w:r>
    </w:p>
    <w:p w14:paraId="05257278" w14:textId="77777777" w:rsidR="00465517" w:rsidRDefault="00465517" w:rsidP="00AF7B5C">
      <w:pPr>
        <w:pStyle w:val="Langtext"/>
      </w:pPr>
      <w:r>
        <w:t>Die Herstellung dieser HPL Kompaktplatten mit Melaminharzoberfläche erfolgt gemäß der EN 438 Teil 4, Typ CGS oder CGF - Klassifizierung und Spezifikationen für Kompakt-Schichtpressstoffe mit einer Dicke von 2 mm und größer.</w:t>
      </w:r>
    </w:p>
    <w:p w14:paraId="08A50E35" w14:textId="77777777" w:rsidR="00465517" w:rsidRDefault="00465517" w:rsidP="00AF7B5C">
      <w:pPr>
        <w:pStyle w:val="Langtext"/>
      </w:pPr>
      <w:r>
        <w:t>Die HPL Kompaktplatten mit Melaminharzoberfläche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3F1ECBF7" w14:textId="77777777" w:rsidR="00465517" w:rsidRDefault="00465517" w:rsidP="00AF7B5C">
      <w:pPr>
        <w:pStyle w:val="Langtext"/>
      </w:pPr>
    </w:p>
    <w:p w14:paraId="1B838BDD" w14:textId="77777777" w:rsidR="00465517" w:rsidRDefault="00465517" w:rsidP="00AF7B5C">
      <w:pPr>
        <w:pStyle w:val="Langtext"/>
        <w:keepNext/>
        <w:keepLines/>
      </w:pPr>
      <w:r>
        <w:t>Technische Beschreibung:</w:t>
      </w:r>
    </w:p>
    <w:p w14:paraId="20995B8E" w14:textId="77777777" w:rsidR="00465517" w:rsidRDefault="00465517" w:rsidP="00AF7B5C">
      <w:pPr>
        <w:pStyle w:val="Langtext"/>
        <w:keepNext/>
        <w:keepLines/>
      </w:pPr>
    </w:p>
    <w:p w14:paraId="365A07E4" w14:textId="77777777" w:rsidR="00465517" w:rsidRDefault="00465517" w:rsidP="00AF7B5C">
      <w:pPr>
        <w:pStyle w:val="Langtext"/>
      </w:pPr>
      <w:r>
        <w:t>• Lichtechtheit: ≥ Grad 4 gemäß EN 438-2:2016</w:t>
      </w:r>
    </w:p>
    <w:p w14:paraId="36ED7D3C" w14:textId="77777777" w:rsidR="00465517" w:rsidRDefault="00465517" w:rsidP="00AF7B5C">
      <w:pPr>
        <w:pStyle w:val="Langtext"/>
      </w:pPr>
      <w:r>
        <w:t>• Kratzfestigkeit: ≥ Grad 3 (4N) gemäß EN 438-2:2016</w:t>
      </w:r>
    </w:p>
    <w:p w14:paraId="4FEA449B" w14:textId="77777777" w:rsidR="00465517" w:rsidRDefault="00465517" w:rsidP="00AF7B5C">
      <w:pPr>
        <w:pStyle w:val="Langtext"/>
      </w:pPr>
      <w:r>
        <w:t>• Oberflächenabrieb: ≥ 150 Umdrehungen gemäß EN 438-2:2016</w:t>
      </w:r>
    </w:p>
    <w:p w14:paraId="6956D808" w14:textId="77777777" w:rsidR="00465517" w:rsidRDefault="00465517" w:rsidP="00AF7B5C">
      <w:pPr>
        <w:pStyle w:val="Langtext"/>
      </w:pPr>
      <w:r>
        <w:t>• Stoßbeanspruchung mit kleiner Kugel: ≤ 10 mm gemäß EN 438-2:2016</w:t>
      </w:r>
    </w:p>
    <w:p w14:paraId="43AA900F" w14:textId="77777777" w:rsidR="00465517" w:rsidRDefault="00465517" w:rsidP="00AF7B5C">
      <w:pPr>
        <w:pStyle w:val="Langtext"/>
      </w:pPr>
      <w:r>
        <w:t>• Fleckenunempfindlichkeit: ≥ Grad 4 gemäß EN 438-2:2016</w:t>
      </w:r>
    </w:p>
    <w:p w14:paraId="01657189" w14:textId="77777777" w:rsidR="00465517" w:rsidRDefault="00465517" w:rsidP="00AF7B5C">
      <w:pPr>
        <w:pStyle w:val="Langtext"/>
      </w:pPr>
      <w:r>
        <w:t xml:space="preserve">• Oberfläche: Lösemittelbeständig, kratzfest, leicht zu reinigen, hitzebeständig, lebensmittelecht, </w:t>
      </w:r>
      <w:proofErr w:type="spellStart"/>
      <w:r>
        <w:t>schlagzäh</w:t>
      </w:r>
      <w:proofErr w:type="spellEnd"/>
      <w:r>
        <w:t>, widerstandsfähig</w:t>
      </w:r>
    </w:p>
    <w:p w14:paraId="2BC13F55" w14:textId="77777777" w:rsidR="00465517" w:rsidRDefault="00465517" w:rsidP="00AF7B5C">
      <w:pPr>
        <w:pStyle w:val="Langtext"/>
      </w:pPr>
      <w:r>
        <w:t>• Biegefestigkeit: ≥ 80 MPa gemäß EN 438-2:2016</w:t>
      </w:r>
    </w:p>
    <w:p w14:paraId="2FA759F3" w14:textId="77777777" w:rsidR="00465517" w:rsidRDefault="00465517" w:rsidP="00AF7B5C">
      <w:pPr>
        <w:pStyle w:val="Langtext"/>
      </w:pPr>
      <w:r>
        <w:t>• E-Modul: ≥ 9000 MPa gemäß EN 438-2:2016</w:t>
      </w:r>
    </w:p>
    <w:p w14:paraId="42329BDA" w14:textId="77777777" w:rsidR="00465517" w:rsidRDefault="00465517" w:rsidP="00AF7B5C">
      <w:pPr>
        <w:pStyle w:val="Langtext"/>
      </w:pPr>
      <w:r>
        <w:t>Brennbarkeit: Standardqualität:</w:t>
      </w:r>
    </w:p>
    <w:p w14:paraId="2A91D0DA" w14:textId="77777777" w:rsidR="00465517" w:rsidRDefault="00465517" w:rsidP="00AF7B5C">
      <w:pPr>
        <w:pStyle w:val="Langtext"/>
      </w:pPr>
      <w:r>
        <w:t xml:space="preserve">Typ CGS: </w:t>
      </w:r>
      <w:proofErr w:type="spellStart"/>
      <w:r>
        <w:t>Euroclass</w:t>
      </w:r>
      <w:proofErr w:type="spellEnd"/>
      <w:r>
        <w:t xml:space="preserve"> D-s2,d0 gemäß EN 13501-1</w:t>
      </w:r>
    </w:p>
    <w:p w14:paraId="3706047A" w14:textId="77777777" w:rsidR="00465517" w:rsidRDefault="00465517" w:rsidP="00AF7B5C">
      <w:pPr>
        <w:pStyle w:val="Langtext"/>
      </w:pPr>
      <w:r>
        <w:t xml:space="preserve">Typ CGF: </w:t>
      </w:r>
      <w:proofErr w:type="spellStart"/>
      <w:r>
        <w:t>Euroclass</w:t>
      </w:r>
      <w:proofErr w:type="spellEnd"/>
      <w:r>
        <w:t xml:space="preserve"> B-s2,d0 gemäß EN 13501-1</w:t>
      </w:r>
    </w:p>
    <w:p w14:paraId="7CE68885" w14:textId="77777777" w:rsidR="00465517" w:rsidRDefault="00465517" w:rsidP="00AF7B5C">
      <w:pPr>
        <w:pStyle w:val="Langtext"/>
      </w:pPr>
    </w:p>
    <w:p w14:paraId="33104C1B" w14:textId="77777777" w:rsidR="00465517" w:rsidRDefault="00465517" w:rsidP="00AF7B5C">
      <w:pPr>
        <w:pStyle w:val="Langtext"/>
      </w:pPr>
      <w:r>
        <w:t>• Raumgewicht: ≥ 1350 kg/m3 EN 438-2:2016</w:t>
      </w:r>
    </w:p>
    <w:p w14:paraId="13446FF8" w14:textId="77777777" w:rsidR="00465517" w:rsidRDefault="00465517" w:rsidP="00AF7B5C">
      <w:pPr>
        <w:pStyle w:val="Langtext"/>
      </w:pPr>
      <w:r>
        <w:t>• Plattendicke: 2 bis 20 mm</w:t>
      </w:r>
    </w:p>
    <w:p w14:paraId="43882D7F" w14:textId="77777777" w:rsidR="00465517" w:rsidRDefault="00465517" w:rsidP="00AF7B5C">
      <w:pPr>
        <w:pStyle w:val="Langtext"/>
      </w:pPr>
      <w:r>
        <w:t>Plattenformate und Oberflächen:</w:t>
      </w:r>
    </w:p>
    <w:p w14:paraId="5A464803" w14:textId="77777777" w:rsidR="00465517" w:rsidRDefault="00465517" w:rsidP="00AF7B5C">
      <w:pPr>
        <w:pStyle w:val="Langtext"/>
      </w:pPr>
    </w:p>
    <w:p w14:paraId="554583FD" w14:textId="77777777" w:rsidR="00465517" w:rsidRDefault="00465517" w:rsidP="00AF7B5C">
      <w:pPr>
        <w:pStyle w:val="Langtext"/>
      </w:pPr>
      <w:r>
        <w:t>• TK: 2140 x 1060 mm = 2,27 m² FH, MT</w:t>
      </w:r>
    </w:p>
    <w:p w14:paraId="66E56623" w14:textId="77777777" w:rsidR="00465517" w:rsidRDefault="00465517" w:rsidP="00AF7B5C">
      <w:pPr>
        <w:pStyle w:val="Langtext"/>
      </w:pPr>
      <w:r>
        <w:t>• GR: 2800 x 1300 mm = 3,64 m² FH, MT</w:t>
      </w:r>
    </w:p>
    <w:p w14:paraId="098C35C5" w14:textId="77777777" w:rsidR="00465517" w:rsidRDefault="00465517" w:rsidP="00AF7B5C">
      <w:pPr>
        <w:pStyle w:val="Langtext"/>
      </w:pPr>
      <w:r>
        <w:t>• SP: 2800 x 1854 mm = 5,19 m2 FH, MT</w:t>
      </w:r>
    </w:p>
    <w:p w14:paraId="62F76D01" w14:textId="77777777" w:rsidR="00465517" w:rsidRDefault="00465517" w:rsidP="00AF7B5C">
      <w:pPr>
        <w:pStyle w:val="Langtext"/>
      </w:pPr>
      <w:r>
        <w:t>• JU: 4100 x 1300 mm = 5,33 m2 FH, MT</w:t>
      </w:r>
    </w:p>
    <w:p w14:paraId="491DA02C" w14:textId="77777777" w:rsidR="00465517" w:rsidRDefault="00465517" w:rsidP="00AF7B5C">
      <w:pPr>
        <w:pStyle w:val="Langtext"/>
      </w:pPr>
      <w:r>
        <w:t>• XL: 4100 x 1854 mm = 7,60 m2 FH, MT</w:t>
      </w:r>
    </w:p>
    <w:p w14:paraId="1096858A" w14:textId="77777777" w:rsidR="00465517" w:rsidRDefault="00465517" w:rsidP="00AF7B5C">
      <w:pPr>
        <w:pStyle w:val="Langtext"/>
      </w:pPr>
      <w:proofErr w:type="spellStart"/>
      <w:r>
        <w:t>Besäumschnitte</w:t>
      </w:r>
      <w:proofErr w:type="spellEnd"/>
      <w:r>
        <w:t xml:space="preserve"> sind auszuführen! (z.B.: 2140 x 1060 mm = 2130 x 1050 mm)</w:t>
      </w:r>
    </w:p>
    <w:p w14:paraId="798DB288" w14:textId="77777777" w:rsidR="00465517" w:rsidRDefault="00465517" w:rsidP="00AF7B5C">
      <w:pPr>
        <w:pStyle w:val="Langtext"/>
      </w:pPr>
      <w:r>
        <w:t>Kern: Schwarz alternativ F-Qualität-Kern</w:t>
      </w:r>
    </w:p>
    <w:p w14:paraId="4C06FC79" w14:textId="77777777" w:rsidR="00465517" w:rsidRDefault="00465517" w:rsidP="00AF7B5C">
      <w:pPr>
        <w:pStyle w:val="Kommentar"/>
      </w:pPr>
    </w:p>
    <w:p w14:paraId="43108B8B" w14:textId="77777777" w:rsidR="00465517" w:rsidRDefault="00465517" w:rsidP="00AF7B5C">
      <w:pPr>
        <w:pStyle w:val="Kommentar"/>
      </w:pPr>
      <w:r>
        <w:t>Kommentar:</w:t>
      </w:r>
    </w:p>
    <w:p w14:paraId="6CC62850" w14:textId="77777777" w:rsidR="00465517" w:rsidRDefault="00465517" w:rsidP="00AF7B5C">
      <w:pPr>
        <w:pStyle w:val="Kommentar"/>
      </w:pPr>
      <w:r>
        <w:t>Produktspezifische Ausschreibungstexte (Produktbeschreibungen) sind für Ausschreibungen gemäß Bundesvergabegesetz (</w:t>
      </w:r>
      <w:proofErr w:type="spellStart"/>
      <w:r>
        <w:t>BVergG</w:t>
      </w:r>
      <w:proofErr w:type="spellEnd"/>
      <w:r>
        <w:t>) nicht geeignet.</w:t>
      </w:r>
    </w:p>
    <w:p w14:paraId="09057695" w14:textId="77777777" w:rsidR="00465517" w:rsidRDefault="00465517" w:rsidP="00AF7B5C">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31A2ECCD" w14:textId="77777777" w:rsidR="00465517" w:rsidRDefault="00465517" w:rsidP="00AF7B5C">
      <w:pPr>
        <w:pStyle w:val="TrennungPOS"/>
      </w:pPr>
    </w:p>
    <w:p w14:paraId="52633090" w14:textId="77777777" w:rsidR="00465517" w:rsidRDefault="00465517" w:rsidP="00AF7B5C">
      <w:pPr>
        <w:pStyle w:val="GrundtextPosNr"/>
        <w:keepNext/>
        <w:keepLines/>
      </w:pPr>
      <w:r>
        <w:lastRenderedPageBreak/>
        <w:t>FG.FB 01</w:t>
      </w:r>
    </w:p>
    <w:p w14:paraId="424AF814" w14:textId="77777777" w:rsidR="00465517" w:rsidRDefault="00465517" w:rsidP="00AF7B5C">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Dekorgr.UNI</w:t>
      </w:r>
      <w:proofErr w:type="spellEnd"/>
      <w:r>
        <w:tab/>
        <w:t xml:space="preserve">m2 </w:t>
      </w:r>
    </w:p>
    <w:p w14:paraId="511BE318" w14:textId="77777777" w:rsidR="00465517" w:rsidRDefault="00465517" w:rsidP="00AF7B5C">
      <w:pPr>
        <w:pStyle w:val="Langtext"/>
      </w:pPr>
      <w:r>
        <w:t>HPL Kompaktplatten mit Melaminharzoberfläche gemäß EN 438 - 4 nur liefern.</w:t>
      </w:r>
    </w:p>
    <w:p w14:paraId="35E3E2AA" w14:textId="77777777" w:rsidR="00465517" w:rsidRDefault="00465517" w:rsidP="00AF7B5C">
      <w:pPr>
        <w:pStyle w:val="Langtext"/>
      </w:pPr>
      <w:r>
        <w:t xml:space="preserve">Baustoffklasse </w:t>
      </w:r>
      <w:proofErr w:type="spellStart"/>
      <w:r>
        <w:t>Euroclass</w:t>
      </w:r>
      <w:proofErr w:type="spellEnd"/>
      <w:r>
        <w:t>:</w:t>
      </w:r>
    </w:p>
    <w:p w14:paraId="027B7086" w14:textId="77777777" w:rsidR="00465517" w:rsidRDefault="00465517" w:rsidP="00AF7B5C">
      <w:pPr>
        <w:pStyle w:val="Langtext"/>
      </w:pPr>
      <w:r>
        <w:t>Typ CGS: D-s2,d0 nach EN 13501-1</w:t>
      </w:r>
    </w:p>
    <w:p w14:paraId="54987336" w14:textId="77777777" w:rsidR="00465517" w:rsidRDefault="00465517" w:rsidP="00AF7B5C">
      <w:pPr>
        <w:pStyle w:val="Langtext"/>
      </w:pPr>
      <w:r>
        <w:t>Typ CGF: B-s2,d0 nach EN 13501-1</w:t>
      </w:r>
    </w:p>
    <w:p w14:paraId="7788B0BD" w14:textId="77777777" w:rsidR="00465517" w:rsidRDefault="00465517" w:rsidP="00AF7B5C">
      <w:pPr>
        <w:pStyle w:val="Langtext"/>
      </w:pPr>
      <w:r>
        <w:t>Abgerechnet wird die gesamte abgewickelte Bekleidungsfläche.</w:t>
      </w:r>
    </w:p>
    <w:p w14:paraId="51F13680" w14:textId="77777777" w:rsidR="00465517" w:rsidRDefault="00465517" w:rsidP="00AF7B5C">
      <w:pPr>
        <w:pStyle w:val="Langtext"/>
      </w:pPr>
      <w:r>
        <w:t>Dekorgruppe UNI</w:t>
      </w:r>
    </w:p>
    <w:p w14:paraId="2DC49F72" w14:textId="77777777" w:rsidR="00465517" w:rsidRDefault="00465517" w:rsidP="00AF7B5C">
      <w:pPr>
        <w:pStyle w:val="Langtext"/>
      </w:pPr>
      <w:r>
        <w:t>Dekornummer (gemäß aktueller Kollektion): _ _ _</w:t>
      </w:r>
    </w:p>
    <w:p w14:paraId="6B25B52C" w14:textId="77777777" w:rsidR="00465517" w:rsidRDefault="00465517" w:rsidP="00AF7B5C">
      <w:pPr>
        <w:pStyle w:val="Langtext"/>
      </w:pPr>
      <w:r>
        <w:t>Rückseite: Standardmäßig beidseitig das gleiche Dekor</w:t>
      </w:r>
    </w:p>
    <w:p w14:paraId="20A4543E" w14:textId="77777777" w:rsidR="00465517" w:rsidRDefault="00465517" w:rsidP="00AF7B5C">
      <w:pPr>
        <w:pStyle w:val="Langtext"/>
      </w:pPr>
      <w:r>
        <w:t>Oberfläche (FH/MT): _ _ _</w:t>
      </w:r>
    </w:p>
    <w:p w14:paraId="5B40A0B8" w14:textId="77777777" w:rsidR="00465517" w:rsidRDefault="00465517" w:rsidP="00AF7B5C">
      <w:pPr>
        <w:pStyle w:val="Langtext"/>
      </w:pPr>
      <w:r>
        <w:t>Typ (CGS/CGF): _ _ _</w:t>
      </w:r>
    </w:p>
    <w:p w14:paraId="596296A6" w14:textId="77777777" w:rsidR="00465517" w:rsidRDefault="00465517" w:rsidP="00AF7B5C">
      <w:pPr>
        <w:pStyle w:val="Langtext"/>
      </w:pPr>
      <w:r>
        <w:t>Plattendicke (10 bis 20 mm): _ _ _</w:t>
      </w:r>
    </w:p>
    <w:p w14:paraId="363A360C" w14:textId="77777777" w:rsidR="00465517" w:rsidRDefault="00465517" w:rsidP="00AF7B5C">
      <w:pPr>
        <w:pStyle w:val="Langtext"/>
      </w:pPr>
      <w:r>
        <w:t>Plattenformat: _ _ _</w:t>
      </w:r>
    </w:p>
    <w:p w14:paraId="723838BB" w14:textId="77777777" w:rsidR="00465517" w:rsidRDefault="00465517" w:rsidP="00AF7B5C">
      <w:pPr>
        <w:pStyle w:val="Langtext"/>
      </w:pPr>
    </w:p>
    <w:p w14:paraId="71E55DFC" w14:textId="77777777" w:rsidR="00465517" w:rsidRDefault="00465517" w:rsidP="00AF7B5C">
      <w:pPr>
        <w:pStyle w:val="Langtext"/>
      </w:pPr>
      <w:r>
        <w:t>• TK: 2140 x 1060 mm = 2,27 m2</w:t>
      </w:r>
    </w:p>
    <w:p w14:paraId="075376B9" w14:textId="77777777" w:rsidR="00465517" w:rsidRDefault="00465517" w:rsidP="00AF7B5C">
      <w:pPr>
        <w:pStyle w:val="Langtext"/>
      </w:pPr>
      <w:r>
        <w:t>• GR: 2800 x 1300 mm = 3,64 m2</w:t>
      </w:r>
    </w:p>
    <w:p w14:paraId="27FE5985" w14:textId="77777777" w:rsidR="00465517" w:rsidRDefault="00465517" w:rsidP="00AF7B5C">
      <w:pPr>
        <w:pStyle w:val="Langtext"/>
      </w:pPr>
      <w:r>
        <w:t>• SP: 2800 x 1854 mm = 5,19 m2</w:t>
      </w:r>
    </w:p>
    <w:p w14:paraId="63BD13A3" w14:textId="77777777" w:rsidR="00465517" w:rsidRDefault="00465517" w:rsidP="00AF7B5C">
      <w:pPr>
        <w:pStyle w:val="Langtext"/>
      </w:pPr>
      <w:r>
        <w:t>• JU: 4100 x 1300 mm = 5,33 m2</w:t>
      </w:r>
    </w:p>
    <w:p w14:paraId="67A749A0" w14:textId="77777777" w:rsidR="00465517" w:rsidRDefault="00465517" w:rsidP="00AF7B5C">
      <w:pPr>
        <w:pStyle w:val="Langtext"/>
      </w:pPr>
      <w:r>
        <w:t>• XL: 4100 x 1854 mm = 7,60 m2</w:t>
      </w:r>
    </w:p>
    <w:p w14:paraId="17C0712B" w14:textId="77777777" w:rsidR="00465517" w:rsidRDefault="00465517" w:rsidP="00AF7B5C">
      <w:pPr>
        <w:pStyle w:val="Langtext"/>
      </w:pPr>
      <w:proofErr w:type="spellStart"/>
      <w:r>
        <w:t>Besäumschnitte</w:t>
      </w:r>
      <w:proofErr w:type="spellEnd"/>
      <w:r>
        <w:t xml:space="preserve"> sind auszuführen! (z.B.: 4100 x 1300 mm = 4090 x 1290 mm)</w:t>
      </w:r>
    </w:p>
    <w:p w14:paraId="4CC243A1" w14:textId="77777777" w:rsidR="00465517" w:rsidRDefault="00465517" w:rsidP="00AF7B5C">
      <w:pPr>
        <w:pStyle w:val="Langtext"/>
      </w:pPr>
      <w:r>
        <w:t>Toleranzen: +10 / -0 mm</w:t>
      </w:r>
    </w:p>
    <w:p w14:paraId="53A95C7E" w14:textId="77777777" w:rsidR="00465517" w:rsidRDefault="00465517" w:rsidP="00AF7B5C">
      <w:pPr>
        <w:pStyle w:val="Langtext"/>
      </w:pPr>
      <w:r>
        <w:t>z.B. Max Compact Interior von Fundermax oder Gleichwertiges.</w:t>
      </w:r>
    </w:p>
    <w:p w14:paraId="234E21EC" w14:textId="77777777" w:rsidR="00465517" w:rsidRDefault="00465517" w:rsidP="00AF7B5C">
      <w:pPr>
        <w:pStyle w:val="Langtext"/>
      </w:pPr>
      <w:r>
        <w:t>Angebotenes Erzeugnis: (....)</w:t>
      </w:r>
    </w:p>
    <w:p w14:paraId="07780D8A" w14:textId="77777777" w:rsidR="00465517" w:rsidRDefault="00465517" w:rsidP="00AF7B5C">
      <w:pPr>
        <w:pStyle w:val="TrennungPOS"/>
      </w:pPr>
    </w:p>
    <w:p w14:paraId="23AC2074" w14:textId="77777777" w:rsidR="00465517" w:rsidRDefault="00465517" w:rsidP="00AF7B5C">
      <w:pPr>
        <w:pStyle w:val="GrundtextPosNr"/>
        <w:keepNext/>
        <w:keepLines/>
      </w:pPr>
      <w:r>
        <w:t>FG.FB 02</w:t>
      </w:r>
    </w:p>
    <w:p w14:paraId="1D65DA42" w14:textId="77777777" w:rsidR="00465517" w:rsidRDefault="00465517" w:rsidP="00AF7B5C">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Dekorgr.Nature</w:t>
      </w:r>
      <w:proofErr w:type="spellEnd"/>
      <w:r>
        <w:tab/>
        <w:t xml:space="preserve">m2 </w:t>
      </w:r>
    </w:p>
    <w:p w14:paraId="6772E0D4" w14:textId="77777777" w:rsidR="00465517" w:rsidRDefault="00465517" w:rsidP="00AF7B5C">
      <w:pPr>
        <w:pStyle w:val="Langtext"/>
      </w:pPr>
      <w:r>
        <w:t>HPL Kompaktplatten mit Melaminharzoberfläche gemäß EN 438 - 4 nur liefern.</w:t>
      </w:r>
    </w:p>
    <w:p w14:paraId="3D281077" w14:textId="77777777" w:rsidR="00465517" w:rsidRDefault="00465517" w:rsidP="00AF7B5C">
      <w:pPr>
        <w:pStyle w:val="Langtext"/>
      </w:pPr>
      <w:r>
        <w:t xml:space="preserve">Baustoffklasse </w:t>
      </w:r>
      <w:proofErr w:type="spellStart"/>
      <w:r>
        <w:t>Euroclass</w:t>
      </w:r>
      <w:proofErr w:type="spellEnd"/>
      <w:r>
        <w:t>:</w:t>
      </w:r>
    </w:p>
    <w:p w14:paraId="450C6AD7" w14:textId="77777777" w:rsidR="00465517" w:rsidRDefault="00465517" w:rsidP="00AF7B5C">
      <w:pPr>
        <w:pStyle w:val="Langtext"/>
      </w:pPr>
      <w:r>
        <w:t>Typ CGS: D-s2,d0 nach EN 13501-1</w:t>
      </w:r>
    </w:p>
    <w:p w14:paraId="086B8A22" w14:textId="77777777" w:rsidR="00465517" w:rsidRDefault="00465517" w:rsidP="00AF7B5C">
      <w:pPr>
        <w:pStyle w:val="Langtext"/>
      </w:pPr>
      <w:r>
        <w:t>Typ CGF: B-s2,d0 nach EN 13501-1</w:t>
      </w:r>
    </w:p>
    <w:p w14:paraId="209EED88" w14:textId="77777777" w:rsidR="00465517" w:rsidRDefault="00465517" w:rsidP="00AF7B5C">
      <w:pPr>
        <w:pStyle w:val="Langtext"/>
      </w:pPr>
      <w:r>
        <w:t>Abgerechnet wird die gesamte abgewickelte Bekleidungsfläche.</w:t>
      </w:r>
    </w:p>
    <w:p w14:paraId="0C0B3035" w14:textId="77777777" w:rsidR="00465517" w:rsidRDefault="00465517" w:rsidP="00AF7B5C">
      <w:pPr>
        <w:pStyle w:val="Langtext"/>
      </w:pPr>
      <w:r>
        <w:t>Dekorgruppe Nature</w:t>
      </w:r>
    </w:p>
    <w:p w14:paraId="244524C4" w14:textId="77777777" w:rsidR="00465517" w:rsidRDefault="00465517" w:rsidP="00AF7B5C">
      <w:pPr>
        <w:pStyle w:val="Langtext"/>
      </w:pPr>
      <w:r>
        <w:t>Dekornummer (gemäß aktueller Kollektion): _ _ _</w:t>
      </w:r>
    </w:p>
    <w:p w14:paraId="0BA03FEF" w14:textId="77777777" w:rsidR="00465517" w:rsidRDefault="00465517" w:rsidP="00AF7B5C">
      <w:pPr>
        <w:pStyle w:val="Langtext"/>
      </w:pPr>
      <w:r>
        <w:t>Rückseite: Standardmäßig beidseitig das gleiche Dekor</w:t>
      </w:r>
    </w:p>
    <w:p w14:paraId="1DC1674D" w14:textId="77777777" w:rsidR="00465517" w:rsidRDefault="00465517" w:rsidP="00AF7B5C">
      <w:pPr>
        <w:pStyle w:val="Langtext"/>
      </w:pPr>
      <w:r>
        <w:t>Oberfläche (FH/MT): _ _ _</w:t>
      </w:r>
    </w:p>
    <w:p w14:paraId="1FA4C6A6" w14:textId="77777777" w:rsidR="00465517" w:rsidRDefault="00465517" w:rsidP="00AF7B5C">
      <w:pPr>
        <w:pStyle w:val="Langtext"/>
      </w:pPr>
      <w:r>
        <w:t>Typ (CGS/CGF): _ _ _</w:t>
      </w:r>
    </w:p>
    <w:p w14:paraId="0F658156" w14:textId="77777777" w:rsidR="00465517" w:rsidRDefault="00465517" w:rsidP="00AF7B5C">
      <w:pPr>
        <w:pStyle w:val="Langtext"/>
      </w:pPr>
      <w:r>
        <w:t>Plattendicke (10 bis 20 mm): _ _ _</w:t>
      </w:r>
    </w:p>
    <w:p w14:paraId="441F681B" w14:textId="77777777" w:rsidR="00465517" w:rsidRDefault="00465517" w:rsidP="00AF7B5C">
      <w:pPr>
        <w:pStyle w:val="Langtext"/>
      </w:pPr>
      <w:r>
        <w:t>Plattenformat: _ _ _</w:t>
      </w:r>
    </w:p>
    <w:p w14:paraId="03E99F91" w14:textId="77777777" w:rsidR="00465517" w:rsidRDefault="00465517" w:rsidP="00AF7B5C">
      <w:pPr>
        <w:pStyle w:val="Langtext"/>
      </w:pPr>
    </w:p>
    <w:p w14:paraId="349B234A" w14:textId="77777777" w:rsidR="00465517" w:rsidRDefault="00465517" w:rsidP="00AF7B5C">
      <w:pPr>
        <w:pStyle w:val="Langtext"/>
      </w:pPr>
      <w:r>
        <w:t>• TK: 2140 x 1060 mm = 2,27 m2</w:t>
      </w:r>
    </w:p>
    <w:p w14:paraId="3EA5AEC4" w14:textId="77777777" w:rsidR="00465517" w:rsidRDefault="00465517" w:rsidP="00AF7B5C">
      <w:pPr>
        <w:pStyle w:val="Langtext"/>
      </w:pPr>
      <w:r>
        <w:t>• GR: 2800 x 1300 mm = 3,64 m2</w:t>
      </w:r>
    </w:p>
    <w:p w14:paraId="752E69B8" w14:textId="77777777" w:rsidR="00465517" w:rsidRDefault="00465517" w:rsidP="00AF7B5C">
      <w:pPr>
        <w:pStyle w:val="Langtext"/>
      </w:pPr>
      <w:r>
        <w:t>• SP: 2800 x 1854 mm = 5,19 m2</w:t>
      </w:r>
    </w:p>
    <w:p w14:paraId="109AB3DA" w14:textId="77777777" w:rsidR="00465517" w:rsidRDefault="00465517" w:rsidP="00AF7B5C">
      <w:pPr>
        <w:pStyle w:val="Langtext"/>
      </w:pPr>
      <w:r>
        <w:t>• JU: 4100 x 1300 mm = 5,33 m2</w:t>
      </w:r>
    </w:p>
    <w:p w14:paraId="19F27D5A" w14:textId="77777777" w:rsidR="00465517" w:rsidRDefault="00465517" w:rsidP="00AF7B5C">
      <w:pPr>
        <w:pStyle w:val="Langtext"/>
      </w:pPr>
      <w:r>
        <w:t>• XL: 4100 x 1854 mm = 7,60 m2</w:t>
      </w:r>
    </w:p>
    <w:p w14:paraId="06BFA04B" w14:textId="77777777" w:rsidR="00465517" w:rsidRDefault="00465517" w:rsidP="00AF7B5C">
      <w:pPr>
        <w:pStyle w:val="Langtext"/>
      </w:pPr>
      <w:proofErr w:type="spellStart"/>
      <w:r>
        <w:t>Besäumschnitte</w:t>
      </w:r>
      <w:proofErr w:type="spellEnd"/>
      <w:r>
        <w:t xml:space="preserve"> sind auszuführen! (z.B.: 4100 x 1300 mm = 4090 x 1290 mm)</w:t>
      </w:r>
    </w:p>
    <w:p w14:paraId="00751260" w14:textId="77777777" w:rsidR="00465517" w:rsidRDefault="00465517" w:rsidP="00AF7B5C">
      <w:pPr>
        <w:pStyle w:val="Langtext"/>
      </w:pPr>
      <w:r>
        <w:t>Toleranzen: +10 / -0 mm</w:t>
      </w:r>
    </w:p>
    <w:p w14:paraId="264E9809" w14:textId="77777777" w:rsidR="00465517" w:rsidRDefault="00465517" w:rsidP="00AF7B5C">
      <w:pPr>
        <w:pStyle w:val="Langtext"/>
      </w:pPr>
      <w:r>
        <w:t>z.B. Max Compact Interior von Fundermax oder Gleichwertiges.</w:t>
      </w:r>
    </w:p>
    <w:p w14:paraId="302B5CBA" w14:textId="77777777" w:rsidR="00465517" w:rsidRDefault="00465517" w:rsidP="00AF7B5C">
      <w:pPr>
        <w:pStyle w:val="Langtext"/>
      </w:pPr>
      <w:r>
        <w:t>Angebotenes Erzeugnis: (....)</w:t>
      </w:r>
    </w:p>
    <w:p w14:paraId="0A91072E" w14:textId="77777777" w:rsidR="00465517" w:rsidRDefault="00465517" w:rsidP="00AF7B5C">
      <w:pPr>
        <w:pStyle w:val="TrennungPOS"/>
      </w:pPr>
    </w:p>
    <w:p w14:paraId="78CD22FF" w14:textId="77777777" w:rsidR="00465517" w:rsidRDefault="00465517" w:rsidP="00AF7B5C">
      <w:pPr>
        <w:pStyle w:val="GrundtextPosNr"/>
        <w:keepNext/>
        <w:keepLines/>
      </w:pPr>
      <w:r>
        <w:t>FG.FB 03</w:t>
      </w:r>
    </w:p>
    <w:p w14:paraId="70C48A6E" w14:textId="77777777" w:rsidR="00465517" w:rsidRDefault="00465517" w:rsidP="0024436D">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Dekorgr.Material</w:t>
      </w:r>
      <w:proofErr w:type="spellEnd"/>
      <w:r>
        <w:tab/>
        <w:t xml:space="preserve">m2 </w:t>
      </w:r>
    </w:p>
    <w:p w14:paraId="3EFF94DF" w14:textId="77777777" w:rsidR="00465517" w:rsidRDefault="00465517" w:rsidP="0024436D">
      <w:pPr>
        <w:pStyle w:val="Langtext"/>
      </w:pPr>
      <w:r>
        <w:t>HPL Kompaktplatten mit Melaminharzoberfläche gemäß EN 438 - 4 nur liefern.</w:t>
      </w:r>
    </w:p>
    <w:p w14:paraId="6DFF130A" w14:textId="77777777" w:rsidR="00465517" w:rsidRDefault="00465517" w:rsidP="0024436D">
      <w:pPr>
        <w:pStyle w:val="Langtext"/>
      </w:pPr>
      <w:r>
        <w:t xml:space="preserve">Baustoffklasse </w:t>
      </w:r>
      <w:proofErr w:type="spellStart"/>
      <w:r>
        <w:t>Euroclass</w:t>
      </w:r>
      <w:proofErr w:type="spellEnd"/>
      <w:r>
        <w:t>:</w:t>
      </w:r>
    </w:p>
    <w:p w14:paraId="6D8A5347" w14:textId="77777777" w:rsidR="00465517" w:rsidRDefault="00465517" w:rsidP="0024436D">
      <w:pPr>
        <w:pStyle w:val="Langtext"/>
      </w:pPr>
      <w:r>
        <w:t>Typ CGS: D-s2,d0 nach EN 13501-1</w:t>
      </w:r>
    </w:p>
    <w:p w14:paraId="6EA9B351" w14:textId="77777777" w:rsidR="00465517" w:rsidRDefault="00465517" w:rsidP="0024436D">
      <w:pPr>
        <w:pStyle w:val="Langtext"/>
      </w:pPr>
      <w:r>
        <w:t>Typ CGF: B-s2,d0 nach EN 13501-1</w:t>
      </w:r>
    </w:p>
    <w:p w14:paraId="7F51133F" w14:textId="77777777" w:rsidR="00465517" w:rsidRDefault="00465517" w:rsidP="0024436D">
      <w:pPr>
        <w:pStyle w:val="Langtext"/>
      </w:pPr>
      <w:r>
        <w:t>Abgerechnet wird die gesamte abgewickelte Bekleidungsfläche.</w:t>
      </w:r>
    </w:p>
    <w:p w14:paraId="645C5C95" w14:textId="77777777" w:rsidR="00465517" w:rsidRDefault="00465517" w:rsidP="0024436D">
      <w:pPr>
        <w:pStyle w:val="Langtext"/>
      </w:pPr>
      <w:r>
        <w:t>Dekorgruppe Material</w:t>
      </w:r>
    </w:p>
    <w:p w14:paraId="4658B458" w14:textId="77777777" w:rsidR="00465517" w:rsidRDefault="00465517" w:rsidP="0024436D">
      <w:pPr>
        <w:pStyle w:val="Langtext"/>
      </w:pPr>
      <w:r>
        <w:t>Dekornummer (gemäß aktueller Kollektion): _ _ _</w:t>
      </w:r>
    </w:p>
    <w:p w14:paraId="540B633E" w14:textId="77777777" w:rsidR="00465517" w:rsidRDefault="00465517" w:rsidP="0024436D">
      <w:pPr>
        <w:pStyle w:val="Langtext"/>
      </w:pPr>
      <w:r>
        <w:t>Rückseite: Standardmäßig beidseitig das gleiche Dekor</w:t>
      </w:r>
    </w:p>
    <w:p w14:paraId="53EB221B" w14:textId="77777777" w:rsidR="00465517" w:rsidRDefault="00465517" w:rsidP="0024436D">
      <w:pPr>
        <w:pStyle w:val="Langtext"/>
      </w:pPr>
      <w:r>
        <w:t>Oberfläche (FH/MT): _ _ _</w:t>
      </w:r>
    </w:p>
    <w:p w14:paraId="7E8844D0" w14:textId="77777777" w:rsidR="00465517" w:rsidRDefault="00465517" w:rsidP="0024436D">
      <w:pPr>
        <w:pStyle w:val="Langtext"/>
      </w:pPr>
      <w:r>
        <w:t>Typ (CGS/CGF): _ _ _</w:t>
      </w:r>
    </w:p>
    <w:p w14:paraId="4CC4EC0D" w14:textId="77777777" w:rsidR="00465517" w:rsidRDefault="00465517" w:rsidP="0024436D">
      <w:pPr>
        <w:pStyle w:val="Langtext"/>
      </w:pPr>
      <w:r>
        <w:lastRenderedPageBreak/>
        <w:t>Plattendicke (10 bis 20 mm): _ _ _</w:t>
      </w:r>
    </w:p>
    <w:p w14:paraId="39A09EBE" w14:textId="77777777" w:rsidR="00465517" w:rsidRDefault="00465517" w:rsidP="0024436D">
      <w:pPr>
        <w:pStyle w:val="Langtext"/>
      </w:pPr>
      <w:r>
        <w:t>Plattenformat: _ _ _</w:t>
      </w:r>
    </w:p>
    <w:p w14:paraId="61F6A7B4" w14:textId="77777777" w:rsidR="00465517" w:rsidRDefault="00465517" w:rsidP="0024436D">
      <w:pPr>
        <w:pStyle w:val="Langtext"/>
      </w:pPr>
    </w:p>
    <w:p w14:paraId="4E8C8592" w14:textId="77777777" w:rsidR="00465517" w:rsidRDefault="00465517" w:rsidP="0024436D">
      <w:pPr>
        <w:pStyle w:val="Langtext"/>
      </w:pPr>
      <w:r>
        <w:t>• TK: 2140 x 1060 mm = 2,27 m2</w:t>
      </w:r>
    </w:p>
    <w:p w14:paraId="7FED226E" w14:textId="77777777" w:rsidR="00465517" w:rsidRDefault="00465517" w:rsidP="0024436D">
      <w:pPr>
        <w:pStyle w:val="Langtext"/>
      </w:pPr>
      <w:r>
        <w:t>• GR: 2800 x 1300 mm = 3,64 m2</w:t>
      </w:r>
    </w:p>
    <w:p w14:paraId="474EC17C" w14:textId="77777777" w:rsidR="00465517" w:rsidRDefault="00465517" w:rsidP="0024436D">
      <w:pPr>
        <w:pStyle w:val="Langtext"/>
      </w:pPr>
      <w:r>
        <w:t>• SP: 2800 x 1854 mm = 5,19 m2</w:t>
      </w:r>
    </w:p>
    <w:p w14:paraId="33617EB3" w14:textId="77777777" w:rsidR="00465517" w:rsidRDefault="00465517" w:rsidP="0024436D">
      <w:pPr>
        <w:pStyle w:val="Langtext"/>
      </w:pPr>
      <w:r>
        <w:t>• JU: 4100 x 1300 mm = 5,33 m2</w:t>
      </w:r>
    </w:p>
    <w:p w14:paraId="3E466BE6" w14:textId="77777777" w:rsidR="00465517" w:rsidRDefault="00465517" w:rsidP="0024436D">
      <w:pPr>
        <w:pStyle w:val="Langtext"/>
      </w:pPr>
      <w:r>
        <w:t>• XL: 4100 x 1854 mm = 7,60 m2</w:t>
      </w:r>
    </w:p>
    <w:p w14:paraId="2EA62C59" w14:textId="77777777" w:rsidR="00465517" w:rsidRDefault="00465517" w:rsidP="0024436D">
      <w:pPr>
        <w:pStyle w:val="Langtext"/>
      </w:pPr>
      <w:proofErr w:type="spellStart"/>
      <w:r>
        <w:t>Besäumschnitte</w:t>
      </w:r>
      <w:proofErr w:type="spellEnd"/>
      <w:r>
        <w:t xml:space="preserve"> sind auszuführen! (z.B.: 4100 x 1300 mm = 4090 x 1290 mm)</w:t>
      </w:r>
    </w:p>
    <w:p w14:paraId="38002B59" w14:textId="77777777" w:rsidR="00465517" w:rsidRDefault="00465517" w:rsidP="0024436D">
      <w:pPr>
        <w:pStyle w:val="Langtext"/>
      </w:pPr>
      <w:r>
        <w:t>Toleranzen: +10 / -0 mm</w:t>
      </w:r>
    </w:p>
    <w:p w14:paraId="798BC713" w14:textId="77777777" w:rsidR="00465517" w:rsidRDefault="00465517" w:rsidP="0024436D">
      <w:pPr>
        <w:pStyle w:val="Langtext"/>
      </w:pPr>
      <w:r>
        <w:t>z.B. Max Compact Interior von Fundermax oder Gleichwertiges.</w:t>
      </w:r>
    </w:p>
    <w:p w14:paraId="02612AA1" w14:textId="77777777" w:rsidR="00465517" w:rsidRDefault="00465517" w:rsidP="0024436D">
      <w:pPr>
        <w:pStyle w:val="Langtext"/>
      </w:pPr>
      <w:r>
        <w:t>Angebotenes Erzeugnis: (....)</w:t>
      </w:r>
    </w:p>
    <w:p w14:paraId="64AD0661" w14:textId="77777777" w:rsidR="00465517" w:rsidRDefault="00465517" w:rsidP="0024436D">
      <w:pPr>
        <w:pStyle w:val="TrennungPOS"/>
      </w:pPr>
    </w:p>
    <w:p w14:paraId="5CDA914E" w14:textId="77777777" w:rsidR="00465517" w:rsidRDefault="00465517" w:rsidP="0024436D">
      <w:pPr>
        <w:pStyle w:val="GrundtextPosNr"/>
        <w:keepNext/>
        <w:keepLines/>
      </w:pPr>
      <w:r>
        <w:t>FG.FB 04</w:t>
      </w:r>
    </w:p>
    <w:p w14:paraId="4805348D" w14:textId="77777777" w:rsidR="00465517" w:rsidRDefault="00465517" w:rsidP="0024436D">
      <w:pPr>
        <w:pStyle w:val="Folgeposition"/>
      </w:pPr>
      <w:r>
        <w:t xml:space="preserve"> </w:t>
      </w:r>
      <w:r>
        <w:rPr>
          <w:sz w:val="12"/>
        </w:rPr>
        <w:t>+</w:t>
      </w:r>
      <w:r>
        <w:tab/>
        <w:t xml:space="preserve">HPL Kompaktplatten </w:t>
      </w:r>
      <w:proofErr w:type="spellStart"/>
      <w:r>
        <w:t>m.Melaminharz</w:t>
      </w:r>
      <w:proofErr w:type="spellEnd"/>
      <w:r>
        <w:t xml:space="preserve">-OF </w:t>
      </w:r>
      <w:proofErr w:type="spellStart"/>
      <w:r>
        <w:t>Dekorgr.Individualdekor</w:t>
      </w:r>
      <w:proofErr w:type="spellEnd"/>
      <w:r>
        <w:tab/>
        <w:t xml:space="preserve">m2 </w:t>
      </w:r>
    </w:p>
    <w:p w14:paraId="0ABDEF8D" w14:textId="77777777" w:rsidR="00465517" w:rsidRDefault="00465517" w:rsidP="0024436D">
      <w:pPr>
        <w:pStyle w:val="Langtext"/>
      </w:pPr>
      <w:r>
        <w:t>HPL Kompaktplatten mit Melaminharzoberfläche gemäß EN 438 - 4 nur liefern.</w:t>
      </w:r>
    </w:p>
    <w:p w14:paraId="339B9E09" w14:textId="77777777" w:rsidR="00465517" w:rsidRDefault="00465517" w:rsidP="0024436D">
      <w:pPr>
        <w:pStyle w:val="Langtext"/>
      </w:pPr>
      <w:r>
        <w:t xml:space="preserve">Baustoffklasse </w:t>
      </w:r>
      <w:proofErr w:type="spellStart"/>
      <w:r>
        <w:t>Euroclass</w:t>
      </w:r>
      <w:proofErr w:type="spellEnd"/>
      <w:r>
        <w:t>:</w:t>
      </w:r>
    </w:p>
    <w:p w14:paraId="740A8061" w14:textId="77777777" w:rsidR="00465517" w:rsidRDefault="00465517" w:rsidP="0024436D">
      <w:pPr>
        <w:pStyle w:val="Langtext"/>
      </w:pPr>
      <w:r>
        <w:t>Typ CGS: D-s2,d0 nach EN 13501-1</w:t>
      </w:r>
    </w:p>
    <w:p w14:paraId="51EC0385" w14:textId="77777777" w:rsidR="00465517" w:rsidRDefault="00465517" w:rsidP="0024436D">
      <w:pPr>
        <w:pStyle w:val="Langtext"/>
      </w:pPr>
      <w:r>
        <w:t>Typ CGF: B-s2,d0 nach EN 13501-1</w:t>
      </w:r>
    </w:p>
    <w:p w14:paraId="664FEFF0" w14:textId="77777777" w:rsidR="00465517" w:rsidRDefault="00465517" w:rsidP="0024436D">
      <w:pPr>
        <w:pStyle w:val="Langtext"/>
      </w:pPr>
      <w:r>
        <w:t>Abgerechnet wird die gesamte abgewickelte Bekleidungsfläche.</w:t>
      </w:r>
    </w:p>
    <w:p w14:paraId="23B4B63C" w14:textId="77777777" w:rsidR="00465517" w:rsidRDefault="00465517" w:rsidP="0024436D">
      <w:pPr>
        <w:pStyle w:val="Langtext"/>
      </w:pPr>
      <w:r>
        <w:t>Dekorgruppe Individualdekor</w:t>
      </w:r>
    </w:p>
    <w:p w14:paraId="66BFF2C9" w14:textId="77777777" w:rsidR="00465517" w:rsidRDefault="00465517" w:rsidP="0024436D">
      <w:pPr>
        <w:pStyle w:val="Langtext"/>
      </w:pPr>
      <w:r>
        <w:t>Dekornummer (gemäß aktueller Kollektion): _ _ _</w:t>
      </w:r>
    </w:p>
    <w:p w14:paraId="6CD204CC" w14:textId="77777777" w:rsidR="00465517" w:rsidRDefault="00465517" w:rsidP="0024436D">
      <w:pPr>
        <w:pStyle w:val="Langtext"/>
      </w:pPr>
      <w:r>
        <w:t>Rückseite: 0891 Individualweiß</w:t>
      </w:r>
    </w:p>
    <w:p w14:paraId="500F0902" w14:textId="77777777" w:rsidR="00465517" w:rsidRDefault="00465517" w:rsidP="0024436D">
      <w:pPr>
        <w:pStyle w:val="Langtext"/>
      </w:pPr>
      <w:r>
        <w:t>Oberfläche (FH): _ _ _</w:t>
      </w:r>
    </w:p>
    <w:p w14:paraId="6BD97827" w14:textId="77777777" w:rsidR="00465517" w:rsidRDefault="00465517" w:rsidP="0024436D">
      <w:pPr>
        <w:pStyle w:val="Langtext"/>
      </w:pPr>
      <w:r>
        <w:t>Typ (CGS/CGF): _ _ _</w:t>
      </w:r>
    </w:p>
    <w:p w14:paraId="10E355A0" w14:textId="77777777" w:rsidR="00465517" w:rsidRDefault="00465517" w:rsidP="0024436D">
      <w:pPr>
        <w:pStyle w:val="Langtext"/>
      </w:pPr>
      <w:r>
        <w:t>Plattendicke (10 bis 20 mm): _ _ _</w:t>
      </w:r>
    </w:p>
    <w:p w14:paraId="7C588C80" w14:textId="77777777" w:rsidR="00465517" w:rsidRDefault="00465517" w:rsidP="0024436D">
      <w:pPr>
        <w:pStyle w:val="Langtext"/>
      </w:pPr>
      <w:r>
        <w:t>Plattenformat: _ _ _</w:t>
      </w:r>
    </w:p>
    <w:p w14:paraId="6C12FF3C" w14:textId="77777777" w:rsidR="00465517" w:rsidRDefault="00465517" w:rsidP="0024436D">
      <w:pPr>
        <w:pStyle w:val="Langtext"/>
      </w:pPr>
    </w:p>
    <w:p w14:paraId="2FD6A100" w14:textId="77777777" w:rsidR="00465517" w:rsidRDefault="00465517" w:rsidP="0024436D">
      <w:pPr>
        <w:pStyle w:val="Langtext"/>
      </w:pPr>
      <w:r>
        <w:t>• TK: 2140 x 1060 mm = 2,27 m2</w:t>
      </w:r>
    </w:p>
    <w:p w14:paraId="57EB4EBF" w14:textId="77777777" w:rsidR="00465517" w:rsidRDefault="00465517" w:rsidP="0024436D">
      <w:pPr>
        <w:pStyle w:val="Langtext"/>
      </w:pPr>
      <w:r>
        <w:t>• GR: 2800 x 1300 mm = 3,64 m2</w:t>
      </w:r>
    </w:p>
    <w:p w14:paraId="7938D5BE" w14:textId="77777777" w:rsidR="00465517" w:rsidRDefault="00465517" w:rsidP="0024436D">
      <w:pPr>
        <w:pStyle w:val="Langtext"/>
      </w:pPr>
      <w:r>
        <w:t>• SP: 2800 x 1854 mm = 5,19 m2</w:t>
      </w:r>
    </w:p>
    <w:p w14:paraId="146CCA7E" w14:textId="77777777" w:rsidR="00465517" w:rsidRDefault="00465517" w:rsidP="0024436D">
      <w:pPr>
        <w:pStyle w:val="Langtext"/>
      </w:pPr>
      <w:r>
        <w:t>• JU: 4100 x 1300 mm = 5,33 m2</w:t>
      </w:r>
    </w:p>
    <w:p w14:paraId="2CA10FFA" w14:textId="77777777" w:rsidR="00465517" w:rsidRDefault="00465517" w:rsidP="0024436D">
      <w:pPr>
        <w:pStyle w:val="Langtext"/>
      </w:pPr>
      <w:r>
        <w:t>• XL: 4100 x 1854 mm = 7,60 m2</w:t>
      </w:r>
    </w:p>
    <w:p w14:paraId="39EEB93F" w14:textId="77777777" w:rsidR="00465517" w:rsidRDefault="00465517" w:rsidP="0024436D">
      <w:pPr>
        <w:pStyle w:val="Langtext"/>
      </w:pPr>
      <w:proofErr w:type="spellStart"/>
      <w:r>
        <w:t>Besäumschnitte</w:t>
      </w:r>
      <w:proofErr w:type="spellEnd"/>
      <w:r>
        <w:t xml:space="preserve"> sind auszuführen! (z.B.: 4100 x 1300 mm = 4090 x 1290 mm)</w:t>
      </w:r>
    </w:p>
    <w:p w14:paraId="16456E0C" w14:textId="77777777" w:rsidR="00465517" w:rsidRDefault="00465517" w:rsidP="0024436D">
      <w:pPr>
        <w:pStyle w:val="Langtext"/>
      </w:pPr>
      <w:r>
        <w:t>Toleranzen: +10 / -0 mm</w:t>
      </w:r>
    </w:p>
    <w:p w14:paraId="009B72C4" w14:textId="77777777" w:rsidR="00465517" w:rsidRDefault="00465517" w:rsidP="0024436D">
      <w:pPr>
        <w:pStyle w:val="Langtext"/>
      </w:pPr>
      <w:r>
        <w:t>z.B. Max Compact Interior von Fundermax oder Gleichwertiges.</w:t>
      </w:r>
    </w:p>
    <w:p w14:paraId="668E89B7" w14:textId="77777777" w:rsidR="00465517" w:rsidRDefault="00465517" w:rsidP="0024436D">
      <w:pPr>
        <w:pStyle w:val="Langtext"/>
      </w:pPr>
      <w:r>
        <w:t>Angebotenes Erzeugnis: (....)</w:t>
      </w:r>
    </w:p>
    <w:p w14:paraId="05461A63" w14:textId="77777777" w:rsidR="00465517" w:rsidRDefault="00465517" w:rsidP="0024436D">
      <w:pPr>
        <w:pStyle w:val="TrennungULG"/>
        <w:keepNext w:val="0"/>
      </w:pPr>
    </w:p>
    <w:p w14:paraId="6D6EEBEE" w14:textId="77777777" w:rsidR="00465517" w:rsidRDefault="00465517" w:rsidP="0024436D">
      <w:pPr>
        <w:pStyle w:val="ULG"/>
        <w:keepLines/>
      </w:pPr>
      <w:r>
        <w:t>FG.FC</w:t>
      </w:r>
      <w:r>
        <w:rPr>
          <w:sz w:val="12"/>
        </w:rPr>
        <w:t xml:space="preserve"> + </w:t>
      </w:r>
      <w:r>
        <w:t xml:space="preserve">HPL Kompaktplatten </w:t>
      </w:r>
      <w:proofErr w:type="spellStart"/>
      <w:r>
        <w:t>m.Anti</w:t>
      </w:r>
      <w:proofErr w:type="spellEnd"/>
      <w:r>
        <w:t>-Fingerprint (FUNDERMAX)</w:t>
      </w:r>
    </w:p>
    <w:p w14:paraId="535DEA7E" w14:textId="77777777" w:rsidR="00465517" w:rsidRDefault="00465517" w:rsidP="0024436D">
      <w:pPr>
        <w:pStyle w:val="Langtext"/>
      </w:pPr>
      <w:r>
        <w:t>Version: 2022-04</w:t>
      </w:r>
    </w:p>
    <w:p w14:paraId="54F9C64E" w14:textId="77777777" w:rsidR="00465517" w:rsidRDefault="00465517" w:rsidP="0024436D">
      <w:pPr>
        <w:pStyle w:val="Langtext"/>
      </w:pPr>
      <w:r>
        <w:t xml:space="preserve">Im Folgenden ist das Liefern von Kompaktplatten Anti-Fingerprint beschrieben </w:t>
      </w:r>
      <w:proofErr w:type="spellStart"/>
      <w:r>
        <w:t>beschrieben</w:t>
      </w:r>
      <w:proofErr w:type="spellEnd"/>
      <w:r>
        <w:t>.</w:t>
      </w:r>
    </w:p>
    <w:p w14:paraId="0D3972B5" w14:textId="77777777" w:rsidR="00465517" w:rsidRDefault="00465517" w:rsidP="0024436D">
      <w:pPr>
        <w:pStyle w:val="Langtext"/>
      </w:pPr>
      <w:r>
        <w:t>Die Montage hat entsprechend den statischen Erfordernissen zu erfolgen und ist in eigenen Positionen auszuschreiben.</w:t>
      </w:r>
    </w:p>
    <w:p w14:paraId="6FF25175" w14:textId="77777777" w:rsidR="00465517" w:rsidRDefault="00465517" w:rsidP="0024436D">
      <w:pPr>
        <w:pStyle w:val="Langtext"/>
      </w:pPr>
      <w:r>
        <w:t>Die Angaben des Plattenhersteller bezüglich Liefer-, Montage- bzw. Einbaubedingungen sowie Verarbeitungsrichtlinien sind zu beachten.</w:t>
      </w:r>
    </w:p>
    <w:p w14:paraId="3E2BEF30" w14:textId="77777777" w:rsidR="00465517" w:rsidRDefault="00465517" w:rsidP="0024436D">
      <w:pPr>
        <w:pStyle w:val="Langtext"/>
      </w:pPr>
      <w:r>
        <w:t>Nach Fertigstellung des Bauvorhabens muss eine Endreinigung gemäß den Empfehlungen des HPL Plattenherstellers an den verbauten HPL Kompaktplatten durchgeführt werden.</w:t>
      </w:r>
    </w:p>
    <w:p w14:paraId="3683DDAE" w14:textId="77777777" w:rsidR="00465517" w:rsidRDefault="00465517" w:rsidP="0024436D">
      <w:pPr>
        <w:pStyle w:val="Langtext"/>
      </w:pPr>
    </w:p>
    <w:p w14:paraId="7BDC1C7F" w14:textId="77777777" w:rsidR="00465517" w:rsidRDefault="00465517" w:rsidP="0024436D">
      <w:pPr>
        <w:pStyle w:val="Langtext"/>
      </w:pPr>
      <w:r>
        <w:t>Angaben zum Plattenmaterial:</w:t>
      </w:r>
    </w:p>
    <w:p w14:paraId="463E2E7F" w14:textId="77777777" w:rsidR="00465517" w:rsidRDefault="00465517" w:rsidP="0024436D">
      <w:pPr>
        <w:pStyle w:val="Langtext"/>
      </w:pPr>
      <w:r>
        <w:t>Die Kompakt Anti-Fingerprint Platten zeichnen sich durch einen besonderen Anti-Fingerprint-Effekt aus. Zusätzlich weist die Oberfläche eine hohe Widerstandsfähigkeit gegen Abrieb, Stoß und Verkratzen, sowie durch eine gute Wärmebeständigkeit aus. Ebenfalls ist die Oberfläche weitgehend unempfindlich gegenüber fettigen Fingerabdrücken, haushaltsüblichen Chemikalien, hygienisch, unbedenklich im Kontakt mit Lebensmitteln und leicht zu reinigen.</w:t>
      </w:r>
    </w:p>
    <w:p w14:paraId="5A8A8970" w14:textId="77777777" w:rsidR="00465517" w:rsidRDefault="00465517" w:rsidP="0024436D">
      <w:pPr>
        <w:pStyle w:val="Langtext"/>
      </w:pPr>
    </w:p>
    <w:p w14:paraId="0FC77C96" w14:textId="77777777" w:rsidR="00465517" w:rsidRDefault="00465517" w:rsidP="0024436D">
      <w:pPr>
        <w:pStyle w:val="Langtext"/>
        <w:keepNext/>
        <w:keepLines/>
      </w:pPr>
      <w:r>
        <w:t>Technische Beschreibung:</w:t>
      </w:r>
    </w:p>
    <w:p w14:paraId="7303335F" w14:textId="77777777" w:rsidR="00465517" w:rsidRDefault="00465517" w:rsidP="0024436D">
      <w:pPr>
        <w:pStyle w:val="Langtext"/>
        <w:keepNext/>
        <w:keepLines/>
      </w:pPr>
    </w:p>
    <w:p w14:paraId="5CD6BC25" w14:textId="77777777" w:rsidR="00465517" w:rsidRDefault="00465517" w:rsidP="0024436D">
      <w:pPr>
        <w:pStyle w:val="Langtext"/>
      </w:pPr>
      <w:r>
        <w:t>• Lichtechtheit: ≥ Grad 4 gemäß EN 438-2:2016</w:t>
      </w:r>
    </w:p>
    <w:p w14:paraId="34FCC25D" w14:textId="77777777" w:rsidR="00465517" w:rsidRDefault="00465517" w:rsidP="0024436D">
      <w:pPr>
        <w:pStyle w:val="Langtext"/>
      </w:pPr>
      <w:r>
        <w:t>• Kratzfestigkeit: ≥ Grad 4 (6N) gemäß EN 438-2:2016</w:t>
      </w:r>
    </w:p>
    <w:p w14:paraId="5FB94B57" w14:textId="77777777" w:rsidR="00465517" w:rsidRDefault="00465517" w:rsidP="0024436D">
      <w:pPr>
        <w:pStyle w:val="Langtext"/>
      </w:pPr>
      <w:r>
        <w:t>• Oberflächenabrieb: ≥ 350 Umdrehungen gemäß EN 438-2:2016</w:t>
      </w:r>
    </w:p>
    <w:p w14:paraId="628C3579" w14:textId="77777777" w:rsidR="00465517" w:rsidRDefault="00465517" w:rsidP="0024436D">
      <w:pPr>
        <w:pStyle w:val="Langtext"/>
      </w:pPr>
      <w:r>
        <w:t>• Stoßbeanspruchung mit kleiner Kugel: ≥ 25 N gemäß EN 438-2:2016</w:t>
      </w:r>
    </w:p>
    <w:p w14:paraId="37EC603D" w14:textId="77777777" w:rsidR="00465517" w:rsidRDefault="00465517" w:rsidP="0024436D">
      <w:pPr>
        <w:pStyle w:val="Langtext"/>
      </w:pPr>
      <w:r>
        <w:t>• Fleckenunempfindlichkeit: ≥ Grad 4 gemäß EN 438-2:2016</w:t>
      </w:r>
    </w:p>
    <w:p w14:paraId="0234D29D" w14:textId="77777777" w:rsidR="00465517" w:rsidRDefault="00465517" w:rsidP="0024436D">
      <w:pPr>
        <w:pStyle w:val="Langtext"/>
      </w:pPr>
      <w:r>
        <w:t xml:space="preserve">• Oberfläche: Lösemittelbeständig, kratzfest, leicht zu reinigen, hitzebeständig, lebensmittelecht, </w:t>
      </w:r>
      <w:proofErr w:type="spellStart"/>
      <w:r>
        <w:t>schlagzäh</w:t>
      </w:r>
      <w:proofErr w:type="spellEnd"/>
      <w:r>
        <w:t>, widerstandsfähig</w:t>
      </w:r>
    </w:p>
    <w:p w14:paraId="3F808B54" w14:textId="77777777" w:rsidR="00465517" w:rsidRDefault="00465517" w:rsidP="0024436D">
      <w:pPr>
        <w:pStyle w:val="Langtext"/>
      </w:pPr>
      <w:r>
        <w:lastRenderedPageBreak/>
        <w:t>• Raumgewicht: ≥ 1350 kg/m3 EN 438-2:2016</w:t>
      </w:r>
    </w:p>
    <w:p w14:paraId="416DFB7F" w14:textId="77777777" w:rsidR="00465517" w:rsidRDefault="00465517" w:rsidP="0024436D">
      <w:pPr>
        <w:pStyle w:val="Langtext"/>
      </w:pPr>
      <w:r>
        <w:t>• Plattendicke: 2 bis 20 mm</w:t>
      </w:r>
    </w:p>
    <w:p w14:paraId="335609C9" w14:textId="77777777" w:rsidR="00465517" w:rsidRDefault="00465517" w:rsidP="0024436D">
      <w:pPr>
        <w:pStyle w:val="Langtext"/>
      </w:pPr>
      <w:r>
        <w:t>Plattenformate und Oberflächen:</w:t>
      </w:r>
    </w:p>
    <w:p w14:paraId="06C224E9" w14:textId="77777777" w:rsidR="00465517" w:rsidRDefault="00465517" w:rsidP="0024436D">
      <w:pPr>
        <w:pStyle w:val="Langtext"/>
      </w:pPr>
    </w:p>
    <w:p w14:paraId="610EBDA8" w14:textId="77777777" w:rsidR="00465517" w:rsidRDefault="00465517" w:rsidP="0024436D">
      <w:pPr>
        <w:pStyle w:val="Langtext"/>
      </w:pPr>
      <w:r>
        <w:t>• JU: 4100 x 1300 mm = 5,33 m²</w:t>
      </w:r>
    </w:p>
    <w:p w14:paraId="0D8ECD05" w14:textId="77777777" w:rsidR="00465517" w:rsidRDefault="00465517" w:rsidP="0024436D">
      <w:pPr>
        <w:pStyle w:val="Langtext"/>
      </w:pPr>
      <w:r>
        <w:t>Kern: schwarzer Kern</w:t>
      </w:r>
    </w:p>
    <w:p w14:paraId="3A5BFD60" w14:textId="77777777" w:rsidR="00465517" w:rsidRDefault="00465517" w:rsidP="0024436D">
      <w:pPr>
        <w:pStyle w:val="Kommentar"/>
      </w:pPr>
    </w:p>
    <w:p w14:paraId="76142D6E" w14:textId="77777777" w:rsidR="00465517" w:rsidRDefault="00465517" w:rsidP="0024436D">
      <w:pPr>
        <w:pStyle w:val="Kommentar"/>
      </w:pPr>
      <w:r>
        <w:t>Kommentar:</w:t>
      </w:r>
    </w:p>
    <w:p w14:paraId="7F1FC1D4" w14:textId="77777777" w:rsidR="00465517" w:rsidRDefault="00465517" w:rsidP="0024436D">
      <w:pPr>
        <w:pStyle w:val="Kommentar"/>
      </w:pPr>
      <w:r>
        <w:t>Produktspezifische Ausschreibungstexte (Produktbeschreibungen) sind für Ausschreibungen gemäß Bundesvergabegesetz (</w:t>
      </w:r>
      <w:proofErr w:type="spellStart"/>
      <w:r>
        <w:t>BVergG</w:t>
      </w:r>
      <w:proofErr w:type="spellEnd"/>
      <w:r>
        <w:t>) nicht geeignet.</w:t>
      </w:r>
    </w:p>
    <w:p w14:paraId="005BDF60" w14:textId="77777777" w:rsidR="00465517" w:rsidRDefault="00465517" w:rsidP="0024436D">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5F951501" w14:textId="77777777" w:rsidR="00465517" w:rsidRDefault="00465517" w:rsidP="0024436D">
      <w:pPr>
        <w:pStyle w:val="TrennungPOS"/>
      </w:pPr>
    </w:p>
    <w:p w14:paraId="7553AADE" w14:textId="77777777" w:rsidR="00465517" w:rsidRDefault="00465517" w:rsidP="0024436D">
      <w:pPr>
        <w:pStyle w:val="GrundtextPosNr"/>
        <w:keepNext/>
        <w:keepLines/>
      </w:pPr>
      <w:r>
        <w:t>FG.FC 01</w:t>
      </w:r>
    </w:p>
    <w:p w14:paraId="25CEF745" w14:textId="77777777" w:rsidR="00465517" w:rsidRDefault="00465517" w:rsidP="0024436D">
      <w:pPr>
        <w:pStyle w:val="Folgeposition"/>
      </w:pPr>
      <w:r>
        <w:t xml:space="preserve"> </w:t>
      </w:r>
      <w:r>
        <w:rPr>
          <w:sz w:val="12"/>
        </w:rPr>
        <w:t>+</w:t>
      </w:r>
      <w:r>
        <w:tab/>
        <w:t xml:space="preserve">HPL Kompaktplatten OF Anti-Fingerprint </w:t>
      </w:r>
      <w:proofErr w:type="spellStart"/>
      <w:r>
        <w:t>Dekorgr.UNI</w:t>
      </w:r>
      <w:proofErr w:type="spellEnd"/>
      <w:r>
        <w:tab/>
        <w:t xml:space="preserve">m2 </w:t>
      </w:r>
    </w:p>
    <w:p w14:paraId="0FF0C5D8" w14:textId="77777777" w:rsidR="00465517" w:rsidRDefault="00465517" w:rsidP="0024436D">
      <w:pPr>
        <w:pStyle w:val="Langtext"/>
      </w:pPr>
      <w:r>
        <w:t>HPL Kompaktplatten mit AP Oberfläche gemäß EN 438 - 4 nur liefern.</w:t>
      </w:r>
    </w:p>
    <w:p w14:paraId="22E2B6A7" w14:textId="77777777" w:rsidR="00465517" w:rsidRDefault="00465517" w:rsidP="0024436D">
      <w:pPr>
        <w:pStyle w:val="Langtext"/>
      </w:pPr>
      <w:r>
        <w:t xml:space="preserve">Baustoffklasse </w:t>
      </w:r>
      <w:proofErr w:type="spellStart"/>
      <w:r>
        <w:t>Euroclass</w:t>
      </w:r>
      <w:proofErr w:type="spellEnd"/>
      <w:r>
        <w:t>:</w:t>
      </w:r>
    </w:p>
    <w:p w14:paraId="6E85ED92" w14:textId="77777777" w:rsidR="00465517" w:rsidRDefault="00465517" w:rsidP="0024436D">
      <w:pPr>
        <w:pStyle w:val="Langtext"/>
      </w:pPr>
      <w:r>
        <w:t>Typ CGS: D-s2,d0 nach EN 13501-1</w:t>
      </w:r>
    </w:p>
    <w:p w14:paraId="22F7F021" w14:textId="77777777" w:rsidR="00465517" w:rsidRDefault="00465517" w:rsidP="0024436D">
      <w:pPr>
        <w:pStyle w:val="Langtext"/>
      </w:pPr>
      <w:r>
        <w:t>Typ CGF: B-s2,d0 nach EN 13501-1</w:t>
      </w:r>
    </w:p>
    <w:p w14:paraId="1CC3DFA8" w14:textId="77777777" w:rsidR="00465517" w:rsidRDefault="00465517" w:rsidP="0024436D">
      <w:pPr>
        <w:pStyle w:val="Langtext"/>
      </w:pPr>
      <w:r>
        <w:t>Abgerechnet wird die gesamte abgewickelte Bekleidungsfläche.</w:t>
      </w:r>
    </w:p>
    <w:p w14:paraId="2167F651" w14:textId="77777777" w:rsidR="00465517" w:rsidRDefault="00465517" w:rsidP="0024436D">
      <w:pPr>
        <w:pStyle w:val="Langtext"/>
      </w:pPr>
      <w:r>
        <w:t>Dekorgruppe UNI</w:t>
      </w:r>
    </w:p>
    <w:p w14:paraId="2C614370" w14:textId="77777777" w:rsidR="00465517" w:rsidRDefault="00465517" w:rsidP="0024436D">
      <w:pPr>
        <w:pStyle w:val="Langtext"/>
      </w:pPr>
      <w:r>
        <w:t>Dekornummer (gemäß aktueller Kollektion): _ _ _</w:t>
      </w:r>
    </w:p>
    <w:p w14:paraId="2A64FA81" w14:textId="77777777" w:rsidR="00465517" w:rsidRDefault="00465517" w:rsidP="0024436D">
      <w:pPr>
        <w:pStyle w:val="Langtext"/>
      </w:pPr>
      <w:r>
        <w:t>Rückseite: Standardmäßig beidseitig das gleiche Dekor</w:t>
      </w:r>
    </w:p>
    <w:p w14:paraId="7EEAE008" w14:textId="77777777" w:rsidR="00465517" w:rsidRDefault="00465517" w:rsidP="0024436D">
      <w:pPr>
        <w:pStyle w:val="Langtext"/>
      </w:pPr>
      <w:r>
        <w:t>Oberfläche: AP</w:t>
      </w:r>
    </w:p>
    <w:p w14:paraId="13A18374" w14:textId="77777777" w:rsidR="00465517" w:rsidRDefault="00465517" w:rsidP="0024436D">
      <w:pPr>
        <w:pStyle w:val="Langtext"/>
      </w:pPr>
      <w:r>
        <w:t>Typ (CGS/CGF): _ _ _</w:t>
      </w:r>
    </w:p>
    <w:p w14:paraId="363CA606" w14:textId="77777777" w:rsidR="00465517" w:rsidRDefault="00465517" w:rsidP="0024436D">
      <w:pPr>
        <w:pStyle w:val="Langtext"/>
      </w:pPr>
      <w:r>
        <w:t>Plattendicke (4 bis 14 mm): _ _ _</w:t>
      </w:r>
    </w:p>
    <w:p w14:paraId="4FBA0673" w14:textId="77777777" w:rsidR="00465517" w:rsidRDefault="00465517" w:rsidP="0024436D">
      <w:pPr>
        <w:pStyle w:val="Langtext"/>
      </w:pPr>
      <w:r>
        <w:t>Plattenformat: _ _ _</w:t>
      </w:r>
    </w:p>
    <w:p w14:paraId="2E96548D" w14:textId="77777777" w:rsidR="00465517" w:rsidRDefault="00465517" w:rsidP="0024436D">
      <w:pPr>
        <w:pStyle w:val="Langtext"/>
      </w:pPr>
      <w:proofErr w:type="spellStart"/>
      <w:r>
        <w:t>Besäumschnitte</w:t>
      </w:r>
      <w:proofErr w:type="spellEnd"/>
      <w:r>
        <w:t xml:space="preserve"> sind auszuführen! (z.B.: 4100 x 1300 mm = 4090 x 1290 mm)</w:t>
      </w:r>
    </w:p>
    <w:p w14:paraId="583678D7" w14:textId="77777777" w:rsidR="00465517" w:rsidRDefault="00465517" w:rsidP="0024436D">
      <w:pPr>
        <w:pStyle w:val="Langtext"/>
      </w:pPr>
      <w:r>
        <w:t>Toleranzen: +10 / -0 mm</w:t>
      </w:r>
    </w:p>
    <w:p w14:paraId="3CC6C538" w14:textId="77777777" w:rsidR="00465517" w:rsidRDefault="00465517" w:rsidP="0024436D">
      <w:pPr>
        <w:pStyle w:val="Langtext"/>
      </w:pPr>
      <w:r>
        <w:t>z.B. Max Compact Interior von Fundermax oder Gleichwertiges.</w:t>
      </w:r>
    </w:p>
    <w:p w14:paraId="3088CB83" w14:textId="77777777" w:rsidR="00465517" w:rsidRDefault="00465517" w:rsidP="0024436D">
      <w:pPr>
        <w:pStyle w:val="Langtext"/>
      </w:pPr>
      <w:r>
        <w:t>Angebotenes Erzeugnis: (....)</w:t>
      </w:r>
    </w:p>
    <w:p w14:paraId="0AF43616" w14:textId="77777777" w:rsidR="00465517" w:rsidRDefault="00465517" w:rsidP="0024436D">
      <w:pPr>
        <w:pStyle w:val="TrennungULG"/>
        <w:keepNext w:val="0"/>
      </w:pPr>
    </w:p>
    <w:p w14:paraId="55CBA722" w14:textId="77777777" w:rsidR="00465517" w:rsidRDefault="00465517" w:rsidP="0024436D">
      <w:pPr>
        <w:pStyle w:val="ULG"/>
        <w:keepLines/>
      </w:pPr>
      <w:r>
        <w:t>FG.FD</w:t>
      </w:r>
      <w:r>
        <w:rPr>
          <w:sz w:val="12"/>
        </w:rPr>
        <w:t xml:space="preserve"> + </w:t>
      </w:r>
      <w:r>
        <w:t xml:space="preserve">HPL </w:t>
      </w:r>
      <w:proofErr w:type="spellStart"/>
      <w:r>
        <w:t>Kompaktpl.m.doppelt</w:t>
      </w:r>
      <w:proofErr w:type="spellEnd"/>
      <w:r>
        <w:t xml:space="preserve"> geh./</w:t>
      </w:r>
      <w:proofErr w:type="spellStart"/>
      <w:r>
        <w:t>vern</w:t>
      </w:r>
      <w:proofErr w:type="spellEnd"/>
      <w:r>
        <w:t>./</w:t>
      </w:r>
      <w:proofErr w:type="spellStart"/>
      <w:r>
        <w:t>geschl.Besch</w:t>
      </w:r>
      <w:proofErr w:type="spellEnd"/>
      <w:r>
        <w:t>. (FUNDERMAX)</w:t>
      </w:r>
    </w:p>
    <w:p w14:paraId="00D7A596" w14:textId="77777777" w:rsidR="00465517" w:rsidRDefault="00465517" w:rsidP="0024436D">
      <w:pPr>
        <w:pStyle w:val="Langtext"/>
      </w:pPr>
      <w:r>
        <w:t>Version: 2022-04</w:t>
      </w:r>
    </w:p>
    <w:p w14:paraId="6BF823FC" w14:textId="77777777" w:rsidR="00465517" w:rsidRDefault="00465517" w:rsidP="0024436D">
      <w:pPr>
        <w:pStyle w:val="Langtext"/>
      </w:pPr>
      <w:r>
        <w:t>Im Folgenden ist das Liefern von HPL Kompaktplatten mit einer doppelt gehärteten, vernetzten und geschlossenen Beschichtung beschrieben.</w:t>
      </w:r>
    </w:p>
    <w:p w14:paraId="2989791B" w14:textId="77777777" w:rsidR="00465517" w:rsidRDefault="00465517" w:rsidP="00D157A8">
      <w:pPr>
        <w:pStyle w:val="Langtext"/>
      </w:pPr>
      <w:r>
        <w:t>Die Montage hat entsprechend den statischen Erfordernissen zu erfolgen und ist in eigenen Positionen auszuschreiben.</w:t>
      </w:r>
    </w:p>
    <w:p w14:paraId="19F7B7E2" w14:textId="77777777" w:rsidR="00465517" w:rsidRDefault="00465517" w:rsidP="00D157A8">
      <w:pPr>
        <w:pStyle w:val="Langtext"/>
      </w:pPr>
      <w:r>
        <w:t>Die Angaben des Plattenhersteller bezüglich Liefer-, Montage- bzw. Einbaubedingungen sowie Verarbeitungsrichtlinien sind zu beachten.</w:t>
      </w:r>
    </w:p>
    <w:p w14:paraId="4F561FFC" w14:textId="77777777" w:rsidR="00465517" w:rsidRDefault="00465517" w:rsidP="00D157A8">
      <w:pPr>
        <w:pStyle w:val="Langtext"/>
      </w:pPr>
      <w:r>
        <w:t>Nach Fertigstellung des Bauvorhabens muss eine Endreinigung gemäß den Empfehlungen des HPL Plattenherstellers an den verbauten HPL Kompaktplatten durchgeführt werden.</w:t>
      </w:r>
    </w:p>
    <w:p w14:paraId="3615D9F1" w14:textId="77777777" w:rsidR="00465517" w:rsidRDefault="00465517" w:rsidP="00D157A8">
      <w:pPr>
        <w:pStyle w:val="Langtext"/>
      </w:pPr>
    </w:p>
    <w:p w14:paraId="7F56D2C1" w14:textId="77777777" w:rsidR="00465517" w:rsidRDefault="00465517" w:rsidP="00D157A8">
      <w:pPr>
        <w:pStyle w:val="Langtext"/>
      </w:pPr>
      <w:r>
        <w:t>Angaben zum Plattenmaterial:</w:t>
      </w:r>
    </w:p>
    <w:p w14:paraId="40E03F02" w14:textId="77777777" w:rsidR="00465517" w:rsidRDefault="00465517" w:rsidP="00D157A8">
      <w:pPr>
        <w:pStyle w:val="Langtext"/>
      </w:pPr>
      <w:r>
        <w:t xml:space="preserve">Als HPL (High </w:t>
      </w:r>
      <w:proofErr w:type="spellStart"/>
      <w:r>
        <w:t>Pressure</w:t>
      </w:r>
      <w:proofErr w:type="spellEnd"/>
      <w:r>
        <w:t xml:space="preserve"> Laminates) Kompaktplatten mit einer doppelt gehärteten, vernetzten und geschlossenen Beschichtung bezeichnet man dekorative Hochdruck-Schichtpressstoffplatten welche aus einen Phenolharzimprägnierten Kern bestehen welcher mit einen Melaminharzimprägnierten Dekorpapier mit einer doppelt gehärteten, vernetzten und geschlossenen Urethan-Acrylat-Beschichtung beidseitig belegt wird. Sie werden vor allem an stark frequentierten Plätzen mit erhöhten Reinigungs- oder Hygieneanforderungen wie Spitälern, Schulen, Kindergärten, Sanitärräumen in Hotels und im öffentlichen Bereich sowie Gebäuden mit fallweise erhöhtem Infektionsrisiko (Flughäfen, Bahnhöfe), Großküchen, Lebensmittelindustrie, öffentlicher Verkehr, eingesetzt.</w:t>
      </w:r>
    </w:p>
    <w:p w14:paraId="75DE042B" w14:textId="77777777" w:rsidR="00465517" w:rsidRDefault="00465517" w:rsidP="00D157A8">
      <w:pPr>
        <w:pStyle w:val="Langtext"/>
      </w:pPr>
      <w:r>
        <w:t>Die Herstellung dieser HPL Kompaktplatten mit einer doppelt gehärteten, vernetzten und geschlossenen Beschichtung erfolgt gemäß der EN 438 Teil 4, Typ CGS oder CGF - Klassifizierung und Spezifikationen für Kompakt-Schichtpressstoffe mit einer Dicke von 2 mm und größer.</w:t>
      </w:r>
    </w:p>
    <w:p w14:paraId="6152DAA8" w14:textId="77777777" w:rsidR="00465517" w:rsidRDefault="00465517" w:rsidP="00D157A8">
      <w:pPr>
        <w:pStyle w:val="Langtext"/>
      </w:pPr>
      <w:r>
        <w:t>Die HPL Kompaktplatten mit einer doppelt gehärteten, vernetzten und geschlossenen Beschichtung zeichnen sich durch ihre hohe Widerstandsfähigkeit gegen Abrieb, Stoß und Verkratzen, sowie durch eine gute Wärmebeständigkeit aus. Ebenfalls ist die Oberfläche weitgehend unempfindlich gegenüber schärferen Reinigungs- und Desinfektionsmittel, hygienisch, leicht zu reinigen und weist eine sehr gute Beständigkeit gegenüber Chemikalien auf.</w:t>
      </w:r>
    </w:p>
    <w:p w14:paraId="429B54BE" w14:textId="77777777" w:rsidR="00465517" w:rsidRDefault="00465517" w:rsidP="00D157A8">
      <w:pPr>
        <w:pStyle w:val="Langtext"/>
      </w:pPr>
    </w:p>
    <w:p w14:paraId="5C0EE493" w14:textId="77777777" w:rsidR="00465517" w:rsidRDefault="00465517" w:rsidP="00D157A8">
      <w:pPr>
        <w:pStyle w:val="Langtext"/>
        <w:keepNext/>
        <w:keepLines/>
      </w:pPr>
      <w:r>
        <w:t>Technische Beschreibung:</w:t>
      </w:r>
    </w:p>
    <w:p w14:paraId="4263B64A" w14:textId="77777777" w:rsidR="00465517" w:rsidRDefault="00465517" w:rsidP="00D157A8">
      <w:pPr>
        <w:pStyle w:val="Langtext"/>
        <w:keepNext/>
        <w:keepLines/>
      </w:pPr>
    </w:p>
    <w:p w14:paraId="06551B63" w14:textId="77777777" w:rsidR="00465517" w:rsidRDefault="00465517" w:rsidP="00D157A8">
      <w:pPr>
        <w:pStyle w:val="Langtext"/>
      </w:pPr>
      <w:r>
        <w:t>• Lichtechtheit: ≥ Grad 4 gemäß EN 438-2:2016</w:t>
      </w:r>
    </w:p>
    <w:p w14:paraId="0A086B07" w14:textId="77777777" w:rsidR="00465517" w:rsidRDefault="00465517" w:rsidP="00D157A8">
      <w:pPr>
        <w:pStyle w:val="Langtext"/>
      </w:pPr>
      <w:r>
        <w:t>• Kratzfestigkeit: ≥ Grad 3 (4N) gemäß EN 438-2:2016</w:t>
      </w:r>
    </w:p>
    <w:p w14:paraId="7FFE98A5" w14:textId="77777777" w:rsidR="00465517" w:rsidRDefault="00465517" w:rsidP="00D157A8">
      <w:pPr>
        <w:pStyle w:val="Langtext"/>
      </w:pPr>
      <w:r>
        <w:lastRenderedPageBreak/>
        <w:t>• Oberflächenabrieb: ≥ 150 Umdrehungen gemäß EN 438-2:2016</w:t>
      </w:r>
    </w:p>
    <w:p w14:paraId="6532FF7B" w14:textId="77777777" w:rsidR="00465517" w:rsidRDefault="00465517" w:rsidP="00D157A8">
      <w:pPr>
        <w:pStyle w:val="Langtext"/>
      </w:pPr>
      <w:r>
        <w:t>• Stoßbeanspruchung mit kleiner Kugel: ≤ 10mm gemäß EN 438-2:2016</w:t>
      </w:r>
    </w:p>
    <w:p w14:paraId="707FF02A" w14:textId="77777777" w:rsidR="00465517" w:rsidRDefault="00465517" w:rsidP="00D157A8">
      <w:pPr>
        <w:pStyle w:val="Langtext"/>
      </w:pPr>
      <w:r>
        <w:t>• Fleckenunempfindlichkeit: ≥ Grad 4 gemäß EN 438-2:2016</w:t>
      </w:r>
    </w:p>
    <w:p w14:paraId="772D7D55" w14:textId="77777777" w:rsidR="00465517" w:rsidRDefault="00465517" w:rsidP="00D157A8">
      <w:pPr>
        <w:pStyle w:val="Langtext"/>
      </w:pPr>
      <w:r>
        <w:t xml:space="preserve">• Oberfläche: Lösemittelbeständig, kratzfestig, leicht zu reinigen, hitzebeständig, </w:t>
      </w:r>
      <w:proofErr w:type="spellStart"/>
      <w:r>
        <w:t>schlagzäh</w:t>
      </w:r>
      <w:proofErr w:type="spellEnd"/>
      <w:r>
        <w:t>, widerstandsfähig, chemikalienbeständig</w:t>
      </w:r>
    </w:p>
    <w:p w14:paraId="272E0C4F" w14:textId="77777777" w:rsidR="00465517" w:rsidRDefault="00465517" w:rsidP="00D157A8">
      <w:pPr>
        <w:pStyle w:val="Langtext"/>
      </w:pPr>
      <w:r>
        <w:t>• Biegefestigkeit: ≥ 80 MPa gemäß EN 438-2:2016</w:t>
      </w:r>
    </w:p>
    <w:p w14:paraId="2C9AF1DE" w14:textId="77777777" w:rsidR="00465517" w:rsidRDefault="00465517" w:rsidP="00D157A8">
      <w:pPr>
        <w:pStyle w:val="Langtext"/>
      </w:pPr>
      <w:r>
        <w:t>• E-Modul: ≥ 9000 MPa gemäß EN 438-2:2016</w:t>
      </w:r>
    </w:p>
    <w:p w14:paraId="4F3D89D8" w14:textId="77777777" w:rsidR="00465517" w:rsidRDefault="00465517" w:rsidP="00D157A8">
      <w:pPr>
        <w:pStyle w:val="Langtext"/>
      </w:pPr>
      <w:r>
        <w:t>Brennbarkeit: Standardqualität:</w:t>
      </w:r>
    </w:p>
    <w:p w14:paraId="06DE0627" w14:textId="77777777" w:rsidR="00465517" w:rsidRDefault="00465517" w:rsidP="00D157A8">
      <w:pPr>
        <w:pStyle w:val="Langtext"/>
      </w:pPr>
      <w:r>
        <w:t xml:space="preserve">Typ CGS: </w:t>
      </w:r>
      <w:proofErr w:type="spellStart"/>
      <w:r>
        <w:t>Euroclass</w:t>
      </w:r>
      <w:proofErr w:type="spellEnd"/>
      <w:r>
        <w:t xml:space="preserve"> D-s2,d0 gemäß EN 13501-1</w:t>
      </w:r>
    </w:p>
    <w:p w14:paraId="0E9EC21D" w14:textId="77777777" w:rsidR="00465517" w:rsidRDefault="00465517" w:rsidP="00D157A8">
      <w:pPr>
        <w:pStyle w:val="Langtext"/>
      </w:pPr>
      <w:r>
        <w:t xml:space="preserve">Typ CGF: </w:t>
      </w:r>
      <w:proofErr w:type="spellStart"/>
      <w:r>
        <w:t>Euroclass</w:t>
      </w:r>
      <w:proofErr w:type="spellEnd"/>
      <w:r>
        <w:t xml:space="preserve"> B-s2,d0 gemäß EN 13501-1</w:t>
      </w:r>
    </w:p>
    <w:p w14:paraId="7B8991FF" w14:textId="77777777" w:rsidR="00465517" w:rsidRDefault="00465517" w:rsidP="00D157A8">
      <w:pPr>
        <w:pStyle w:val="Langtext"/>
      </w:pPr>
    </w:p>
    <w:p w14:paraId="67B2DE11" w14:textId="77777777" w:rsidR="00465517" w:rsidRDefault="00465517" w:rsidP="00D157A8">
      <w:pPr>
        <w:pStyle w:val="Langtext"/>
      </w:pPr>
      <w:r>
        <w:t>• Raumgewicht: ≥ 1350 kg/m3 EN 438-2:2016</w:t>
      </w:r>
    </w:p>
    <w:p w14:paraId="53FE2AE2" w14:textId="77777777" w:rsidR="00465517" w:rsidRDefault="00465517" w:rsidP="00D157A8">
      <w:pPr>
        <w:pStyle w:val="Langtext"/>
      </w:pPr>
      <w:r>
        <w:t>• Plattendicke: 2 bis 20 mm</w:t>
      </w:r>
    </w:p>
    <w:p w14:paraId="58C011D7" w14:textId="77777777" w:rsidR="00465517" w:rsidRDefault="00465517" w:rsidP="00D157A8">
      <w:pPr>
        <w:pStyle w:val="Langtext"/>
      </w:pPr>
      <w:r>
        <w:t>Plattenformate und Oberflächen:</w:t>
      </w:r>
    </w:p>
    <w:p w14:paraId="5B795AF7" w14:textId="77777777" w:rsidR="00465517" w:rsidRDefault="00465517" w:rsidP="00D157A8">
      <w:pPr>
        <w:pStyle w:val="Langtext"/>
      </w:pPr>
    </w:p>
    <w:p w14:paraId="59A3AB37" w14:textId="77777777" w:rsidR="00465517" w:rsidRDefault="00465517" w:rsidP="00D157A8">
      <w:pPr>
        <w:pStyle w:val="Langtext"/>
      </w:pPr>
      <w:r>
        <w:t>• GR: 2800 x 1300 mm = 3,64 m² FH, MT</w:t>
      </w:r>
    </w:p>
    <w:p w14:paraId="76EC55FD" w14:textId="77777777" w:rsidR="00465517" w:rsidRDefault="00465517" w:rsidP="00D157A8">
      <w:pPr>
        <w:pStyle w:val="Langtext"/>
      </w:pPr>
      <w:r>
        <w:t>• SP: 2800 x 1854 mm = 5,19 m2 FH, MT</w:t>
      </w:r>
    </w:p>
    <w:p w14:paraId="63ABB229" w14:textId="77777777" w:rsidR="00465517" w:rsidRDefault="00465517" w:rsidP="00D157A8">
      <w:pPr>
        <w:pStyle w:val="Langtext"/>
      </w:pPr>
      <w:r>
        <w:t>• JU: 4100 x 1300 mm = 5,33 m2 FH, MT</w:t>
      </w:r>
    </w:p>
    <w:p w14:paraId="4CDEB46C" w14:textId="77777777" w:rsidR="00465517" w:rsidRDefault="00465517" w:rsidP="00D157A8">
      <w:pPr>
        <w:pStyle w:val="Langtext"/>
      </w:pPr>
      <w:r>
        <w:t>• XL: 4100 x 1854 mm = 7,60 m2 FH, MT</w:t>
      </w:r>
    </w:p>
    <w:p w14:paraId="16BC71CC" w14:textId="77777777" w:rsidR="00465517" w:rsidRDefault="00465517" w:rsidP="00D157A8">
      <w:pPr>
        <w:pStyle w:val="Langtext"/>
      </w:pPr>
      <w:proofErr w:type="spellStart"/>
      <w:r>
        <w:t>Besäumschnitte</w:t>
      </w:r>
      <w:proofErr w:type="spellEnd"/>
      <w:r>
        <w:t xml:space="preserve"> sind auszuführen! (z.B.: 2800 x 1300 mm = 2790 x 1290 mm)</w:t>
      </w:r>
    </w:p>
    <w:p w14:paraId="56665B6D" w14:textId="77777777" w:rsidR="00465517" w:rsidRDefault="00465517" w:rsidP="00D157A8">
      <w:pPr>
        <w:pStyle w:val="Langtext"/>
      </w:pPr>
      <w:r>
        <w:t>Kern: Schwarz alternativ F-Qualität-Kern</w:t>
      </w:r>
    </w:p>
    <w:p w14:paraId="2FCE46E8" w14:textId="77777777" w:rsidR="00465517" w:rsidRDefault="00465517" w:rsidP="00D157A8">
      <w:pPr>
        <w:pStyle w:val="Kommentar"/>
      </w:pPr>
    </w:p>
    <w:p w14:paraId="1782F1C0" w14:textId="77777777" w:rsidR="00465517" w:rsidRDefault="00465517" w:rsidP="00D157A8">
      <w:pPr>
        <w:pStyle w:val="Kommentar"/>
      </w:pPr>
      <w:r>
        <w:t>Kommentar:</w:t>
      </w:r>
    </w:p>
    <w:p w14:paraId="15810076" w14:textId="77777777" w:rsidR="00465517" w:rsidRDefault="00465517" w:rsidP="00D157A8">
      <w:pPr>
        <w:pStyle w:val="Kommentar"/>
      </w:pPr>
      <w:r>
        <w:t>Produktspezifische Ausschreibungstexte (Produktbeschreibungen) sind für Ausschreibungen gemäß Bundesvergabegesetz (</w:t>
      </w:r>
      <w:proofErr w:type="spellStart"/>
      <w:r>
        <w:t>BVergG</w:t>
      </w:r>
      <w:proofErr w:type="spellEnd"/>
      <w:r>
        <w:t>) nicht geeignet.</w:t>
      </w:r>
    </w:p>
    <w:p w14:paraId="10FB5AB4" w14:textId="77777777" w:rsidR="00465517" w:rsidRDefault="00465517" w:rsidP="00D157A8">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15D368D6" w14:textId="77777777" w:rsidR="00465517" w:rsidRDefault="00465517" w:rsidP="00D157A8">
      <w:pPr>
        <w:pStyle w:val="TrennungPOS"/>
      </w:pPr>
    </w:p>
    <w:p w14:paraId="6A698B1E" w14:textId="77777777" w:rsidR="00465517" w:rsidRDefault="00465517" w:rsidP="00D157A8">
      <w:pPr>
        <w:pStyle w:val="GrundtextPosNr"/>
        <w:keepNext/>
        <w:keepLines/>
      </w:pPr>
      <w:r>
        <w:t>FG.FD 01</w:t>
      </w:r>
    </w:p>
    <w:p w14:paraId="6E0AF2A2" w14:textId="77777777" w:rsidR="00465517" w:rsidRDefault="00465517" w:rsidP="00D157A8">
      <w:pPr>
        <w:pStyle w:val="Folgeposition"/>
      </w:pPr>
      <w:r>
        <w:t xml:space="preserve"> </w:t>
      </w:r>
      <w:r>
        <w:rPr>
          <w:sz w:val="12"/>
        </w:rPr>
        <w:t>+</w:t>
      </w:r>
      <w:r>
        <w:tab/>
        <w:t xml:space="preserve">HPL Kompaktplatten </w:t>
      </w:r>
      <w:proofErr w:type="spellStart"/>
      <w:r>
        <w:t>m.Beschichtung</w:t>
      </w:r>
      <w:proofErr w:type="spellEnd"/>
      <w:r>
        <w:t xml:space="preserve"> </w:t>
      </w:r>
      <w:proofErr w:type="spellStart"/>
      <w:r>
        <w:t>Dekorgr.UNI</w:t>
      </w:r>
      <w:proofErr w:type="spellEnd"/>
      <w:r>
        <w:tab/>
        <w:t xml:space="preserve">m2 </w:t>
      </w:r>
    </w:p>
    <w:p w14:paraId="350B30E8" w14:textId="77777777" w:rsidR="00465517" w:rsidRDefault="00465517" w:rsidP="00D157A8">
      <w:pPr>
        <w:pStyle w:val="Langtext"/>
      </w:pPr>
      <w:r>
        <w:t>Kompaktplatten mit einer doppelt gehärteten, vernetzten und geschlossenen Beschichtung gemäß EN 438 - 4, nur liefern.</w:t>
      </w:r>
    </w:p>
    <w:p w14:paraId="095FF818" w14:textId="77777777" w:rsidR="00465517" w:rsidRDefault="00465517" w:rsidP="00D157A8">
      <w:pPr>
        <w:pStyle w:val="Langtext"/>
      </w:pPr>
      <w:r>
        <w:t xml:space="preserve">Baustoffklasse </w:t>
      </w:r>
      <w:proofErr w:type="spellStart"/>
      <w:r>
        <w:t>Euroclass</w:t>
      </w:r>
      <w:proofErr w:type="spellEnd"/>
      <w:r>
        <w:t>:</w:t>
      </w:r>
    </w:p>
    <w:p w14:paraId="41BD72F5" w14:textId="77777777" w:rsidR="00465517" w:rsidRDefault="00465517" w:rsidP="00D157A8">
      <w:pPr>
        <w:pStyle w:val="Langtext"/>
      </w:pPr>
      <w:r>
        <w:t>Typ CGS: D-s2,d0 nach EN 13501-1</w:t>
      </w:r>
    </w:p>
    <w:p w14:paraId="1BEFEA5C" w14:textId="77777777" w:rsidR="00465517" w:rsidRDefault="00465517" w:rsidP="00D157A8">
      <w:pPr>
        <w:pStyle w:val="Langtext"/>
      </w:pPr>
      <w:r>
        <w:t>Typ CGF: B-s2,d0 nach EN 13501-1</w:t>
      </w:r>
    </w:p>
    <w:p w14:paraId="5DFE9E97" w14:textId="77777777" w:rsidR="00465517" w:rsidRDefault="00465517" w:rsidP="00D157A8">
      <w:pPr>
        <w:pStyle w:val="Langtext"/>
      </w:pPr>
      <w:r>
        <w:t>Abgerechnet wird die gesamte abgewickelte Bekleidungsfläche.</w:t>
      </w:r>
    </w:p>
    <w:p w14:paraId="0C16F886" w14:textId="77777777" w:rsidR="00465517" w:rsidRDefault="00465517" w:rsidP="00D157A8">
      <w:pPr>
        <w:pStyle w:val="Langtext"/>
      </w:pPr>
      <w:r>
        <w:t>Dekorgruppe UNI</w:t>
      </w:r>
    </w:p>
    <w:p w14:paraId="6848F535" w14:textId="77777777" w:rsidR="00465517" w:rsidRDefault="00465517" w:rsidP="00D157A8">
      <w:pPr>
        <w:pStyle w:val="Langtext"/>
      </w:pPr>
      <w:r>
        <w:t>Dekornummer (gemäß aktueller Kollektion): _ _ _</w:t>
      </w:r>
    </w:p>
    <w:p w14:paraId="51F3EBDD" w14:textId="77777777" w:rsidR="00465517" w:rsidRDefault="00465517" w:rsidP="00D157A8">
      <w:pPr>
        <w:pStyle w:val="Langtext"/>
      </w:pPr>
      <w:r>
        <w:t>Rückseite: Standardmäßig beidseitig das gleiche Dekor</w:t>
      </w:r>
    </w:p>
    <w:p w14:paraId="15AC4F8F" w14:textId="77777777" w:rsidR="00465517" w:rsidRDefault="00465517" w:rsidP="00D157A8">
      <w:pPr>
        <w:pStyle w:val="Langtext"/>
      </w:pPr>
      <w:r>
        <w:t>Oberfläche IP</w:t>
      </w:r>
    </w:p>
    <w:p w14:paraId="0E74E55D" w14:textId="77777777" w:rsidR="00465517" w:rsidRDefault="00465517" w:rsidP="00D157A8">
      <w:pPr>
        <w:pStyle w:val="Langtext"/>
      </w:pPr>
      <w:r>
        <w:t>Typ (CGS/CGF): _ _ _</w:t>
      </w:r>
    </w:p>
    <w:p w14:paraId="358FCE0B" w14:textId="77777777" w:rsidR="00465517" w:rsidRDefault="00465517" w:rsidP="00D157A8">
      <w:pPr>
        <w:pStyle w:val="Langtext"/>
      </w:pPr>
      <w:r>
        <w:t>Plattendicke (10 bis 20 mm): _ _ _</w:t>
      </w:r>
    </w:p>
    <w:p w14:paraId="68E04ABE" w14:textId="77777777" w:rsidR="00465517" w:rsidRDefault="00465517" w:rsidP="00D157A8">
      <w:pPr>
        <w:pStyle w:val="Langtext"/>
      </w:pPr>
      <w:r>
        <w:t>Plattenformat: _ _ _</w:t>
      </w:r>
    </w:p>
    <w:p w14:paraId="7FA0578D" w14:textId="77777777" w:rsidR="00465517" w:rsidRDefault="00465517" w:rsidP="00D157A8">
      <w:pPr>
        <w:pStyle w:val="Langtext"/>
      </w:pPr>
    </w:p>
    <w:p w14:paraId="454BB814" w14:textId="77777777" w:rsidR="00465517" w:rsidRDefault="00465517" w:rsidP="00D157A8">
      <w:pPr>
        <w:pStyle w:val="Langtext"/>
      </w:pPr>
      <w:r>
        <w:t>• GR: 2800 x 1300 mm = 3,64 m2</w:t>
      </w:r>
    </w:p>
    <w:p w14:paraId="04E1BAD9" w14:textId="77777777" w:rsidR="00465517" w:rsidRDefault="00465517" w:rsidP="00D157A8">
      <w:pPr>
        <w:pStyle w:val="Langtext"/>
      </w:pPr>
      <w:r>
        <w:t>• SP: 2800 x 1854 mm = 5,19 m2</w:t>
      </w:r>
    </w:p>
    <w:p w14:paraId="62C9D9AB" w14:textId="77777777" w:rsidR="00465517" w:rsidRDefault="00465517" w:rsidP="00D157A8">
      <w:pPr>
        <w:pStyle w:val="Langtext"/>
      </w:pPr>
      <w:r>
        <w:t>• JU: 4100 x 1300 mm = 5,33 m2</w:t>
      </w:r>
    </w:p>
    <w:p w14:paraId="74B04FDB" w14:textId="77777777" w:rsidR="00465517" w:rsidRDefault="00465517" w:rsidP="00D157A8">
      <w:pPr>
        <w:pStyle w:val="Langtext"/>
      </w:pPr>
      <w:r>
        <w:t>• XL: 4100 x 1854 mm = 7,60 m2</w:t>
      </w:r>
    </w:p>
    <w:p w14:paraId="2AF4837D" w14:textId="77777777" w:rsidR="00465517" w:rsidRDefault="00465517" w:rsidP="00D157A8">
      <w:pPr>
        <w:pStyle w:val="Langtext"/>
      </w:pPr>
      <w:proofErr w:type="spellStart"/>
      <w:r>
        <w:t>Besäumschnitte</w:t>
      </w:r>
      <w:proofErr w:type="spellEnd"/>
      <w:r>
        <w:t xml:space="preserve"> sind auszuführen! (z.B.: 2800 x 1300 mm = 2790 x 1290 mm)</w:t>
      </w:r>
    </w:p>
    <w:p w14:paraId="016520DD" w14:textId="77777777" w:rsidR="00465517" w:rsidRDefault="00465517" w:rsidP="00D157A8">
      <w:pPr>
        <w:pStyle w:val="Langtext"/>
      </w:pPr>
      <w:r>
        <w:t>Toleranzen: +10 / -0 mm</w:t>
      </w:r>
    </w:p>
    <w:p w14:paraId="1FAA7895" w14:textId="77777777" w:rsidR="00465517" w:rsidRDefault="00465517" w:rsidP="00D157A8">
      <w:pPr>
        <w:pStyle w:val="Langtext"/>
      </w:pPr>
      <w:r>
        <w:t>z.B. Max Compact Interior Plus von Fundermax oder Gleichwertiges.</w:t>
      </w:r>
    </w:p>
    <w:p w14:paraId="69E0ABBE" w14:textId="77777777" w:rsidR="00465517" w:rsidRDefault="00465517" w:rsidP="00D157A8">
      <w:pPr>
        <w:pStyle w:val="Langtext"/>
      </w:pPr>
      <w:r>
        <w:t>Angebotenes Erzeugnis: (....)</w:t>
      </w:r>
    </w:p>
    <w:p w14:paraId="6B298587" w14:textId="77777777" w:rsidR="00465517" w:rsidRDefault="00465517" w:rsidP="00D157A8">
      <w:pPr>
        <w:pStyle w:val="TrennungPOS"/>
      </w:pPr>
    </w:p>
    <w:p w14:paraId="32F48AF9" w14:textId="77777777" w:rsidR="00465517" w:rsidRDefault="00465517" w:rsidP="00D157A8">
      <w:pPr>
        <w:pStyle w:val="GrundtextPosNr"/>
        <w:keepNext/>
        <w:keepLines/>
      </w:pPr>
      <w:r>
        <w:t>FG.FD 02</w:t>
      </w:r>
    </w:p>
    <w:p w14:paraId="6A8440E8" w14:textId="77777777" w:rsidR="00465517" w:rsidRDefault="00465517" w:rsidP="00D157A8">
      <w:pPr>
        <w:pStyle w:val="Folgeposition"/>
      </w:pPr>
      <w:r>
        <w:t xml:space="preserve"> </w:t>
      </w:r>
      <w:r>
        <w:rPr>
          <w:sz w:val="12"/>
        </w:rPr>
        <w:t>+</w:t>
      </w:r>
      <w:r>
        <w:tab/>
        <w:t xml:space="preserve">HPL Kompaktplatten </w:t>
      </w:r>
      <w:proofErr w:type="spellStart"/>
      <w:r>
        <w:t>m.Beschichtung</w:t>
      </w:r>
      <w:proofErr w:type="spellEnd"/>
      <w:r>
        <w:t xml:space="preserve"> </w:t>
      </w:r>
      <w:proofErr w:type="spellStart"/>
      <w:r>
        <w:t>Dekorgr.Nature</w:t>
      </w:r>
      <w:proofErr w:type="spellEnd"/>
      <w:r>
        <w:tab/>
        <w:t xml:space="preserve">m2 </w:t>
      </w:r>
    </w:p>
    <w:p w14:paraId="6EBAE4F0" w14:textId="77777777" w:rsidR="00465517" w:rsidRDefault="00465517" w:rsidP="00D157A8">
      <w:pPr>
        <w:pStyle w:val="Langtext"/>
      </w:pPr>
      <w:r>
        <w:t>Kompaktplatten mit einer doppelt gehärteten, vernetzten und geschlossenen Beschichtung gemäß EN 438 - 4, nur liefern.</w:t>
      </w:r>
    </w:p>
    <w:p w14:paraId="12EDB12B" w14:textId="77777777" w:rsidR="00465517" w:rsidRDefault="00465517" w:rsidP="00D157A8">
      <w:pPr>
        <w:pStyle w:val="Langtext"/>
      </w:pPr>
      <w:r>
        <w:t xml:space="preserve">Baustoffklasse </w:t>
      </w:r>
      <w:proofErr w:type="spellStart"/>
      <w:r>
        <w:t>Euroclass</w:t>
      </w:r>
      <w:proofErr w:type="spellEnd"/>
      <w:r>
        <w:t>:</w:t>
      </w:r>
    </w:p>
    <w:p w14:paraId="43B27A57" w14:textId="77777777" w:rsidR="00465517" w:rsidRDefault="00465517" w:rsidP="00D157A8">
      <w:pPr>
        <w:pStyle w:val="Langtext"/>
      </w:pPr>
      <w:r>
        <w:t>Typ CGS: D-s2,d0 nach EN 13501-1</w:t>
      </w:r>
    </w:p>
    <w:p w14:paraId="310C2C87" w14:textId="77777777" w:rsidR="00465517" w:rsidRDefault="00465517" w:rsidP="00D157A8">
      <w:pPr>
        <w:pStyle w:val="Langtext"/>
      </w:pPr>
      <w:r>
        <w:t>Typ CGF: B-s2,d0 nach EN 13501-1</w:t>
      </w:r>
    </w:p>
    <w:p w14:paraId="3B15177A" w14:textId="77777777" w:rsidR="00465517" w:rsidRDefault="00465517" w:rsidP="00D157A8">
      <w:pPr>
        <w:pStyle w:val="Langtext"/>
      </w:pPr>
      <w:r>
        <w:t>Abgerechnet wird die gesamte abgewickelte Bekleidungsfläche.</w:t>
      </w:r>
    </w:p>
    <w:p w14:paraId="33327465" w14:textId="77777777" w:rsidR="00465517" w:rsidRDefault="00465517" w:rsidP="00D157A8">
      <w:pPr>
        <w:pStyle w:val="Langtext"/>
      </w:pPr>
      <w:r>
        <w:t>Dekorgruppe Nature</w:t>
      </w:r>
    </w:p>
    <w:p w14:paraId="31A80EB3" w14:textId="77777777" w:rsidR="00465517" w:rsidRDefault="00465517" w:rsidP="00D157A8">
      <w:pPr>
        <w:pStyle w:val="Langtext"/>
      </w:pPr>
      <w:r>
        <w:t>Dekornummer (gemäß aktueller Kollektion): _ _ _</w:t>
      </w:r>
    </w:p>
    <w:p w14:paraId="1748B1DC" w14:textId="77777777" w:rsidR="00465517" w:rsidRDefault="00465517" w:rsidP="00D157A8">
      <w:pPr>
        <w:pStyle w:val="Langtext"/>
      </w:pPr>
      <w:r>
        <w:t>Rückseite: Standardmäßig beidseitig das gleiche Dekor</w:t>
      </w:r>
    </w:p>
    <w:p w14:paraId="5ADC0DAD" w14:textId="77777777" w:rsidR="00465517" w:rsidRDefault="00465517" w:rsidP="00D157A8">
      <w:pPr>
        <w:pStyle w:val="Langtext"/>
      </w:pPr>
      <w:r>
        <w:lastRenderedPageBreak/>
        <w:t>Oberfläche IP</w:t>
      </w:r>
    </w:p>
    <w:p w14:paraId="47058DFF" w14:textId="77777777" w:rsidR="00465517" w:rsidRDefault="00465517" w:rsidP="00D157A8">
      <w:pPr>
        <w:pStyle w:val="Langtext"/>
      </w:pPr>
      <w:r>
        <w:t>Typ (CGS/CGF): _ _ _</w:t>
      </w:r>
    </w:p>
    <w:p w14:paraId="3B255BE9" w14:textId="77777777" w:rsidR="00465517" w:rsidRDefault="00465517" w:rsidP="00D157A8">
      <w:pPr>
        <w:pStyle w:val="Langtext"/>
      </w:pPr>
      <w:r>
        <w:t>Plattendicke (10 bis 20 mm): _ _ _</w:t>
      </w:r>
    </w:p>
    <w:p w14:paraId="2343BF2E" w14:textId="77777777" w:rsidR="00465517" w:rsidRDefault="00465517" w:rsidP="00D157A8">
      <w:pPr>
        <w:pStyle w:val="Langtext"/>
      </w:pPr>
      <w:r>
        <w:t>Plattenformat: _ _ _</w:t>
      </w:r>
    </w:p>
    <w:p w14:paraId="790A10C3" w14:textId="77777777" w:rsidR="00465517" w:rsidRDefault="00465517" w:rsidP="00D157A8">
      <w:pPr>
        <w:pStyle w:val="Langtext"/>
      </w:pPr>
    </w:p>
    <w:p w14:paraId="12320CDE" w14:textId="77777777" w:rsidR="00465517" w:rsidRDefault="00465517" w:rsidP="00D157A8">
      <w:pPr>
        <w:pStyle w:val="Langtext"/>
      </w:pPr>
      <w:r>
        <w:t>• GR: 2800 x 1300 mm = 3,64 m2</w:t>
      </w:r>
    </w:p>
    <w:p w14:paraId="25245639" w14:textId="77777777" w:rsidR="00465517" w:rsidRDefault="00465517" w:rsidP="00D157A8">
      <w:pPr>
        <w:pStyle w:val="Langtext"/>
      </w:pPr>
      <w:r>
        <w:t>• SP: 2800 x 1854 mm = 5,19 m2</w:t>
      </w:r>
    </w:p>
    <w:p w14:paraId="7E0C9DAC" w14:textId="77777777" w:rsidR="00465517" w:rsidRDefault="00465517" w:rsidP="00D157A8">
      <w:pPr>
        <w:pStyle w:val="Langtext"/>
      </w:pPr>
      <w:r>
        <w:t>• JU: 4100 x 1300 mm = 5,33 m2</w:t>
      </w:r>
    </w:p>
    <w:p w14:paraId="4509CEF0" w14:textId="77777777" w:rsidR="00465517" w:rsidRDefault="00465517" w:rsidP="00D157A8">
      <w:pPr>
        <w:pStyle w:val="Langtext"/>
      </w:pPr>
      <w:r>
        <w:t>• XL: 4100 x 1854 mm = 7,60 m2</w:t>
      </w:r>
    </w:p>
    <w:p w14:paraId="2454A5FB" w14:textId="77777777" w:rsidR="00465517" w:rsidRDefault="00465517" w:rsidP="00D157A8">
      <w:pPr>
        <w:pStyle w:val="Langtext"/>
      </w:pPr>
      <w:proofErr w:type="spellStart"/>
      <w:r>
        <w:t>Besäumschnitte</w:t>
      </w:r>
      <w:proofErr w:type="spellEnd"/>
      <w:r>
        <w:t xml:space="preserve"> sind auszuführen! (z.B.: 2800 x 1300 mm = 2790 x 1290 mm)</w:t>
      </w:r>
    </w:p>
    <w:p w14:paraId="5E704B06" w14:textId="77777777" w:rsidR="00465517" w:rsidRDefault="00465517" w:rsidP="00D157A8">
      <w:pPr>
        <w:pStyle w:val="Langtext"/>
      </w:pPr>
      <w:r>
        <w:t>Toleranzen: +10 / -0 mm</w:t>
      </w:r>
    </w:p>
    <w:p w14:paraId="14FB11E7" w14:textId="77777777" w:rsidR="00465517" w:rsidRDefault="00465517" w:rsidP="00D157A8">
      <w:pPr>
        <w:pStyle w:val="Langtext"/>
      </w:pPr>
      <w:r>
        <w:t>z.B. Max Compact Interior Plus von Fundermax oder Gleichwertiges.</w:t>
      </w:r>
    </w:p>
    <w:p w14:paraId="7EEA93E5" w14:textId="77777777" w:rsidR="00465517" w:rsidRDefault="00465517" w:rsidP="00D157A8">
      <w:pPr>
        <w:pStyle w:val="Langtext"/>
      </w:pPr>
      <w:r>
        <w:t>Angebotenes Erzeugnis: (....)</w:t>
      </w:r>
    </w:p>
    <w:p w14:paraId="0838B540" w14:textId="77777777" w:rsidR="00465517" w:rsidRDefault="00465517" w:rsidP="00D157A8">
      <w:pPr>
        <w:pStyle w:val="TrennungPOS"/>
      </w:pPr>
    </w:p>
    <w:p w14:paraId="028E11E0" w14:textId="77777777" w:rsidR="00465517" w:rsidRDefault="00465517" w:rsidP="00D157A8">
      <w:pPr>
        <w:pStyle w:val="GrundtextPosNr"/>
        <w:keepNext/>
        <w:keepLines/>
      </w:pPr>
      <w:r>
        <w:t>FG.FD 03</w:t>
      </w:r>
    </w:p>
    <w:p w14:paraId="1F5065A4" w14:textId="77777777" w:rsidR="00465517" w:rsidRDefault="00465517" w:rsidP="00D157A8">
      <w:pPr>
        <w:pStyle w:val="Folgeposition"/>
      </w:pPr>
      <w:r>
        <w:t xml:space="preserve"> </w:t>
      </w:r>
      <w:r>
        <w:rPr>
          <w:sz w:val="12"/>
        </w:rPr>
        <w:t>+</w:t>
      </w:r>
      <w:r>
        <w:tab/>
        <w:t xml:space="preserve">HPL Kompaktplatten </w:t>
      </w:r>
      <w:proofErr w:type="spellStart"/>
      <w:r>
        <w:t>m.Beschichtung</w:t>
      </w:r>
      <w:proofErr w:type="spellEnd"/>
      <w:r>
        <w:t xml:space="preserve"> </w:t>
      </w:r>
      <w:proofErr w:type="spellStart"/>
      <w:r>
        <w:t>Dekorgr.Material</w:t>
      </w:r>
      <w:proofErr w:type="spellEnd"/>
      <w:r>
        <w:tab/>
        <w:t xml:space="preserve">m2 </w:t>
      </w:r>
    </w:p>
    <w:p w14:paraId="6A57FEF3" w14:textId="77777777" w:rsidR="00465517" w:rsidRDefault="00465517" w:rsidP="00D157A8">
      <w:pPr>
        <w:pStyle w:val="Langtext"/>
      </w:pPr>
      <w:r>
        <w:t>Kompaktplatten mit einer doppelt gehärteten, vernetzten und geschlossenen Beschichtung gemäß EN 438 - 4, nur liefern.</w:t>
      </w:r>
    </w:p>
    <w:p w14:paraId="4CDC8DDD" w14:textId="77777777" w:rsidR="00465517" w:rsidRDefault="00465517" w:rsidP="00D157A8">
      <w:pPr>
        <w:pStyle w:val="Langtext"/>
      </w:pPr>
      <w:r>
        <w:t xml:space="preserve">Baustoffklasse </w:t>
      </w:r>
      <w:proofErr w:type="spellStart"/>
      <w:r>
        <w:t>Euroclass</w:t>
      </w:r>
      <w:proofErr w:type="spellEnd"/>
      <w:r>
        <w:t>:</w:t>
      </w:r>
    </w:p>
    <w:p w14:paraId="443B2C1B" w14:textId="77777777" w:rsidR="00465517" w:rsidRDefault="00465517" w:rsidP="00D157A8">
      <w:pPr>
        <w:pStyle w:val="Langtext"/>
      </w:pPr>
      <w:r>
        <w:t>Typ CGS: D-s2,d0 nach EN 13501-1</w:t>
      </w:r>
    </w:p>
    <w:p w14:paraId="2D17D2F7" w14:textId="77777777" w:rsidR="00465517" w:rsidRDefault="00465517" w:rsidP="00D157A8">
      <w:pPr>
        <w:pStyle w:val="Langtext"/>
      </w:pPr>
      <w:r>
        <w:t>Typ CGF: B-s2,d0 nach EN 13501-1</w:t>
      </w:r>
    </w:p>
    <w:p w14:paraId="06050854" w14:textId="77777777" w:rsidR="00465517" w:rsidRDefault="00465517" w:rsidP="00D157A8">
      <w:pPr>
        <w:pStyle w:val="Langtext"/>
      </w:pPr>
      <w:r>
        <w:t>Abgerechnet wird die gesamte abgewickelte Bekleidungsfläche.</w:t>
      </w:r>
    </w:p>
    <w:p w14:paraId="0A1D33A5" w14:textId="77777777" w:rsidR="00465517" w:rsidRDefault="00465517" w:rsidP="00D157A8">
      <w:pPr>
        <w:pStyle w:val="Langtext"/>
      </w:pPr>
      <w:r>
        <w:t>Dekorgruppe Material</w:t>
      </w:r>
    </w:p>
    <w:p w14:paraId="1D52EC1A" w14:textId="77777777" w:rsidR="00465517" w:rsidRDefault="00465517" w:rsidP="00D157A8">
      <w:pPr>
        <w:pStyle w:val="Langtext"/>
      </w:pPr>
      <w:r>
        <w:t>Dekornummer (gemäß aktueller Kollektion): _ _ _</w:t>
      </w:r>
    </w:p>
    <w:p w14:paraId="11386CE7" w14:textId="77777777" w:rsidR="00465517" w:rsidRDefault="00465517" w:rsidP="00D157A8">
      <w:pPr>
        <w:pStyle w:val="Langtext"/>
      </w:pPr>
      <w:r>
        <w:t>Rückseite: Standardmäßig beidseitig das gleiche Dekor</w:t>
      </w:r>
    </w:p>
    <w:p w14:paraId="3CB68A06" w14:textId="77777777" w:rsidR="00465517" w:rsidRDefault="00465517" w:rsidP="00D157A8">
      <w:pPr>
        <w:pStyle w:val="Langtext"/>
      </w:pPr>
      <w:r>
        <w:t>Oberfläche IP</w:t>
      </w:r>
    </w:p>
    <w:p w14:paraId="41D9D32F" w14:textId="77777777" w:rsidR="00465517" w:rsidRDefault="00465517" w:rsidP="00D157A8">
      <w:pPr>
        <w:pStyle w:val="Langtext"/>
      </w:pPr>
      <w:r>
        <w:t>Typ (CGS/CGF): _ _ _</w:t>
      </w:r>
    </w:p>
    <w:p w14:paraId="5C878518" w14:textId="77777777" w:rsidR="00465517" w:rsidRDefault="00465517" w:rsidP="00D157A8">
      <w:pPr>
        <w:pStyle w:val="Langtext"/>
      </w:pPr>
      <w:r>
        <w:t>Plattendicke (10 bis 20 mm): _ _ _</w:t>
      </w:r>
    </w:p>
    <w:p w14:paraId="5609CD73" w14:textId="77777777" w:rsidR="00465517" w:rsidRDefault="00465517" w:rsidP="00D157A8">
      <w:pPr>
        <w:pStyle w:val="Langtext"/>
      </w:pPr>
      <w:r>
        <w:t>Plattenformat: _ _ _</w:t>
      </w:r>
    </w:p>
    <w:p w14:paraId="511B858D" w14:textId="77777777" w:rsidR="00465517" w:rsidRDefault="00465517" w:rsidP="00266908">
      <w:pPr>
        <w:pStyle w:val="Langtext"/>
      </w:pPr>
    </w:p>
    <w:p w14:paraId="27DF44B8" w14:textId="77777777" w:rsidR="00465517" w:rsidRDefault="00465517" w:rsidP="00266908">
      <w:pPr>
        <w:pStyle w:val="Langtext"/>
      </w:pPr>
      <w:r>
        <w:t>• GR: 2800 x 1300 mm = 3,64 m2</w:t>
      </w:r>
    </w:p>
    <w:p w14:paraId="3B5C2029" w14:textId="77777777" w:rsidR="00465517" w:rsidRDefault="00465517" w:rsidP="00266908">
      <w:pPr>
        <w:pStyle w:val="Langtext"/>
      </w:pPr>
      <w:r>
        <w:t>• SP: 2800 x 1854 mm = 5,19 m2</w:t>
      </w:r>
    </w:p>
    <w:p w14:paraId="584A8C26" w14:textId="77777777" w:rsidR="00465517" w:rsidRDefault="00465517" w:rsidP="00266908">
      <w:pPr>
        <w:pStyle w:val="Langtext"/>
      </w:pPr>
      <w:r>
        <w:t>• JU: 4100 x 1300 mm = 5,33 m2</w:t>
      </w:r>
    </w:p>
    <w:p w14:paraId="3EEF840B" w14:textId="77777777" w:rsidR="00465517" w:rsidRDefault="00465517" w:rsidP="00266908">
      <w:pPr>
        <w:pStyle w:val="Langtext"/>
      </w:pPr>
      <w:r>
        <w:t>• XL: 4100 x 1854 mm = 7,60 m2</w:t>
      </w:r>
    </w:p>
    <w:p w14:paraId="05A9659A" w14:textId="77777777" w:rsidR="00465517" w:rsidRDefault="00465517" w:rsidP="00266908">
      <w:pPr>
        <w:pStyle w:val="Langtext"/>
      </w:pPr>
      <w:proofErr w:type="spellStart"/>
      <w:r>
        <w:t>Besäumschnitte</w:t>
      </w:r>
      <w:proofErr w:type="spellEnd"/>
      <w:r>
        <w:t xml:space="preserve"> sind auszuführen! (z.B.: 2800 x 1300 mm = 2790 x 1290 mm)</w:t>
      </w:r>
    </w:p>
    <w:p w14:paraId="4EAB82FC" w14:textId="77777777" w:rsidR="00465517" w:rsidRDefault="00465517" w:rsidP="00266908">
      <w:pPr>
        <w:pStyle w:val="Langtext"/>
      </w:pPr>
      <w:r>
        <w:t>Toleranzen: +10 / -0 mm</w:t>
      </w:r>
    </w:p>
    <w:p w14:paraId="24CCE6AC" w14:textId="77777777" w:rsidR="00465517" w:rsidRDefault="00465517" w:rsidP="00266908">
      <w:pPr>
        <w:pStyle w:val="Langtext"/>
      </w:pPr>
      <w:r>
        <w:t>z.B. Max Compact Interior Plus von Fundermax oder Gleichwertiges.</w:t>
      </w:r>
    </w:p>
    <w:p w14:paraId="63BA2841" w14:textId="77777777" w:rsidR="00465517" w:rsidRDefault="00465517" w:rsidP="00266908">
      <w:pPr>
        <w:pStyle w:val="Langtext"/>
      </w:pPr>
      <w:r>
        <w:t>Angebotenes Erzeugnis: (....)</w:t>
      </w:r>
    </w:p>
    <w:p w14:paraId="77A7224C" w14:textId="77777777" w:rsidR="00465517" w:rsidRDefault="00465517" w:rsidP="00266908">
      <w:pPr>
        <w:pStyle w:val="TrennungULG"/>
        <w:keepNext w:val="0"/>
      </w:pPr>
    </w:p>
    <w:p w14:paraId="61DBB1E5" w14:textId="77777777" w:rsidR="00465517" w:rsidRDefault="00465517" w:rsidP="00266908">
      <w:pPr>
        <w:pStyle w:val="ULG"/>
        <w:keepLines/>
      </w:pPr>
      <w:r>
        <w:t>FG.FE</w:t>
      </w:r>
      <w:r>
        <w:rPr>
          <w:sz w:val="12"/>
        </w:rPr>
        <w:t xml:space="preserve"> + </w:t>
      </w:r>
      <w:r>
        <w:t xml:space="preserve">HPL Kompaktplatten </w:t>
      </w:r>
      <w:proofErr w:type="spellStart"/>
      <w:r>
        <w:t>m.weißem</w:t>
      </w:r>
      <w:proofErr w:type="spellEnd"/>
      <w:r>
        <w:t xml:space="preserve"> Kern (FUNDERMAX)</w:t>
      </w:r>
    </w:p>
    <w:p w14:paraId="44449ACC" w14:textId="77777777" w:rsidR="00465517" w:rsidRDefault="00465517" w:rsidP="00266908">
      <w:pPr>
        <w:pStyle w:val="Langtext"/>
      </w:pPr>
      <w:r>
        <w:t>Version: 2022-04</w:t>
      </w:r>
    </w:p>
    <w:p w14:paraId="16F36093" w14:textId="77777777" w:rsidR="00465517" w:rsidRDefault="00465517" w:rsidP="00266908">
      <w:pPr>
        <w:pStyle w:val="Langtext"/>
      </w:pPr>
      <w:r>
        <w:t>Im Folgenden ist das Liefern von HPL Kompaktplatten mit weißem Kern beschrieben.</w:t>
      </w:r>
    </w:p>
    <w:p w14:paraId="11CCA06D" w14:textId="77777777" w:rsidR="00465517" w:rsidRDefault="00465517" w:rsidP="00266908">
      <w:pPr>
        <w:pStyle w:val="Langtext"/>
      </w:pPr>
      <w:r>
        <w:t>Die Montage hat entsprechend den statischen Erfordernissen zu erfolgen und ist in eigenen Positionen auszuschreiben.</w:t>
      </w:r>
    </w:p>
    <w:p w14:paraId="723331D6" w14:textId="77777777" w:rsidR="00465517" w:rsidRDefault="00465517" w:rsidP="00266908">
      <w:pPr>
        <w:pStyle w:val="Langtext"/>
      </w:pPr>
      <w:r>
        <w:t>Die Angaben des Plattenhersteller bezüglich Liefer-, Montage- bzw. Einbaubedingungen sowie Verarbeitungsrichtlinien sind zu beachten.</w:t>
      </w:r>
    </w:p>
    <w:p w14:paraId="310BE072" w14:textId="77777777" w:rsidR="00465517" w:rsidRDefault="00465517" w:rsidP="00266908">
      <w:pPr>
        <w:pStyle w:val="Langtext"/>
      </w:pPr>
      <w:r>
        <w:t>Nach Fertigstellung des Bauvorhabens muss eine Endreinigung gemäß den Empfehlungen des HPL Plattenherstellers an den verbauten HPL Kompaktplatten durchgeführt werden.</w:t>
      </w:r>
    </w:p>
    <w:p w14:paraId="2FAE3913" w14:textId="77777777" w:rsidR="00465517" w:rsidRDefault="00465517" w:rsidP="00266908">
      <w:pPr>
        <w:pStyle w:val="Langtext"/>
      </w:pPr>
    </w:p>
    <w:p w14:paraId="49D06891" w14:textId="77777777" w:rsidR="00465517" w:rsidRDefault="00465517" w:rsidP="00266908">
      <w:pPr>
        <w:pStyle w:val="Langtext"/>
      </w:pPr>
      <w:r>
        <w:t>Angaben zum Plattenmaterial:</w:t>
      </w:r>
    </w:p>
    <w:p w14:paraId="5B485445" w14:textId="77777777" w:rsidR="00465517" w:rsidRDefault="00465517" w:rsidP="00266908">
      <w:pPr>
        <w:pStyle w:val="Langtext"/>
      </w:pPr>
      <w:r>
        <w:t xml:space="preserve">Als HPL (High </w:t>
      </w:r>
      <w:proofErr w:type="spellStart"/>
      <w:r>
        <w:t>Pressure</w:t>
      </w:r>
      <w:proofErr w:type="spellEnd"/>
      <w:r>
        <w:t xml:space="preserve"> Laminates) Kompaktplatten mit weißem Kern bezeichnet man dekorative Hochdruck-Schichtpressstoffplatten welche aus einen Phenolharzimprägnierten Kern bestehen und eine Melaminharzimprägnierte Deckschicht haben. Sie werden vor allem für die Herstellung von hochbeanspruchten Möbelelementen und Objekteinrichtungen verwendet.</w:t>
      </w:r>
    </w:p>
    <w:p w14:paraId="00D5D3DB" w14:textId="77777777" w:rsidR="00465517" w:rsidRDefault="00465517" w:rsidP="00266908">
      <w:pPr>
        <w:pStyle w:val="Langtext"/>
      </w:pPr>
      <w:r>
        <w:t>Die Herstellung dieser HPL Kompaktplatten mit weißem Kern erfolgt gemäß der EN 438 Teil 9, Typ BCS - Klassifizierung und Spezifikationen für Kompakt-Schichtpressstoffe mit alternativem Kernaufbau.</w:t>
      </w:r>
    </w:p>
    <w:p w14:paraId="262D248B" w14:textId="77777777" w:rsidR="00465517" w:rsidRDefault="00465517" w:rsidP="00266908">
      <w:pPr>
        <w:pStyle w:val="Langtext"/>
      </w:pPr>
      <w:r>
        <w:t>Die HPL Kompaktplatten mit weißem Kern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2CDFB3E0" w14:textId="77777777" w:rsidR="00465517" w:rsidRDefault="00465517" w:rsidP="00266908">
      <w:pPr>
        <w:pStyle w:val="Langtext"/>
      </w:pPr>
    </w:p>
    <w:p w14:paraId="1D047361" w14:textId="77777777" w:rsidR="00465517" w:rsidRDefault="00465517" w:rsidP="00266908">
      <w:pPr>
        <w:pStyle w:val="Langtext"/>
        <w:keepNext/>
        <w:keepLines/>
      </w:pPr>
      <w:r>
        <w:t>Technische Beschreibung:</w:t>
      </w:r>
    </w:p>
    <w:p w14:paraId="4ECB07A6" w14:textId="77777777" w:rsidR="00465517" w:rsidRDefault="00465517" w:rsidP="00266908">
      <w:pPr>
        <w:pStyle w:val="Langtext"/>
        <w:keepNext/>
        <w:keepLines/>
      </w:pPr>
    </w:p>
    <w:p w14:paraId="5DF13E5C" w14:textId="77777777" w:rsidR="00465517" w:rsidRDefault="00465517" w:rsidP="00266908">
      <w:pPr>
        <w:pStyle w:val="Langtext"/>
      </w:pPr>
      <w:r>
        <w:t>• Lichtechtheit: ≥ Grad 4 gemäß EN 438-2:2016</w:t>
      </w:r>
    </w:p>
    <w:p w14:paraId="0AF249DC" w14:textId="77777777" w:rsidR="00465517" w:rsidRDefault="00465517" w:rsidP="00266908">
      <w:pPr>
        <w:pStyle w:val="Langtext"/>
      </w:pPr>
      <w:r>
        <w:t>• Kratzfestigkeit: ≥ Grad 3 (4N) gemäß EN 438-2:2016</w:t>
      </w:r>
    </w:p>
    <w:p w14:paraId="0C0828C2" w14:textId="77777777" w:rsidR="00465517" w:rsidRDefault="00465517" w:rsidP="00266908">
      <w:pPr>
        <w:pStyle w:val="Langtext"/>
      </w:pPr>
      <w:r>
        <w:lastRenderedPageBreak/>
        <w:t>• Oberflächenabrieb: ≥ 150 Umdrehungen gemäß EN 438-2:2016</w:t>
      </w:r>
    </w:p>
    <w:p w14:paraId="301057EB" w14:textId="77777777" w:rsidR="00465517" w:rsidRDefault="00465517" w:rsidP="00266908">
      <w:pPr>
        <w:pStyle w:val="Langtext"/>
      </w:pPr>
      <w:r>
        <w:t>• Fleckenunempfindlichkeit: ≥ Grad 4 gemäß EN 438-2:2016</w:t>
      </w:r>
    </w:p>
    <w:p w14:paraId="7E09AA1C" w14:textId="77777777" w:rsidR="00465517" w:rsidRDefault="00465517" w:rsidP="00266908">
      <w:pPr>
        <w:pStyle w:val="Langtext"/>
      </w:pPr>
      <w:r>
        <w:t xml:space="preserve">• Oberfläche: Lösemittelbeständig, kratzfest, leicht zu reinigen, hitzebeständig, lebensmittelecht, </w:t>
      </w:r>
      <w:proofErr w:type="spellStart"/>
      <w:r>
        <w:t>schlagzäh</w:t>
      </w:r>
      <w:proofErr w:type="spellEnd"/>
      <w:r>
        <w:t>, widerstandsfähig</w:t>
      </w:r>
    </w:p>
    <w:p w14:paraId="53CFE8E9" w14:textId="77777777" w:rsidR="00465517" w:rsidRDefault="00465517" w:rsidP="00266908">
      <w:pPr>
        <w:pStyle w:val="Langtext"/>
      </w:pPr>
      <w:r>
        <w:t>• Biegefestigkeit: ≥ 80 MPa gemäß EN 438-2:2016</w:t>
      </w:r>
    </w:p>
    <w:p w14:paraId="6A270C7B" w14:textId="77777777" w:rsidR="00465517" w:rsidRDefault="00465517" w:rsidP="00266908">
      <w:pPr>
        <w:pStyle w:val="Langtext"/>
      </w:pPr>
      <w:r>
        <w:t>• E-Modul: ≥ 9000 MPa gemäß EN 438-2:2016</w:t>
      </w:r>
    </w:p>
    <w:p w14:paraId="7716C2B7" w14:textId="77777777" w:rsidR="00465517" w:rsidRDefault="00465517" w:rsidP="00266908">
      <w:pPr>
        <w:pStyle w:val="Langtext"/>
      </w:pPr>
    </w:p>
    <w:p w14:paraId="3F38E63C" w14:textId="77777777" w:rsidR="00465517" w:rsidRDefault="00465517" w:rsidP="00266908">
      <w:pPr>
        <w:pStyle w:val="Langtext"/>
      </w:pPr>
      <w:r>
        <w:t>• Plattendicke: 5 bis 15 mm</w:t>
      </w:r>
    </w:p>
    <w:p w14:paraId="04E55A1A" w14:textId="77777777" w:rsidR="00465517" w:rsidRDefault="00465517" w:rsidP="00266908">
      <w:pPr>
        <w:pStyle w:val="Langtext"/>
      </w:pPr>
      <w:r>
        <w:t>Plattenformate und Oberflächen:</w:t>
      </w:r>
    </w:p>
    <w:p w14:paraId="6DBE43CD" w14:textId="77777777" w:rsidR="00465517" w:rsidRDefault="00465517" w:rsidP="00266908">
      <w:pPr>
        <w:pStyle w:val="Langtext"/>
      </w:pPr>
    </w:p>
    <w:p w14:paraId="373BFDB1" w14:textId="77777777" w:rsidR="00465517" w:rsidRDefault="00465517" w:rsidP="00266908">
      <w:pPr>
        <w:pStyle w:val="Langtext"/>
      </w:pPr>
      <w:r>
        <w:t>• JU: 4100 x 1300 mm = 5,33 m2 FH, MT</w:t>
      </w:r>
    </w:p>
    <w:p w14:paraId="138050A3" w14:textId="77777777" w:rsidR="00465517" w:rsidRDefault="00465517" w:rsidP="00266908">
      <w:pPr>
        <w:pStyle w:val="Langtext"/>
      </w:pPr>
      <w:r>
        <w:t>• XL: 4100 x 1854 mm = 7,60 m2 FH, MT</w:t>
      </w:r>
    </w:p>
    <w:p w14:paraId="3CA22ED1" w14:textId="77777777" w:rsidR="00465517" w:rsidRDefault="00465517" w:rsidP="00266908">
      <w:pPr>
        <w:pStyle w:val="Langtext"/>
      </w:pPr>
      <w:proofErr w:type="spellStart"/>
      <w:r>
        <w:t>Besäumschnitte</w:t>
      </w:r>
      <w:proofErr w:type="spellEnd"/>
      <w:r>
        <w:t xml:space="preserve"> sind auszuführen! (z.B.:4100 x 1300 mm = 4090 x 1290 mm)</w:t>
      </w:r>
    </w:p>
    <w:p w14:paraId="34EAEB35" w14:textId="77777777" w:rsidR="00465517" w:rsidRDefault="00465517" w:rsidP="00266908">
      <w:pPr>
        <w:pStyle w:val="Langtext"/>
      </w:pPr>
      <w:r>
        <w:t>Kern: weiß</w:t>
      </w:r>
    </w:p>
    <w:p w14:paraId="334E1D95" w14:textId="77777777" w:rsidR="00465517" w:rsidRDefault="00465517" w:rsidP="00266908">
      <w:pPr>
        <w:pStyle w:val="Kommentar"/>
      </w:pPr>
    </w:p>
    <w:p w14:paraId="56D1A1FD" w14:textId="77777777" w:rsidR="00465517" w:rsidRDefault="00465517" w:rsidP="00266908">
      <w:pPr>
        <w:pStyle w:val="Kommentar"/>
      </w:pPr>
      <w:r>
        <w:t>Kommentar:</w:t>
      </w:r>
    </w:p>
    <w:p w14:paraId="43403DFA" w14:textId="77777777" w:rsidR="00465517" w:rsidRDefault="00465517" w:rsidP="00266908">
      <w:pPr>
        <w:pStyle w:val="Kommentar"/>
      </w:pPr>
      <w:r>
        <w:t>Produktspezifische Ausschreibungstexte (Produktbeschreibungen) sind für Ausschreibungen gemäß Bundesvergabegesetz (</w:t>
      </w:r>
      <w:proofErr w:type="spellStart"/>
      <w:r>
        <w:t>BVergG</w:t>
      </w:r>
      <w:proofErr w:type="spellEnd"/>
      <w:r>
        <w:t>) nicht geeignet.</w:t>
      </w:r>
    </w:p>
    <w:p w14:paraId="12967C36" w14:textId="77777777" w:rsidR="00465517" w:rsidRDefault="00465517" w:rsidP="00266908">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3227D5AC" w14:textId="77777777" w:rsidR="00465517" w:rsidRDefault="00465517" w:rsidP="00266908">
      <w:pPr>
        <w:pStyle w:val="TrennungPOS"/>
      </w:pPr>
    </w:p>
    <w:p w14:paraId="3D3CE7D9" w14:textId="77777777" w:rsidR="00465517" w:rsidRDefault="00465517" w:rsidP="00266908">
      <w:pPr>
        <w:pStyle w:val="GrundtextPosNr"/>
        <w:keepNext/>
        <w:keepLines/>
      </w:pPr>
      <w:r>
        <w:t>FG.FE 01</w:t>
      </w:r>
    </w:p>
    <w:p w14:paraId="64974ACB" w14:textId="77777777" w:rsidR="00465517" w:rsidRDefault="00465517" w:rsidP="00266908">
      <w:pPr>
        <w:pStyle w:val="Folgeposition"/>
      </w:pPr>
      <w:r>
        <w:t xml:space="preserve"> </w:t>
      </w:r>
      <w:r>
        <w:rPr>
          <w:sz w:val="12"/>
        </w:rPr>
        <w:t>+</w:t>
      </w:r>
      <w:r>
        <w:tab/>
        <w:t xml:space="preserve">HPL Kompaktplatten </w:t>
      </w:r>
      <w:proofErr w:type="spellStart"/>
      <w:r>
        <w:t>m.weißem</w:t>
      </w:r>
      <w:proofErr w:type="spellEnd"/>
      <w:r>
        <w:t xml:space="preserve"> Kern </w:t>
      </w:r>
      <w:proofErr w:type="spellStart"/>
      <w:r>
        <w:t>Dekorgr.UNI</w:t>
      </w:r>
      <w:proofErr w:type="spellEnd"/>
      <w:r>
        <w:tab/>
        <w:t xml:space="preserve">m2 </w:t>
      </w:r>
    </w:p>
    <w:p w14:paraId="1B1D3B38" w14:textId="77777777" w:rsidR="00465517" w:rsidRDefault="00465517" w:rsidP="00266908">
      <w:pPr>
        <w:pStyle w:val="Langtext"/>
      </w:pPr>
      <w:r>
        <w:t>HPL Kompaktplatten mit weißem Kern gemäß EN 438 – 9, Typ BCS nur liefern.</w:t>
      </w:r>
    </w:p>
    <w:p w14:paraId="4B759548" w14:textId="77777777" w:rsidR="00465517" w:rsidRDefault="00465517" w:rsidP="00266908">
      <w:pPr>
        <w:pStyle w:val="Langtext"/>
      </w:pPr>
      <w:r>
        <w:t>Abgerechnet wird die gesamte abgewickelte Bekleidungsfläche.</w:t>
      </w:r>
    </w:p>
    <w:p w14:paraId="78ECBEFF" w14:textId="77777777" w:rsidR="00465517" w:rsidRDefault="00465517" w:rsidP="00266908">
      <w:pPr>
        <w:pStyle w:val="Langtext"/>
      </w:pPr>
      <w:r>
        <w:t>Dekorgruppe UNI</w:t>
      </w:r>
    </w:p>
    <w:p w14:paraId="2D6846A8" w14:textId="77777777" w:rsidR="00465517" w:rsidRDefault="00465517" w:rsidP="00266908">
      <w:pPr>
        <w:pStyle w:val="Langtext"/>
      </w:pPr>
      <w:r>
        <w:t>Dekornummer (gemäß aktueller Kollektion): _ _ _</w:t>
      </w:r>
    </w:p>
    <w:p w14:paraId="146B64FD" w14:textId="77777777" w:rsidR="00465517" w:rsidRDefault="00465517" w:rsidP="00266908">
      <w:pPr>
        <w:pStyle w:val="Langtext"/>
      </w:pPr>
      <w:r>
        <w:t>Rückseite: Standardmäßig beidseitig das gleiche Dekor</w:t>
      </w:r>
    </w:p>
    <w:p w14:paraId="770DFC19" w14:textId="77777777" w:rsidR="00465517" w:rsidRDefault="00465517" w:rsidP="00266908">
      <w:pPr>
        <w:pStyle w:val="Langtext"/>
      </w:pPr>
      <w:r>
        <w:t>Oberfläche FA</w:t>
      </w:r>
    </w:p>
    <w:p w14:paraId="6E8D4224" w14:textId="77777777" w:rsidR="00465517" w:rsidRDefault="00465517" w:rsidP="00266908">
      <w:pPr>
        <w:pStyle w:val="Langtext"/>
      </w:pPr>
      <w:r>
        <w:t>Typ (CGS/CGF): _ _ _</w:t>
      </w:r>
    </w:p>
    <w:p w14:paraId="3C2F510B" w14:textId="77777777" w:rsidR="00465517" w:rsidRDefault="00465517" w:rsidP="00266908">
      <w:pPr>
        <w:pStyle w:val="Langtext"/>
      </w:pPr>
      <w:r>
        <w:t>Plattendicke (4 bis 20 mm): _ _ _</w:t>
      </w:r>
    </w:p>
    <w:p w14:paraId="7E44F779" w14:textId="77777777" w:rsidR="00465517" w:rsidRDefault="00465517" w:rsidP="00266908">
      <w:pPr>
        <w:pStyle w:val="Langtext"/>
      </w:pPr>
      <w:r>
        <w:t>Plattenformat: _ _ _</w:t>
      </w:r>
    </w:p>
    <w:p w14:paraId="36D6CD0D" w14:textId="77777777" w:rsidR="00465517" w:rsidRDefault="00465517" w:rsidP="00266908">
      <w:pPr>
        <w:pStyle w:val="Langtext"/>
      </w:pPr>
    </w:p>
    <w:p w14:paraId="69853B5F" w14:textId="77777777" w:rsidR="00465517" w:rsidRDefault="00465517" w:rsidP="00266908">
      <w:pPr>
        <w:pStyle w:val="Langtext"/>
      </w:pPr>
      <w:r>
        <w:t>• SP: 2800 x 1854 mm = 5,19 m2</w:t>
      </w:r>
    </w:p>
    <w:p w14:paraId="37438893" w14:textId="77777777" w:rsidR="00465517" w:rsidRDefault="00465517" w:rsidP="00266908">
      <w:pPr>
        <w:pStyle w:val="Langtext"/>
      </w:pPr>
      <w:r>
        <w:t>• JU: 4100 x 1300 mm = 5,33 m2</w:t>
      </w:r>
    </w:p>
    <w:p w14:paraId="34DB39CF" w14:textId="77777777" w:rsidR="00465517" w:rsidRDefault="00465517" w:rsidP="00266908">
      <w:pPr>
        <w:pStyle w:val="Langtext"/>
      </w:pPr>
      <w:r>
        <w:t>• XL: 4100 x 1854 mm = 7,60 m2</w:t>
      </w:r>
    </w:p>
    <w:p w14:paraId="59457BD6" w14:textId="77777777" w:rsidR="00465517" w:rsidRDefault="00465517" w:rsidP="00266908">
      <w:pPr>
        <w:pStyle w:val="Langtext"/>
      </w:pPr>
      <w:proofErr w:type="spellStart"/>
      <w:r>
        <w:t>Besäumschnitte</w:t>
      </w:r>
      <w:proofErr w:type="spellEnd"/>
      <w:r>
        <w:t xml:space="preserve"> sind auszuführen! (z.B.: 4100 x 1300 mm = 4090 x 1290 mm)</w:t>
      </w:r>
    </w:p>
    <w:p w14:paraId="59AC9F13" w14:textId="77777777" w:rsidR="00465517" w:rsidRDefault="00465517" w:rsidP="00266908">
      <w:pPr>
        <w:pStyle w:val="Langtext"/>
      </w:pPr>
      <w:r>
        <w:t>Toleranzen: +10 / -0 mm</w:t>
      </w:r>
    </w:p>
    <w:p w14:paraId="4E5F900A" w14:textId="77777777" w:rsidR="00465517" w:rsidRDefault="00465517" w:rsidP="00266908">
      <w:pPr>
        <w:pStyle w:val="Langtext"/>
      </w:pPr>
      <w:r>
        <w:t>z.B. Max Compact Interior mit weißem Kern von Fundermax oder Gleichwertiges.</w:t>
      </w:r>
    </w:p>
    <w:p w14:paraId="4325BE4D" w14:textId="77777777" w:rsidR="00465517" w:rsidRDefault="00465517" w:rsidP="00266908">
      <w:pPr>
        <w:pStyle w:val="Langtext"/>
      </w:pPr>
      <w:r>
        <w:t>Angebotenes Erzeugnis: (....)</w:t>
      </w:r>
    </w:p>
    <w:p w14:paraId="1A0274AE" w14:textId="77777777" w:rsidR="00465517" w:rsidRDefault="00465517" w:rsidP="00266908">
      <w:pPr>
        <w:pStyle w:val="TrennungPOS"/>
      </w:pPr>
    </w:p>
    <w:p w14:paraId="6B42EF7B" w14:textId="77777777" w:rsidR="00465517" w:rsidRDefault="00465517" w:rsidP="00266908">
      <w:pPr>
        <w:pStyle w:val="GrundtextPosNr"/>
        <w:keepNext/>
        <w:keepLines/>
      </w:pPr>
      <w:r>
        <w:t>FG.FE 02</w:t>
      </w:r>
    </w:p>
    <w:p w14:paraId="01EA2B56" w14:textId="77777777" w:rsidR="00465517" w:rsidRDefault="00465517" w:rsidP="00266908">
      <w:pPr>
        <w:pStyle w:val="Folgeposition"/>
      </w:pPr>
      <w:r>
        <w:t xml:space="preserve"> </w:t>
      </w:r>
      <w:r>
        <w:rPr>
          <w:sz w:val="12"/>
        </w:rPr>
        <w:t>+</w:t>
      </w:r>
      <w:r>
        <w:tab/>
        <w:t xml:space="preserve">HPL Kompaktplatten </w:t>
      </w:r>
      <w:proofErr w:type="spellStart"/>
      <w:r>
        <w:t>m.weißem</w:t>
      </w:r>
      <w:proofErr w:type="spellEnd"/>
      <w:r>
        <w:t xml:space="preserve"> Kern </w:t>
      </w:r>
      <w:proofErr w:type="spellStart"/>
      <w:r>
        <w:t>Dekorgr.Nature</w:t>
      </w:r>
      <w:proofErr w:type="spellEnd"/>
      <w:r>
        <w:tab/>
        <w:t xml:space="preserve">m2 </w:t>
      </w:r>
    </w:p>
    <w:p w14:paraId="0F8D3A38" w14:textId="77777777" w:rsidR="00465517" w:rsidRDefault="00465517" w:rsidP="00266908">
      <w:pPr>
        <w:pStyle w:val="Langtext"/>
      </w:pPr>
      <w:r>
        <w:t>HPL Kompaktplatten mit weißem Kern gemäß EN 438 – 9, Typ BCS nur liefern.</w:t>
      </w:r>
    </w:p>
    <w:p w14:paraId="37FF1DC2" w14:textId="77777777" w:rsidR="00465517" w:rsidRDefault="00465517" w:rsidP="00266908">
      <w:pPr>
        <w:pStyle w:val="Langtext"/>
      </w:pPr>
      <w:r>
        <w:t>Abgerechnet wird die gesamte abgewickelte Bekleidungsfläche.</w:t>
      </w:r>
    </w:p>
    <w:p w14:paraId="51257AC9" w14:textId="77777777" w:rsidR="00465517" w:rsidRDefault="00465517" w:rsidP="00266908">
      <w:pPr>
        <w:pStyle w:val="Langtext"/>
      </w:pPr>
      <w:r>
        <w:t>Dekorgruppe Nature</w:t>
      </w:r>
    </w:p>
    <w:p w14:paraId="25E44CA9" w14:textId="77777777" w:rsidR="00465517" w:rsidRDefault="00465517" w:rsidP="00266908">
      <w:pPr>
        <w:pStyle w:val="Langtext"/>
      </w:pPr>
      <w:r>
        <w:t>Dekornummer (gemäß aktueller Kollektion): _ _ _</w:t>
      </w:r>
    </w:p>
    <w:p w14:paraId="425DA87D" w14:textId="77777777" w:rsidR="00465517" w:rsidRDefault="00465517" w:rsidP="00266908">
      <w:pPr>
        <w:pStyle w:val="Langtext"/>
      </w:pPr>
      <w:r>
        <w:t>Rückseite: Standardmäßig beidseitig das gleiche Dekor</w:t>
      </w:r>
    </w:p>
    <w:p w14:paraId="1E15ACFD" w14:textId="77777777" w:rsidR="00465517" w:rsidRDefault="00465517" w:rsidP="00266908">
      <w:pPr>
        <w:pStyle w:val="Langtext"/>
      </w:pPr>
      <w:r>
        <w:t>Oberfläche FA</w:t>
      </w:r>
    </w:p>
    <w:p w14:paraId="409A16C4" w14:textId="77777777" w:rsidR="00465517" w:rsidRDefault="00465517" w:rsidP="00266908">
      <w:pPr>
        <w:pStyle w:val="Langtext"/>
      </w:pPr>
      <w:r>
        <w:t>Typ (CGS/CGF): _ _ _</w:t>
      </w:r>
    </w:p>
    <w:p w14:paraId="72682129" w14:textId="77777777" w:rsidR="00465517" w:rsidRDefault="00465517" w:rsidP="00266908">
      <w:pPr>
        <w:pStyle w:val="Langtext"/>
      </w:pPr>
      <w:r>
        <w:t>Plattendicke (4 bis 20 mm): _ _ _</w:t>
      </w:r>
    </w:p>
    <w:p w14:paraId="1FCD186F" w14:textId="77777777" w:rsidR="00465517" w:rsidRDefault="00465517" w:rsidP="00266908">
      <w:pPr>
        <w:pStyle w:val="Langtext"/>
      </w:pPr>
      <w:r>
        <w:t>Plattenformat: _ _ _</w:t>
      </w:r>
    </w:p>
    <w:p w14:paraId="1A2F1B97" w14:textId="77777777" w:rsidR="00465517" w:rsidRDefault="00465517" w:rsidP="00266908">
      <w:pPr>
        <w:pStyle w:val="Langtext"/>
      </w:pPr>
    </w:p>
    <w:p w14:paraId="1C422B5A" w14:textId="77777777" w:rsidR="00465517" w:rsidRDefault="00465517" w:rsidP="00266908">
      <w:pPr>
        <w:pStyle w:val="Langtext"/>
      </w:pPr>
      <w:r>
        <w:t>• SP: 2800 x 1854 mm = 5,19 m2</w:t>
      </w:r>
    </w:p>
    <w:p w14:paraId="3185D7B7" w14:textId="77777777" w:rsidR="00465517" w:rsidRDefault="00465517" w:rsidP="00266908">
      <w:pPr>
        <w:pStyle w:val="Langtext"/>
      </w:pPr>
      <w:r>
        <w:t>• JU: 4100 x 1300 mm = 5,33 m2</w:t>
      </w:r>
    </w:p>
    <w:p w14:paraId="76B14DE9" w14:textId="77777777" w:rsidR="00465517" w:rsidRDefault="00465517" w:rsidP="00266908">
      <w:pPr>
        <w:pStyle w:val="Langtext"/>
      </w:pPr>
      <w:r>
        <w:t>• XL: 4100 x 1854 mm = 7,60 m2</w:t>
      </w:r>
    </w:p>
    <w:p w14:paraId="0B06D9F6" w14:textId="77777777" w:rsidR="00465517" w:rsidRDefault="00465517" w:rsidP="00266908">
      <w:pPr>
        <w:pStyle w:val="Langtext"/>
      </w:pPr>
      <w:proofErr w:type="spellStart"/>
      <w:r>
        <w:t>Besäumschnitte</w:t>
      </w:r>
      <w:proofErr w:type="spellEnd"/>
      <w:r>
        <w:t xml:space="preserve"> sind auszuführen! (z.B.: 4100 x 1300 mm = 4090 x 1290 mm)</w:t>
      </w:r>
    </w:p>
    <w:p w14:paraId="20E45EA7" w14:textId="77777777" w:rsidR="00465517" w:rsidRDefault="00465517" w:rsidP="00266908">
      <w:pPr>
        <w:pStyle w:val="Langtext"/>
      </w:pPr>
      <w:r>
        <w:t>Toleranzen: +10 / -0 mm</w:t>
      </w:r>
    </w:p>
    <w:p w14:paraId="740FED8E" w14:textId="77777777" w:rsidR="00465517" w:rsidRDefault="00465517" w:rsidP="00266908">
      <w:pPr>
        <w:pStyle w:val="Langtext"/>
      </w:pPr>
      <w:r>
        <w:t>z.B. Max Compact Interior mit weißem Kern von Fundermax oder Gleichwertiges.</w:t>
      </w:r>
    </w:p>
    <w:p w14:paraId="221945F7" w14:textId="77777777" w:rsidR="00465517" w:rsidRDefault="00465517" w:rsidP="00266908">
      <w:pPr>
        <w:pStyle w:val="Langtext"/>
      </w:pPr>
      <w:r>
        <w:t>Angebotenes Erzeugnis: (....)</w:t>
      </w:r>
    </w:p>
    <w:p w14:paraId="3E9DE56E" w14:textId="77777777" w:rsidR="00465517" w:rsidRDefault="00465517" w:rsidP="00266908">
      <w:pPr>
        <w:pStyle w:val="TrennungPOS"/>
      </w:pPr>
    </w:p>
    <w:p w14:paraId="4A77787D" w14:textId="77777777" w:rsidR="00465517" w:rsidRDefault="00465517" w:rsidP="00266908">
      <w:pPr>
        <w:pStyle w:val="GrundtextPosNr"/>
        <w:keepNext/>
        <w:keepLines/>
      </w:pPr>
      <w:r>
        <w:lastRenderedPageBreak/>
        <w:t>FG.FE 03</w:t>
      </w:r>
    </w:p>
    <w:p w14:paraId="645630D8" w14:textId="77777777" w:rsidR="00465517" w:rsidRDefault="00465517" w:rsidP="00266908">
      <w:pPr>
        <w:pStyle w:val="Folgeposition"/>
      </w:pPr>
      <w:r>
        <w:t xml:space="preserve"> </w:t>
      </w:r>
      <w:r>
        <w:rPr>
          <w:sz w:val="12"/>
        </w:rPr>
        <w:t>+</w:t>
      </w:r>
      <w:r>
        <w:tab/>
        <w:t xml:space="preserve">HPL Kompaktplatten </w:t>
      </w:r>
      <w:proofErr w:type="spellStart"/>
      <w:r>
        <w:t>m.weißem</w:t>
      </w:r>
      <w:proofErr w:type="spellEnd"/>
      <w:r>
        <w:t xml:space="preserve"> Kern </w:t>
      </w:r>
      <w:proofErr w:type="spellStart"/>
      <w:r>
        <w:t>Dekorgr.Material</w:t>
      </w:r>
      <w:proofErr w:type="spellEnd"/>
      <w:r>
        <w:tab/>
        <w:t xml:space="preserve">m2 </w:t>
      </w:r>
    </w:p>
    <w:p w14:paraId="599CBBB7" w14:textId="77777777" w:rsidR="00465517" w:rsidRDefault="00465517" w:rsidP="00266908">
      <w:pPr>
        <w:pStyle w:val="Langtext"/>
      </w:pPr>
      <w:r>
        <w:t>HPL Kompaktplatten mit weißem Kern gemäß EN 438 – 9, Typ BCS nur liefern.</w:t>
      </w:r>
    </w:p>
    <w:p w14:paraId="6CDA2EE0" w14:textId="77777777" w:rsidR="00465517" w:rsidRDefault="00465517" w:rsidP="00266908">
      <w:pPr>
        <w:pStyle w:val="Langtext"/>
      </w:pPr>
      <w:r>
        <w:t>Abgerechnet wird die gesamte abgewickelte Bekleidungsfläche.</w:t>
      </w:r>
    </w:p>
    <w:p w14:paraId="09452796" w14:textId="77777777" w:rsidR="00465517" w:rsidRDefault="00465517" w:rsidP="00266908">
      <w:pPr>
        <w:pStyle w:val="Langtext"/>
      </w:pPr>
      <w:r>
        <w:t>Dekorgruppe Material</w:t>
      </w:r>
    </w:p>
    <w:p w14:paraId="3D0C61A9" w14:textId="77777777" w:rsidR="00465517" w:rsidRDefault="00465517" w:rsidP="00266908">
      <w:pPr>
        <w:pStyle w:val="Langtext"/>
      </w:pPr>
      <w:r>
        <w:t>Dekornummer (gemäß aktueller Kollektion): _ _ _</w:t>
      </w:r>
    </w:p>
    <w:p w14:paraId="1F0B64C4" w14:textId="77777777" w:rsidR="00465517" w:rsidRDefault="00465517" w:rsidP="00266908">
      <w:pPr>
        <w:pStyle w:val="Langtext"/>
      </w:pPr>
      <w:r>
        <w:t>Rückseite: Standardmäßig beidseitig das gleiche Dekor</w:t>
      </w:r>
    </w:p>
    <w:p w14:paraId="13257AEA" w14:textId="77777777" w:rsidR="00465517" w:rsidRDefault="00465517" w:rsidP="00266908">
      <w:pPr>
        <w:pStyle w:val="Langtext"/>
      </w:pPr>
      <w:r>
        <w:t>Oberfläche FA</w:t>
      </w:r>
    </w:p>
    <w:p w14:paraId="1FE90FF8" w14:textId="77777777" w:rsidR="00465517" w:rsidRDefault="00465517" w:rsidP="00266908">
      <w:pPr>
        <w:pStyle w:val="Langtext"/>
      </w:pPr>
      <w:r>
        <w:t>Typ (CGS/CGF): _ _ _</w:t>
      </w:r>
    </w:p>
    <w:p w14:paraId="4B164FF8" w14:textId="77777777" w:rsidR="00465517" w:rsidRDefault="00465517" w:rsidP="00266908">
      <w:pPr>
        <w:pStyle w:val="Langtext"/>
      </w:pPr>
      <w:r>
        <w:t>Plattendicke (4 bis 20 mm): _ _ _</w:t>
      </w:r>
    </w:p>
    <w:p w14:paraId="3206C3BF" w14:textId="77777777" w:rsidR="00465517" w:rsidRDefault="00465517" w:rsidP="00266908">
      <w:pPr>
        <w:pStyle w:val="Langtext"/>
      </w:pPr>
      <w:r>
        <w:t>Plattenformat: _ _ _</w:t>
      </w:r>
    </w:p>
    <w:p w14:paraId="48904A62" w14:textId="77777777" w:rsidR="00465517" w:rsidRDefault="00465517" w:rsidP="00266908">
      <w:pPr>
        <w:pStyle w:val="Langtext"/>
      </w:pPr>
    </w:p>
    <w:p w14:paraId="62825CD4" w14:textId="77777777" w:rsidR="00465517" w:rsidRDefault="00465517" w:rsidP="00266908">
      <w:pPr>
        <w:pStyle w:val="Langtext"/>
      </w:pPr>
      <w:r>
        <w:t>• SP: 2800 x 1854 mm = 5,19 m2</w:t>
      </w:r>
    </w:p>
    <w:p w14:paraId="3E3018F1" w14:textId="77777777" w:rsidR="00465517" w:rsidRDefault="00465517" w:rsidP="00266908">
      <w:pPr>
        <w:pStyle w:val="Langtext"/>
      </w:pPr>
      <w:r>
        <w:t>• JU: 4100 x 1300 mm = 5,33 m2</w:t>
      </w:r>
    </w:p>
    <w:p w14:paraId="5639ACEB" w14:textId="77777777" w:rsidR="00465517" w:rsidRDefault="00465517" w:rsidP="00266908">
      <w:pPr>
        <w:pStyle w:val="Langtext"/>
      </w:pPr>
      <w:r>
        <w:t>• XL: 4100 x 1854 mm = 7,60 m2</w:t>
      </w:r>
    </w:p>
    <w:p w14:paraId="7DAB8544" w14:textId="77777777" w:rsidR="00465517" w:rsidRDefault="00465517" w:rsidP="00266908">
      <w:pPr>
        <w:pStyle w:val="Langtext"/>
      </w:pPr>
      <w:proofErr w:type="spellStart"/>
      <w:r>
        <w:t>Besäumschnitte</w:t>
      </w:r>
      <w:proofErr w:type="spellEnd"/>
      <w:r>
        <w:t xml:space="preserve"> sind auszuführen! (z.B.: 4100 x 1300 mm = 4090 x 1290 mm)</w:t>
      </w:r>
    </w:p>
    <w:p w14:paraId="38247000" w14:textId="77777777" w:rsidR="00465517" w:rsidRDefault="00465517" w:rsidP="00EE25B1">
      <w:pPr>
        <w:pStyle w:val="Langtext"/>
      </w:pPr>
      <w:r>
        <w:t>Toleranzen: +10 / -0 mm</w:t>
      </w:r>
    </w:p>
    <w:p w14:paraId="68E971DC" w14:textId="77777777" w:rsidR="00465517" w:rsidRDefault="00465517" w:rsidP="00EE25B1">
      <w:pPr>
        <w:pStyle w:val="Langtext"/>
      </w:pPr>
      <w:r>
        <w:t>z.B. Max Compact Interior mit weißem Kern von Fundermax oder Gleichwertiges.</w:t>
      </w:r>
    </w:p>
    <w:p w14:paraId="5EC1F829" w14:textId="77777777" w:rsidR="00465517" w:rsidRDefault="00465517" w:rsidP="00EE25B1">
      <w:pPr>
        <w:pStyle w:val="Langtext"/>
      </w:pPr>
      <w:r>
        <w:t>Angebotenes Erzeugnis: (....)</w:t>
      </w:r>
    </w:p>
    <w:p w14:paraId="525A24AB" w14:textId="77777777" w:rsidR="00465517" w:rsidRDefault="00465517" w:rsidP="00EE25B1">
      <w:pPr>
        <w:pStyle w:val="TrennungULG"/>
        <w:keepNext w:val="0"/>
      </w:pPr>
    </w:p>
    <w:p w14:paraId="673DA3E9" w14:textId="77777777" w:rsidR="00465517" w:rsidRDefault="00465517" w:rsidP="00EE25B1">
      <w:pPr>
        <w:pStyle w:val="ULG"/>
        <w:keepLines/>
      </w:pPr>
      <w:r>
        <w:t>FG.FF</w:t>
      </w:r>
      <w:r>
        <w:rPr>
          <w:sz w:val="12"/>
        </w:rPr>
        <w:t xml:space="preserve"> + </w:t>
      </w:r>
      <w:r>
        <w:t>Kompaktpl.doppelt.geh.,</w:t>
      </w:r>
      <w:proofErr w:type="spellStart"/>
      <w:r>
        <w:t>vern</w:t>
      </w:r>
      <w:proofErr w:type="spellEnd"/>
      <w:r>
        <w:t>.,</w:t>
      </w:r>
      <w:proofErr w:type="spellStart"/>
      <w:r>
        <w:t>geschl.chem-best.B</w:t>
      </w:r>
      <w:proofErr w:type="spellEnd"/>
      <w:r>
        <w:t>.(FUNDERMAX)</w:t>
      </w:r>
    </w:p>
    <w:p w14:paraId="42C62226" w14:textId="77777777" w:rsidR="00465517" w:rsidRDefault="00465517" w:rsidP="00EE25B1">
      <w:pPr>
        <w:pStyle w:val="Langtext"/>
      </w:pPr>
      <w:r>
        <w:t>Version: 2022-04</w:t>
      </w:r>
    </w:p>
    <w:p w14:paraId="4618D2FD" w14:textId="77777777" w:rsidR="00465517" w:rsidRDefault="00465517" w:rsidP="00EE25B1">
      <w:pPr>
        <w:pStyle w:val="Langtext"/>
      </w:pPr>
      <w:r>
        <w:t>Im Folgenden ist das Liefern von HPL Kompaktplatten mit einer doppelt gehärteten (geh.), vernetzten (</w:t>
      </w:r>
      <w:proofErr w:type="spellStart"/>
      <w:r>
        <w:t>vern</w:t>
      </w:r>
      <w:proofErr w:type="spellEnd"/>
      <w:r>
        <w:t>.) und geschlossenen (geschl.) chemikalienbeständigen Beschichtung (</w:t>
      </w:r>
      <w:proofErr w:type="spellStart"/>
      <w:r>
        <w:t>chem-best.B</w:t>
      </w:r>
      <w:proofErr w:type="spellEnd"/>
      <w:r>
        <w:t>.) beschrieben.</w:t>
      </w:r>
    </w:p>
    <w:p w14:paraId="4162FCD1" w14:textId="77777777" w:rsidR="00465517" w:rsidRDefault="00465517" w:rsidP="00EE25B1">
      <w:pPr>
        <w:pStyle w:val="Langtext"/>
      </w:pPr>
      <w:r>
        <w:t>Die Montage hat entsprechend den statischen Erfordernissen zu erfolgen und ist in eigenen Positionen auszuschreiben.</w:t>
      </w:r>
    </w:p>
    <w:p w14:paraId="0D89ADA7" w14:textId="77777777" w:rsidR="00465517" w:rsidRDefault="00465517" w:rsidP="00EE25B1">
      <w:pPr>
        <w:pStyle w:val="Langtext"/>
      </w:pPr>
      <w:r>
        <w:t>Die Angaben des Plattenhersteller bezüglich Liefer-, Montage- bzw. Einbaubedingungen sowie Verarbeitungsrichtlinien sind zu beachten.</w:t>
      </w:r>
    </w:p>
    <w:p w14:paraId="75D79D55" w14:textId="77777777" w:rsidR="00465517" w:rsidRDefault="00465517" w:rsidP="00EE25B1">
      <w:pPr>
        <w:pStyle w:val="Langtext"/>
      </w:pPr>
      <w:r>
        <w:t>Nach Fertigstellung des Bauvorhabens muss eine Endreinigung gemäß den Empfehlungen des HPL Plattenherstellers an den verbauten HPL Kompaktplatten durchgeführt werden.</w:t>
      </w:r>
    </w:p>
    <w:p w14:paraId="6BBBB286" w14:textId="77777777" w:rsidR="00465517" w:rsidRDefault="00465517" w:rsidP="00EE25B1">
      <w:pPr>
        <w:pStyle w:val="Langtext"/>
      </w:pPr>
    </w:p>
    <w:p w14:paraId="1ABCA735" w14:textId="77777777" w:rsidR="00465517" w:rsidRDefault="00465517" w:rsidP="00EE25B1">
      <w:pPr>
        <w:pStyle w:val="Langtext"/>
      </w:pPr>
      <w:r>
        <w:t>Angaben zum Plattenmaterial:</w:t>
      </w:r>
    </w:p>
    <w:p w14:paraId="52675EB7" w14:textId="77777777" w:rsidR="00465517" w:rsidRDefault="00465517" w:rsidP="00EE25B1">
      <w:pPr>
        <w:pStyle w:val="Langtext"/>
      </w:pPr>
      <w:r>
        <w:t xml:space="preserve">Als HPL (High </w:t>
      </w:r>
      <w:proofErr w:type="spellStart"/>
      <w:r>
        <w:t>Pressure</w:t>
      </w:r>
      <w:proofErr w:type="spellEnd"/>
      <w:r>
        <w:t xml:space="preserve"> Laminates) Kompaktplatten mit einer doppelt gehärteten, vernetzten und geschlossenen chemikalienbeständigen Beschichtung bezeichnet man dekorative Hochdruck-Schichtpressstoffplatten welche aus einen Phenolharzimprägnierten Kern bestehen welcher mit einen Melaminharzimprägnierten Dekorpapier mit einer doppelt gehärteten, vernetzten, porengeschlossenen, speziell entwickelten chemikalienbeständigen Polyurethan-Acrylat-Beschichtung beidseitig belegt wird. Sie werden vor allem an stark frequentierten Plätzen mit erhöhter Chemikalienbeständigkeits- oder Hygieneanforderungen wie alle Arten von Laboren, Krankenhäuser und Arztpraxen eingesetzt. Die Oberfläche wird direkt auf speziellen hartverchromten Stahlblechen erzeugt, bei der es nicht zum Einsatz einer Trägerfolie kommt. Zusätzlich ist die Oberflächenbeschichtung Silikonfrei.</w:t>
      </w:r>
    </w:p>
    <w:p w14:paraId="62A970BD" w14:textId="77777777" w:rsidR="00465517" w:rsidRDefault="00465517" w:rsidP="00EE25B1">
      <w:pPr>
        <w:pStyle w:val="Langtext"/>
      </w:pPr>
      <w:r>
        <w:t>Die Herstellung dieser HPL Kompaktplatten mit einer doppelt gehärteten, vernetzten und geschlossenen chemikalienbeständigen Beschichtung erfolgt gemäß der EN 438 Teil 4, Typ CGS - Klassifizierung und Spezifikationen für Kompakt-Schichtpressstoffe mit einer Dicke von 2 mm und größer.</w:t>
      </w:r>
    </w:p>
    <w:p w14:paraId="1956EFD5" w14:textId="77777777" w:rsidR="00465517" w:rsidRDefault="00465517" w:rsidP="00EE25B1">
      <w:pPr>
        <w:pStyle w:val="Langtext"/>
      </w:pPr>
      <w:r>
        <w:t xml:space="preserve">Die HPL Kompaktplatten mit einer doppelt gehärteten, vernetzten und geschlossenen chemikalienbeständigen Beschichtung zeichnen sich durch ihre hohe Widerstandsfähigkeit gegen Abrieb, Stoß und Verkratzen, sowie durch eine gute Wärme- und Feuchtigkeitsbeständigkeit aus. Ebenfalls ist die Oberfläche unempfindlich </w:t>
      </w:r>
      <w:proofErr w:type="gramStart"/>
      <w:r>
        <w:t>gegenüber schärferen Reinigungs- und Desinfektionsmittel</w:t>
      </w:r>
      <w:proofErr w:type="gramEnd"/>
      <w:r>
        <w:t>, hygienisch, leicht zu reinigen und weist ein hervorragende Beständigkeit gegenüber Chemikalien auf.</w:t>
      </w:r>
    </w:p>
    <w:p w14:paraId="373B8ACE" w14:textId="77777777" w:rsidR="00465517" w:rsidRDefault="00465517" w:rsidP="00EE25B1">
      <w:pPr>
        <w:pStyle w:val="Langtext"/>
      </w:pPr>
      <w:r>
        <w:t>Die HPL Kompaktplatten mit einer doppelt gehärteten, vernetzten und geschlossenen chemikalienbeständigen Beschichtung können als FSC oder PEFC zertifiziert bezogen werden.</w:t>
      </w:r>
    </w:p>
    <w:p w14:paraId="0248E52B" w14:textId="77777777" w:rsidR="00465517" w:rsidRDefault="00465517" w:rsidP="00EE25B1">
      <w:pPr>
        <w:pStyle w:val="Langtext"/>
      </w:pPr>
    </w:p>
    <w:p w14:paraId="418C5E6A" w14:textId="77777777" w:rsidR="00465517" w:rsidRDefault="00465517" w:rsidP="00EE25B1">
      <w:pPr>
        <w:pStyle w:val="Langtext"/>
      </w:pPr>
      <w:r>
        <w:t>Technische Beschreibung:</w:t>
      </w:r>
    </w:p>
    <w:p w14:paraId="410EE067" w14:textId="77777777" w:rsidR="00465517" w:rsidRDefault="00465517" w:rsidP="00EE25B1">
      <w:pPr>
        <w:pStyle w:val="Langtext"/>
      </w:pPr>
      <w:r>
        <w:t>• Lichtechtheit: ≥ Grad 4 gemäß EN 438-2:2016</w:t>
      </w:r>
    </w:p>
    <w:p w14:paraId="72C39C5E" w14:textId="77777777" w:rsidR="00465517" w:rsidRDefault="00465517" w:rsidP="00EE25B1">
      <w:pPr>
        <w:pStyle w:val="Langtext"/>
      </w:pPr>
      <w:r>
        <w:t>• Kratzfestigkeit: ≥ Grad 3-4 (4-6N) gemäß EN 438-2:2016</w:t>
      </w:r>
    </w:p>
    <w:p w14:paraId="5552B0E4" w14:textId="77777777" w:rsidR="00465517" w:rsidRDefault="00465517" w:rsidP="00EE25B1">
      <w:pPr>
        <w:pStyle w:val="Langtext"/>
      </w:pPr>
      <w:r>
        <w:t xml:space="preserve">• Oberflächenabrieb: ≥ 450 Umdrehungen </w:t>
      </w:r>
      <w:proofErr w:type="spellStart"/>
      <w:r>
        <w:t>bie</w:t>
      </w:r>
      <w:proofErr w:type="spellEnd"/>
      <w:r>
        <w:t xml:space="preserve"> UNI-Dekoren gemäß EN 438-2:2016</w:t>
      </w:r>
    </w:p>
    <w:p w14:paraId="605906A6" w14:textId="77777777" w:rsidR="00465517" w:rsidRDefault="00465517" w:rsidP="00EE25B1">
      <w:pPr>
        <w:pStyle w:val="Langtext"/>
      </w:pPr>
      <w:r>
        <w:t>• Stoßbeanspruchung m. kleiner Kugel: 8mm gemäß EN 438-2:2016</w:t>
      </w:r>
    </w:p>
    <w:p w14:paraId="5260F6C1" w14:textId="77777777" w:rsidR="00465517" w:rsidRDefault="00465517" w:rsidP="00EE25B1">
      <w:pPr>
        <w:pStyle w:val="Langtext"/>
      </w:pPr>
      <w:r>
        <w:t>• Fleckenunempfindlichkeit: ≥ Grad 5 gemäß EN 438-2:2016</w:t>
      </w:r>
    </w:p>
    <w:p w14:paraId="6CE72BE4" w14:textId="77777777" w:rsidR="00465517" w:rsidRDefault="00465517" w:rsidP="00EE25B1">
      <w:pPr>
        <w:pStyle w:val="Langtext"/>
      </w:pPr>
      <w:r>
        <w:t xml:space="preserve">• Oberfläche: Lösemittelbeständig, kratzfestig, leicht zu reinigen, hitzebeständig, </w:t>
      </w:r>
      <w:proofErr w:type="spellStart"/>
      <w:r>
        <w:t>schlagzäh</w:t>
      </w:r>
      <w:proofErr w:type="spellEnd"/>
      <w:r>
        <w:t>, widerstandsfähig, chemikalienbeständig, silikonfrei, und Dampfbeständig</w:t>
      </w:r>
    </w:p>
    <w:p w14:paraId="7B8BCB9A" w14:textId="77777777" w:rsidR="00465517" w:rsidRDefault="00465517" w:rsidP="00EE25B1">
      <w:pPr>
        <w:pStyle w:val="Langtext"/>
      </w:pPr>
      <w:r>
        <w:t>• Brennbarkeit: Standardqualität:</w:t>
      </w:r>
    </w:p>
    <w:p w14:paraId="3D0EC3DD" w14:textId="77777777" w:rsidR="00465517" w:rsidRDefault="00465517" w:rsidP="00EE25B1">
      <w:pPr>
        <w:pStyle w:val="Langtext"/>
      </w:pPr>
      <w:r>
        <w:t xml:space="preserve">Typ CGS: </w:t>
      </w:r>
      <w:proofErr w:type="spellStart"/>
      <w:r>
        <w:t>Euroclass</w:t>
      </w:r>
      <w:proofErr w:type="spellEnd"/>
      <w:r>
        <w:t xml:space="preserve"> D-s2,d0 gemäß EN 13501-1</w:t>
      </w:r>
    </w:p>
    <w:p w14:paraId="7A7CC4EE" w14:textId="77777777" w:rsidR="00465517" w:rsidRDefault="00465517" w:rsidP="00EE25B1">
      <w:pPr>
        <w:pStyle w:val="Langtext"/>
      </w:pPr>
      <w:r>
        <w:t>• Raumgewicht: ≥ 1350 kg/m3 gemäß EN 438-2:2016</w:t>
      </w:r>
    </w:p>
    <w:p w14:paraId="1F9BE1E3" w14:textId="77777777" w:rsidR="00465517" w:rsidRDefault="00465517" w:rsidP="00EE25B1">
      <w:pPr>
        <w:pStyle w:val="Langtext"/>
      </w:pPr>
      <w:r>
        <w:t>• Biegefestigkeit: ≥ 80 MPa gemäß EN 438-2:2016</w:t>
      </w:r>
    </w:p>
    <w:p w14:paraId="3A358C05" w14:textId="77777777" w:rsidR="00465517" w:rsidRDefault="00465517" w:rsidP="00EE25B1">
      <w:pPr>
        <w:pStyle w:val="Langtext"/>
      </w:pPr>
      <w:r>
        <w:lastRenderedPageBreak/>
        <w:t>• E-Modul: ≥ 9000 MPa gemäß EN 438-2:2016</w:t>
      </w:r>
    </w:p>
    <w:p w14:paraId="33496B64" w14:textId="77777777" w:rsidR="00465517" w:rsidRDefault="00465517" w:rsidP="00EE25B1">
      <w:pPr>
        <w:pStyle w:val="Langtext"/>
      </w:pPr>
      <w:r>
        <w:t>• Plattendicke: 4 bis 25 mm</w:t>
      </w:r>
    </w:p>
    <w:p w14:paraId="22A9B16C" w14:textId="77777777" w:rsidR="00465517" w:rsidRDefault="00465517" w:rsidP="00EE25B1">
      <w:pPr>
        <w:pStyle w:val="Langtext"/>
      </w:pPr>
      <w:r>
        <w:t>Plattenformat und Oberfläche:</w:t>
      </w:r>
    </w:p>
    <w:p w14:paraId="63084AC2" w14:textId="77777777" w:rsidR="00465517" w:rsidRDefault="00465517" w:rsidP="00EE25B1">
      <w:pPr>
        <w:pStyle w:val="Langtext"/>
      </w:pPr>
      <w:r>
        <w:t>• 3660 x 1630 mm, RE</w:t>
      </w:r>
    </w:p>
    <w:p w14:paraId="5028DC1A" w14:textId="77777777" w:rsidR="00465517" w:rsidRDefault="00465517" w:rsidP="00EE25B1">
      <w:pPr>
        <w:pStyle w:val="Langtext"/>
      </w:pPr>
      <w:proofErr w:type="spellStart"/>
      <w:r>
        <w:t>Besäumschnitte</w:t>
      </w:r>
      <w:proofErr w:type="spellEnd"/>
      <w:r>
        <w:t xml:space="preserve"> sind auszuführen! (z.B.: 3660 x 1630 mm = 3650 x 1620 mm)</w:t>
      </w:r>
    </w:p>
    <w:p w14:paraId="4A90B34D" w14:textId="77777777" w:rsidR="00465517" w:rsidRDefault="00465517" w:rsidP="00EE25B1">
      <w:pPr>
        <w:pStyle w:val="Langtext"/>
      </w:pPr>
      <w:r>
        <w:t>Kern: Schwarz</w:t>
      </w:r>
    </w:p>
    <w:p w14:paraId="2C3B735B" w14:textId="77777777" w:rsidR="00465517" w:rsidRDefault="00465517" w:rsidP="00EE25B1">
      <w:pPr>
        <w:pStyle w:val="Kommentar"/>
      </w:pPr>
    </w:p>
    <w:p w14:paraId="7FC5307D" w14:textId="77777777" w:rsidR="00465517" w:rsidRDefault="00465517" w:rsidP="00EE25B1">
      <w:pPr>
        <w:pStyle w:val="Kommentar"/>
      </w:pPr>
      <w:r>
        <w:t>Kommentar:</w:t>
      </w:r>
    </w:p>
    <w:p w14:paraId="4AE221B9" w14:textId="77777777" w:rsidR="00465517" w:rsidRDefault="00465517" w:rsidP="00EE25B1">
      <w:pPr>
        <w:pStyle w:val="Kommentar"/>
      </w:pPr>
      <w:r>
        <w:t>Produktspezifische Ausschreibungstexte (Produktbeschreibungen) sind für Ausschreibungen gemäß Bundesvergabegesetz (</w:t>
      </w:r>
      <w:proofErr w:type="spellStart"/>
      <w:r>
        <w:t>BVergG</w:t>
      </w:r>
      <w:proofErr w:type="spellEnd"/>
      <w:r>
        <w:t>) nicht geeignet.</w:t>
      </w:r>
    </w:p>
    <w:p w14:paraId="603488DA" w14:textId="77777777" w:rsidR="00465517" w:rsidRDefault="00465517" w:rsidP="00EE25B1">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5A72FA72" w14:textId="77777777" w:rsidR="00465517" w:rsidRDefault="00465517" w:rsidP="00EE25B1">
      <w:pPr>
        <w:pStyle w:val="TrennungPOS"/>
      </w:pPr>
    </w:p>
    <w:p w14:paraId="07FECCCC" w14:textId="77777777" w:rsidR="00465517" w:rsidRDefault="00465517" w:rsidP="00EE25B1">
      <w:pPr>
        <w:pStyle w:val="GrundtextPosNr"/>
        <w:keepNext/>
        <w:keepLines/>
      </w:pPr>
      <w:r>
        <w:t>FG.FF 01</w:t>
      </w:r>
    </w:p>
    <w:p w14:paraId="5503585E" w14:textId="77777777" w:rsidR="00465517" w:rsidRDefault="00465517" w:rsidP="00EE25B1">
      <w:pPr>
        <w:pStyle w:val="Folgeposition"/>
      </w:pPr>
      <w:r>
        <w:t xml:space="preserve"> </w:t>
      </w:r>
      <w:r>
        <w:rPr>
          <w:sz w:val="12"/>
        </w:rPr>
        <w:t>+</w:t>
      </w:r>
      <w:r>
        <w:tab/>
        <w:t xml:space="preserve">HPL </w:t>
      </w:r>
      <w:proofErr w:type="spellStart"/>
      <w:r>
        <w:t>Kompaktpl.m.geschl.chem-best.B.Dekorgr.UNI</w:t>
      </w:r>
      <w:proofErr w:type="spellEnd"/>
      <w:r>
        <w:tab/>
        <w:t xml:space="preserve">m2 </w:t>
      </w:r>
    </w:p>
    <w:p w14:paraId="7C61F911" w14:textId="77777777" w:rsidR="00465517" w:rsidRDefault="00465517" w:rsidP="00EE25B1">
      <w:pPr>
        <w:pStyle w:val="Langtext"/>
      </w:pPr>
      <w:r>
        <w:t>Kompaktplatten mit einer doppelt gehärteten, vernetzten und geschlossenen chemikalienbeständigen Beschichtung gemäß EN 438 - 4,Typ CGS nur liefern.</w:t>
      </w:r>
    </w:p>
    <w:p w14:paraId="559D0918" w14:textId="77777777" w:rsidR="00465517" w:rsidRDefault="00465517" w:rsidP="00EE25B1">
      <w:pPr>
        <w:pStyle w:val="Langtext"/>
      </w:pPr>
      <w:r>
        <w:t xml:space="preserve">Baustoffklasse </w:t>
      </w:r>
      <w:proofErr w:type="spellStart"/>
      <w:r>
        <w:t>Euroclass</w:t>
      </w:r>
      <w:proofErr w:type="spellEnd"/>
      <w:r>
        <w:t xml:space="preserve"> nach EN 13501-1.</w:t>
      </w:r>
    </w:p>
    <w:p w14:paraId="0472CABE" w14:textId="77777777" w:rsidR="00465517" w:rsidRDefault="00465517" w:rsidP="00EE25B1">
      <w:pPr>
        <w:pStyle w:val="Langtext"/>
      </w:pPr>
      <w:r>
        <w:t xml:space="preserve">Typ CGS: </w:t>
      </w:r>
      <w:proofErr w:type="spellStart"/>
      <w:r>
        <w:t>Euroclass</w:t>
      </w:r>
      <w:proofErr w:type="spellEnd"/>
      <w:r>
        <w:t xml:space="preserve"> D-s2,d0 gemäß EN 13501-1</w:t>
      </w:r>
    </w:p>
    <w:p w14:paraId="42D89984" w14:textId="77777777" w:rsidR="00465517" w:rsidRDefault="00465517" w:rsidP="00EE25B1">
      <w:pPr>
        <w:pStyle w:val="Langtext"/>
      </w:pPr>
      <w:r>
        <w:t>Abgerechnet wird die gesamte abgewickelte Bekleidungsfläche.</w:t>
      </w:r>
    </w:p>
    <w:p w14:paraId="0A86232A" w14:textId="77777777" w:rsidR="00465517" w:rsidRDefault="00465517" w:rsidP="00EE25B1">
      <w:pPr>
        <w:pStyle w:val="Langtext"/>
      </w:pPr>
      <w:r>
        <w:t>Dekorgruppe UNI</w:t>
      </w:r>
    </w:p>
    <w:p w14:paraId="56FFBD4D" w14:textId="77777777" w:rsidR="00465517" w:rsidRDefault="00465517" w:rsidP="00EE25B1">
      <w:pPr>
        <w:pStyle w:val="Langtext"/>
      </w:pPr>
      <w:r>
        <w:t>Dekornummer (gemäß aktueller Kollektion): _ _ _</w:t>
      </w:r>
    </w:p>
    <w:p w14:paraId="2C0E11E9" w14:textId="77777777" w:rsidR="00465517" w:rsidRDefault="00465517" w:rsidP="00EE25B1">
      <w:pPr>
        <w:pStyle w:val="Langtext"/>
      </w:pPr>
      <w:r>
        <w:t>Rückseite: Standardmäßig beidseitig das gleiche Dekor</w:t>
      </w:r>
    </w:p>
    <w:p w14:paraId="32D1D071" w14:textId="77777777" w:rsidR="00465517" w:rsidRDefault="00465517" w:rsidP="00EE25B1">
      <w:pPr>
        <w:pStyle w:val="Langtext"/>
      </w:pPr>
      <w:r>
        <w:t>• Oberfläche: RE</w:t>
      </w:r>
    </w:p>
    <w:p w14:paraId="36364CC1" w14:textId="77777777" w:rsidR="00465517" w:rsidRDefault="00465517" w:rsidP="00EE25B1">
      <w:pPr>
        <w:pStyle w:val="Langtext"/>
      </w:pPr>
      <w:r>
        <w:t>• Typ: CGS</w:t>
      </w:r>
    </w:p>
    <w:p w14:paraId="5C2B4973" w14:textId="77777777" w:rsidR="00465517" w:rsidRDefault="00465517" w:rsidP="00EE25B1">
      <w:pPr>
        <w:pStyle w:val="Langtext"/>
      </w:pPr>
      <w:r>
        <w:t>• Plattendicke (4 bis 25 mm): _ _ _</w:t>
      </w:r>
    </w:p>
    <w:p w14:paraId="03ADA99B" w14:textId="77777777" w:rsidR="00465517" w:rsidRDefault="00465517" w:rsidP="00EE25B1">
      <w:pPr>
        <w:pStyle w:val="Langtext"/>
      </w:pPr>
      <w:r>
        <w:t>• Plattenformat: 3660 x 1630 mm</w:t>
      </w:r>
    </w:p>
    <w:p w14:paraId="38505735" w14:textId="77777777" w:rsidR="00465517" w:rsidRDefault="00465517" w:rsidP="00EE25B1">
      <w:pPr>
        <w:pStyle w:val="Langtext"/>
      </w:pPr>
      <w:proofErr w:type="spellStart"/>
      <w:r>
        <w:t>Besäumschnitte</w:t>
      </w:r>
      <w:proofErr w:type="spellEnd"/>
      <w:r>
        <w:t xml:space="preserve"> sind auszuführen! (z.B.: 3660 x 1630 mm = 3650 x 1620 mm)</w:t>
      </w:r>
    </w:p>
    <w:p w14:paraId="7D2E530F" w14:textId="77777777" w:rsidR="00465517" w:rsidRDefault="00465517" w:rsidP="00EE25B1">
      <w:pPr>
        <w:pStyle w:val="Langtext"/>
      </w:pPr>
      <w:r>
        <w:t>Toleranzen: +10 / -0 mm</w:t>
      </w:r>
    </w:p>
    <w:p w14:paraId="7535593D" w14:textId="77777777" w:rsidR="00465517" w:rsidRDefault="00465517" w:rsidP="00EE25B1">
      <w:pPr>
        <w:pStyle w:val="Langtext"/>
      </w:pPr>
      <w:r>
        <w:t>z.B. Max Compact Resistance² von Fundermax oder Gleichwertiges.</w:t>
      </w:r>
    </w:p>
    <w:p w14:paraId="1AAD5D7E" w14:textId="77777777" w:rsidR="00465517" w:rsidRDefault="00465517" w:rsidP="00EE25B1">
      <w:pPr>
        <w:pStyle w:val="Langtext"/>
      </w:pPr>
      <w:r>
        <w:t>Angebotenes Erzeugnis: (....)</w:t>
      </w:r>
    </w:p>
    <w:p w14:paraId="07E866A5" w14:textId="77777777" w:rsidR="00465517" w:rsidRDefault="00465517" w:rsidP="00EE25B1">
      <w:pPr>
        <w:pStyle w:val="TrennungULG"/>
        <w:keepNext w:val="0"/>
      </w:pPr>
    </w:p>
    <w:p w14:paraId="79B6806F" w14:textId="77777777" w:rsidR="00465517" w:rsidRDefault="00465517" w:rsidP="00EE25B1">
      <w:pPr>
        <w:pStyle w:val="ULG"/>
        <w:keepLines/>
      </w:pPr>
      <w:r>
        <w:t>FG.FG</w:t>
      </w:r>
      <w:r>
        <w:rPr>
          <w:sz w:val="12"/>
        </w:rPr>
        <w:t xml:space="preserve"> + </w:t>
      </w:r>
      <w:r>
        <w:t>HPL Standardqualität Typ HGS (FUNDERMAX)</w:t>
      </w:r>
    </w:p>
    <w:p w14:paraId="696A20E0" w14:textId="77777777" w:rsidR="00465517" w:rsidRDefault="00465517" w:rsidP="00EE25B1">
      <w:pPr>
        <w:pStyle w:val="Langtext"/>
      </w:pPr>
      <w:r>
        <w:t>Version: 2022-04</w:t>
      </w:r>
    </w:p>
    <w:p w14:paraId="277C29A3" w14:textId="77777777" w:rsidR="00465517" w:rsidRDefault="00465517" w:rsidP="00EE25B1">
      <w:pPr>
        <w:pStyle w:val="Langtext"/>
      </w:pPr>
      <w:r>
        <w:t xml:space="preserve">Im Folgenden ist das Liefern von HPL </w:t>
      </w:r>
      <w:proofErr w:type="spellStart"/>
      <w:r>
        <w:t>Standardqualitätplatten</w:t>
      </w:r>
      <w:proofErr w:type="spellEnd"/>
      <w:r>
        <w:t xml:space="preserve"> Typ HGS beschrieben.</w:t>
      </w:r>
    </w:p>
    <w:p w14:paraId="61561A25" w14:textId="77777777" w:rsidR="00465517" w:rsidRDefault="00465517" w:rsidP="00EE25B1">
      <w:pPr>
        <w:pStyle w:val="Langtext"/>
      </w:pPr>
      <w:r>
        <w:t>Die Montage hat entsprechend den statischen Erfordernissen zu erfolgen und ist in eigenen Positionen auszuschreiben.</w:t>
      </w:r>
    </w:p>
    <w:p w14:paraId="3F35E5AB" w14:textId="77777777" w:rsidR="00465517" w:rsidRDefault="00465517" w:rsidP="00EE25B1">
      <w:pPr>
        <w:pStyle w:val="Langtext"/>
      </w:pPr>
      <w:r>
        <w:t>Die Angaben des Plattenhersteller bezüglich Liefer-, Montage- bzw. Einbaubedingungen sowie Verarbeitungsrichtlinien sind zu beachten.</w:t>
      </w:r>
    </w:p>
    <w:p w14:paraId="11B89E00" w14:textId="77777777" w:rsidR="00465517" w:rsidRDefault="00465517" w:rsidP="00EE25B1">
      <w:pPr>
        <w:pStyle w:val="Langtext"/>
      </w:pPr>
      <w:r>
        <w:t xml:space="preserve">Nach Fertigstellung des Bauvorhabens muss eine Endreinigung gemäß den Empfehlungen des HPL Plattenherstellers an den verbauten HPL </w:t>
      </w:r>
      <w:proofErr w:type="spellStart"/>
      <w:r>
        <w:t>Standardqualitätplatten</w:t>
      </w:r>
      <w:proofErr w:type="spellEnd"/>
      <w:r>
        <w:t xml:space="preserve"> durchgeführt werden</w:t>
      </w:r>
    </w:p>
    <w:p w14:paraId="72922769" w14:textId="77777777" w:rsidR="00465517" w:rsidRDefault="00465517" w:rsidP="00EE25B1">
      <w:pPr>
        <w:pStyle w:val="Langtext"/>
      </w:pPr>
    </w:p>
    <w:p w14:paraId="6BFED6EF" w14:textId="77777777" w:rsidR="00465517" w:rsidRDefault="00465517" w:rsidP="00EE25B1">
      <w:pPr>
        <w:pStyle w:val="Langtext"/>
      </w:pPr>
      <w:r>
        <w:t>Angaben zum Plattenmaterial:</w:t>
      </w:r>
    </w:p>
    <w:p w14:paraId="2A888F54" w14:textId="77777777" w:rsidR="00465517" w:rsidRDefault="00465517" w:rsidP="00EE25B1">
      <w:pPr>
        <w:pStyle w:val="Langtext"/>
      </w:pPr>
      <w:r>
        <w:t xml:space="preserve">Als HPL (High </w:t>
      </w:r>
      <w:proofErr w:type="spellStart"/>
      <w:r>
        <w:t>Pressure</w:t>
      </w:r>
      <w:proofErr w:type="spellEnd"/>
      <w:r>
        <w:t xml:space="preserve"> Laminates) </w:t>
      </w:r>
      <w:proofErr w:type="spellStart"/>
      <w:r>
        <w:t>Standardqualitätplatten</w:t>
      </w:r>
      <w:proofErr w:type="spellEnd"/>
      <w:r>
        <w:t xml:space="preserve"> Typ HGS bezeichnet man dekorative Hochdruck-Schichtpressstoffplatten welche auf ein geeignetes Trägermaterial aufgeleimt werden. Sie werden vor allem für die Herstellung von hochbeanspruchten Möbelelementen und Objekteinrichtungen, wie z.B. Arbeitsplatten, verwendet.</w:t>
      </w:r>
    </w:p>
    <w:p w14:paraId="53EF50C6" w14:textId="77777777" w:rsidR="00465517" w:rsidRDefault="00465517" w:rsidP="00EE25B1">
      <w:pPr>
        <w:pStyle w:val="Langtext"/>
      </w:pPr>
      <w:r>
        <w:t>Die Herstellung dieser HPL Platten erfolgt gemäß der EN 438 Teil 3, Typ HGS - Klassifizierung und Spezifikationen für Platten mit einer Dicke kleiner als 2 mm, vorgesehen zum Verkleben auf ein Trägermaterial.</w:t>
      </w:r>
    </w:p>
    <w:p w14:paraId="1EFA8BCE" w14:textId="77777777" w:rsidR="00465517" w:rsidRDefault="00465517" w:rsidP="00EE25B1">
      <w:pPr>
        <w:pStyle w:val="Langtext"/>
      </w:pPr>
      <w:r>
        <w:t xml:space="preserve">Die HPL </w:t>
      </w:r>
      <w:proofErr w:type="spellStart"/>
      <w:r>
        <w:t>Standardqualitätplatten</w:t>
      </w:r>
      <w:proofErr w:type="spellEnd"/>
      <w:r>
        <w:t xml:space="preserve"> Typ HGS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0CD22971" w14:textId="77777777" w:rsidR="00465517" w:rsidRDefault="00465517" w:rsidP="00EE25B1">
      <w:pPr>
        <w:pStyle w:val="Langtext"/>
      </w:pPr>
    </w:p>
    <w:p w14:paraId="758C9217" w14:textId="77777777" w:rsidR="00465517" w:rsidRDefault="00465517" w:rsidP="00EE25B1">
      <w:pPr>
        <w:pStyle w:val="Langtext"/>
        <w:keepNext/>
        <w:keepLines/>
      </w:pPr>
      <w:r>
        <w:t>Technische Beschreibung:</w:t>
      </w:r>
    </w:p>
    <w:p w14:paraId="2CCD657B" w14:textId="77777777" w:rsidR="00465517" w:rsidRDefault="00465517" w:rsidP="00EE25B1">
      <w:pPr>
        <w:pStyle w:val="Langtext"/>
        <w:keepNext/>
        <w:keepLines/>
      </w:pPr>
    </w:p>
    <w:p w14:paraId="5EBAF387" w14:textId="77777777" w:rsidR="00465517" w:rsidRDefault="00465517" w:rsidP="00EE25B1">
      <w:pPr>
        <w:pStyle w:val="Langtext"/>
      </w:pPr>
      <w:r>
        <w:t>• Lichtechtheit: ≥ Grad 4 gemäß EN 438-2:2016</w:t>
      </w:r>
    </w:p>
    <w:p w14:paraId="451D65B3" w14:textId="77777777" w:rsidR="00465517" w:rsidRDefault="00465517" w:rsidP="00EE25B1">
      <w:pPr>
        <w:pStyle w:val="Langtext"/>
      </w:pPr>
      <w:r>
        <w:t>• Kratzfestigkeit: ≥ Grad 3 (4N) gemäß EN 438-2:2016</w:t>
      </w:r>
    </w:p>
    <w:p w14:paraId="13D34DD6" w14:textId="77777777" w:rsidR="00465517" w:rsidRDefault="00465517" w:rsidP="00EE25B1">
      <w:pPr>
        <w:pStyle w:val="Langtext"/>
      </w:pPr>
      <w:r>
        <w:t>• Oberflächenabrieb: ≥ 150 Umdrehungen gemäß EN 438-2:2016</w:t>
      </w:r>
    </w:p>
    <w:p w14:paraId="2C5DBAFF" w14:textId="77777777" w:rsidR="00465517" w:rsidRDefault="00465517" w:rsidP="00EE25B1">
      <w:pPr>
        <w:pStyle w:val="Langtext"/>
      </w:pPr>
      <w:r>
        <w:t>• Stoßbeanspruchung mit kleiner Kugel: ≥ 20 N gemäß EN 438-2:2016</w:t>
      </w:r>
    </w:p>
    <w:p w14:paraId="22DBA194" w14:textId="77777777" w:rsidR="00465517" w:rsidRDefault="00465517" w:rsidP="00EE25B1">
      <w:pPr>
        <w:pStyle w:val="Langtext"/>
      </w:pPr>
      <w:r>
        <w:t>• Fleckenunempfindlichkeit: ≥ Grad 4 gemäß EN 438-2:2016</w:t>
      </w:r>
    </w:p>
    <w:p w14:paraId="5ED2758B" w14:textId="77777777" w:rsidR="00465517" w:rsidRDefault="00465517" w:rsidP="00EE25B1">
      <w:pPr>
        <w:pStyle w:val="Langtext"/>
      </w:pPr>
      <w:r>
        <w:t xml:space="preserve">• Oberfläche: lösemittelbeständig, kratzfest, leicht zu reinigen, hitzebeständig, lebensmittelecht, </w:t>
      </w:r>
      <w:proofErr w:type="spellStart"/>
      <w:r>
        <w:t>schlagzäh</w:t>
      </w:r>
      <w:proofErr w:type="spellEnd"/>
      <w:r>
        <w:t>, widerstandsfähig</w:t>
      </w:r>
    </w:p>
    <w:p w14:paraId="4AF439F9" w14:textId="77777777" w:rsidR="00465517" w:rsidRDefault="00465517" w:rsidP="00EE25B1">
      <w:pPr>
        <w:pStyle w:val="Langtext"/>
      </w:pPr>
      <w:r>
        <w:t xml:space="preserve">• Brennbarkeit: Standardqualität </w:t>
      </w:r>
      <w:proofErr w:type="spellStart"/>
      <w:r>
        <w:t>Euroclass</w:t>
      </w:r>
      <w:proofErr w:type="spellEnd"/>
      <w:r>
        <w:t xml:space="preserve"> D-s2,d0 gemäß EN 13501-1</w:t>
      </w:r>
    </w:p>
    <w:p w14:paraId="1660F58D" w14:textId="77777777" w:rsidR="00465517" w:rsidRDefault="00465517" w:rsidP="00EE25B1">
      <w:pPr>
        <w:pStyle w:val="Langtext"/>
      </w:pPr>
      <w:r>
        <w:t>• Raumgewicht: ≥ 1350 kg/m3 gemäß EN 438-2:2016</w:t>
      </w:r>
    </w:p>
    <w:p w14:paraId="20B8F1E0" w14:textId="77777777" w:rsidR="00465517" w:rsidRDefault="00465517" w:rsidP="00EE25B1">
      <w:pPr>
        <w:pStyle w:val="Langtext"/>
      </w:pPr>
      <w:r>
        <w:lastRenderedPageBreak/>
        <w:t>• Plattendicke: 1,0 mm</w:t>
      </w:r>
    </w:p>
    <w:p w14:paraId="7223D512" w14:textId="77777777" w:rsidR="00465517" w:rsidRDefault="00465517" w:rsidP="00EE25B1">
      <w:pPr>
        <w:pStyle w:val="Langtext"/>
      </w:pPr>
      <w:r>
        <w:t>Plattenformate und Oberflächen:</w:t>
      </w:r>
    </w:p>
    <w:p w14:paraId="63B2044E" w14:textId="77777777" w:rsidR="00465517" w:rsidRDefault="00465517" w:rsidP="00EE25B1">
      <w:pPr>
        <w:pStyle w:val="Langtext"/>
      </w:pPr>
    </w:p>
    <w:p w14:paraId="3F5C0C69" w14:textId="77777777" w:rsidR="00465517" w:rsidRDefault="00465517" w:rsidP="00EE25B1">
      <w:pPr>
        <w:pStyle w:val="Langtext"/>
      </w:pPr>
      <w:r>
        <w:t>• TK: 2140 x 1060 mm = 2,27 m2 FH, MT</w:t>
      </w:r>
    </w:p>
    <w:p w14:paraId="4954FD73" w14:textId="77777777" w:rsidR="00465517" w:rsidRDefault="00465517" w:rsidP="00EE25B1">
      <w:pPr>
        <w:pStyle w:val="Langtext"/>
      </w:pPr>
      <w:r>
        <w:t>• GR: 2800 x 1300 mm = 3,64 m2 FH, MT, SU, SG1) 2)</w:t>
      </w:r>
    </w:p>
    <w:p w14:paraId="5C8BEE6E" w14:textId="77777777" w:rsidR="00465517" w:rsidRDefault="00465517" w:rsidP="00EE25B1">
      <w:pPr>
        <w:pStyle w:val="Langtext"/>
      </w:pPr>
      <w:r>
        <w:t>1) Immer mit Schutzfolie</w:t>
      </w:r>
    </w:p>
    <w:p w14:paraId="7F46E100" w14:textId="77777777" w:rsidR="00465517" w:rsidRDefault="00465517" w:rsidP="00EE25B1">
      <w:pPr>
        <w:pStyle w:val="Langtext"/>
      </w:pPr>
      <w:r>
        <w:t>2) Eingeschränkte Dekorpalette, entsprechend Lieferprogramm</w:t>
      </w:r>
    </w:p>
    <w:p w14:paraId="5D32C48B" w14:textId="77777777" w:rsidR="00465517" w:rsidRDefault="00465517" w:rsidP="00EE25B1">
      <w:pPr>
        <w:pStyle w:val="Langtext"/>
      </w:pPr>
      <w:r>
        <w:t>Kern: Braun, Ausnahme Dekor 0080 mit schwarzem Kern</w:t>
      </w:r>
    </w:p>
    <w:p w14:paraId="7FAAF8F6" w14:textId="77777777" w:rsidR="00465517" w:rsidRDefault="00465517" w:rsidP="00EE25B1">
      <w:pPr>
        <w:pStyle w:val="Kommentar"/>
      </w:pPr>
    </w:p>
    <w:p w14:paraId="5D1DE7DB" w14:textId="77777777" w:rsidR="00465517" w:rsidRDefault="00465517" w:rsidP="00EE25B1">
      <w:pPr>
        <w:pStyle w:val="Kommentar"/>
      </w:pPr>
      <w:r>
        <w:t>Kommentar:</w:t>
      </w:r>
    </w:p>
    <w:p w14:paraId="5F54AB60" w14:textId="77777777" w:rsidR="00465517" w:rsidRDefault="00465517" w:rsidP="00EE25B1">
      <w:pPr>
        <w:pStyle w:val="Kommentar"/>
      </w:pPr>
      <w:r>
        <w:t>Produktspezifische Ausschreibungstexte (Produktbeschreibungen) sind für Ausschreibungen gemäß Bundesvergabegesetz (</w:t>
      </w:r>
      <w:proofErr w:type="spellStart"/>
      <w:r>
        <w:t>BVergG</w:t>
      </w:r>
      <w:proofErr w:type="spellEnd"/>
      <w:r>
        <w:t>) nicht geeignet.</w:t>
      </w:r>
    </w:p>
    <w:p w14:paraId="4E3F7484" w14:textId="77777777" w:rsidR="00465517" w:rsidRDefault="00465517" w:rsidP="00EE25B1">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7365C258" w14:textId="77777777" w:rsidR="00465517" w:rsidRDefault="00465517" w:rsidP="00EE25B1">
      <w:pPr>
        <w:pStyle w:val="TrennungPOS"/>
      </w:pPr>
    </w:p>
    <w:p w14:paraId="21DD945E" w14:textId="77777777" w:rsidR="00465517" w:rsidRDefault="00465517" w:rsidP="00EE25B1">
      <w:pPr>
        <w:pStyle w:val="GrundtextPosNr"/>
        <w:keepNext/>
        <w:keepLines/>
      </w:pPr>
      <w:r>
        <w:t>FG.FG 01</w:t>
      </w:r>
    </w:p>
    <w:p w14:paraId="4C91B14A" w14:textId="77777777" w:rsidR="00465517" w:rsidRDefault="00465517" w:rsidP="00EE25B1">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Dekorgr.UNI</w:t>
      </w:r>
      <w:proofErr w:type="spellEnd"/>
      <w:r>
        <w:tab/>
        <w:t xml:space="preserve">m2 </w:t>
      </w:r>
    </w:p>
    <w:p w14:paraId="0C4B473E" w14:textId="77777777" w:rsidR="00465517" w:rsidRDefault="00465517" w:rsidP="00EE25B1">
      <w:pPr>
        <w:pStyle w:val="Langtext"/>
      </w:pPr>
      <w:r>
        <w:t xml:space="preserve">HPL </w:t>
      </w:r>
      <w:proofErr w:type="spellStart"/>
      <w:r>
        <w:t>Standardqualitätplatten</w:t>
      </w:r>
      <w:proofErr w:type="spellEnd"/>
      <w:r>
        <w:t xml:space="preserve"> Typ HGS gemäß EN 438 - 3 Typ HGS, nur liefern.</w:t>
      </w:r>
    </w:p>
    <w:p w14:paraId="3EF8C374" w14:textId="77777777" w:rsidR="00465517" w:rsidRDefault="00465517" w:rsidP="00EE25B1">
      <w:pPr>
        <w:pStyle w:val="Langtext"/>
      </w:pPr>
      <w:r>
        <w:t xml:space="preserve">Baustoffklasse </w:t>
      </w:r>
      <w:proofErr w:type="spellStart"/>
      <w:r>
        <w:t>Euroclass</w:t>
      </w:r>
      <w:proofErr w:type="spellEnd"/>
      <w:r>
        <w:t xml:space="preserve"> D-s2,d0 nach EN 13501-1.</w:t>
      </w:r>
    </w:p>
    <w:p w14:paraId="686F203D" w14:textId="77777777" w:rsidR="00465517" w:rsidRDefault="00465517" w:rsidP="00EE25B1">
      <w:pPr>
        <w:pStyle w:val="Langtext"/>
      </w:pPr>
      <w:r>
        <w:t>Abgerechnet wird die gesamte abgewickelte Bekleidungsfläche.</w:t>
      </w:r>
    </w:p>
    <w:p w14:paraId="0A34C1F8" w14:textId="77777777" w:rsidR="00465517" w:rsidRDefault="00465517" w:rsidP="00EE25B1">
      <w:pPr>
        <w:pStyle w:val="Langtext"/>
      </w:pPr>
      <w:r>
        <w:t>Dekorgruppe UNI</w:t>
      </w:r>
    </w:p>
    <w:p w14:paraId="2501F999" w14:textId="77777777" w:rsidR="00465517" w:rsidRDefault="00465517" w:rsidP="00EE25B1">
      <w:pPr>
        <w:pStyle w:val="Langtext"/>
      </w:pPr>
      <w:r>
        <w:t>Dekornummer (gemäß aktueller Kollektion): _ _ _</w:t>
      </w:r>
    </w:p>
    <w:p w14:paraId="57D12664" w14:textId="77777777" w:rsidR="00465517" w:rsidRDefault="00465517" w:rsidP="00EE25B1">
      <w:pPr>
        <w:pStyle w:val="Langtext"/>
      </w:pPr>
      <w:r>
        <w:t>Rückseite: geschliffen</w:t>
      </w:r>
    </w:p>
    <w:p w14:paraId="0DBAB2EE" w14:textId="77777777" w:rsidR="00465517" w:rsidRDefault="00465517" w:rsidP="00385E52">
      <w:pPr>
        <w:pStyle w:val="Langtext"/>
      </w:pPr>
      <w:r>
        <w:t>Oberfläche (FH/MT/NA/SU/SG): _ _ _</w:t>
      </w:r>
    </w:p>
    <w:p w14:paraId="4E6F1DD1" w14:textId="77777777" w:rsidR="00465517" w:rsidRDefault="00465517" w:rsidP="00385E52">
      <w:pPr>
        <w:pStyle w:val="Langtext"/>
      </w:pPr>
      <w:r>
        <w:t>Plattendicke: 1,0 mm</w:t>
      </w:r>
    </w:p>
    <w:p w14:paraId="17D7AE19" w14:textId="77777777" w:rsidR="00465517" w:rsidRDefault="00465517" w:rsidP="00385E52">
      <w:pPr>
        <w:pStyle w:val="Langtext"/>
      </w:pPr>
      <w:r>
        <w:t>Plattenformat und Oberfläche: _ _ _</w:t>
      </w:r>
    </w:p>
    <w:p w14:paraId="483EC063" w14:textId="77777777" w:rsidR="00465517" w:rsidRDefault="00465517" w:rsidP="00385E52">
      <w:pPr>
        <w:pStyle w:val="Langtext"/>
      </w:pPr>
    </w:p>
    <w:p w14:paraId="2A675E7F" w14:textId="77777777" w:rsidR="00465517" w:rsidRDefault="00465517" w:rsidP="00385E52">
      <w:pPr>
        <w:pStyle w:val="Langtext"/>
      </w:pPr>
      <w:r>
        <w:t>• TK: 2140 x 1060 mm = 2,27 m2 FH, MT</w:t>
      </w:r>
    </w:p>
    <w:p w14:paraId="5AA10161" w14:textId="77777777" w:rsidR="00465517" w:rsidRDefault="00465517" w:rsidP="00385E52">
      <w:pPr>
        <w:pStyle w:val="Langtext"/>
      </w:pPr>
      <w:r>
        <w:t>• GR: 2800 x 1300 mm = 3,64 m2 FH, MT, SU, SG1) 2)</w:t>
      </w:r>
    </w:p>
    <w:p w14:paraId="6DBEDEDF" w14:textId="77777777" w:rsidR="00465517" w:rsidRDefault="00465517" w:rsidP="00385E52">
      <w:pPr>
        <w:pStyle w:val="Langtext"/>
      </w:pPr>
      <w:proofErr w:type="spellStart"/>
      <w:r>
        <w:t>Besäumschnitte</w:t>
      </w:r>
      <w:proofErr w:type="spellEnd"/>
      <w:r>
        <w:t xml:space="preserve"> sind auszuführen! (z.B.: 4100 x 1300 mm = 4090 x 1290 mm)</w:t>
      </w:r>
    </w:p>
    <w:p w14:paraId="4E78FBC9" w14:textId="77777777" w:rsidR="00465517" w:rsidRDefault="00465517" w:rsidP="00385E52">
      <w:pPr>
        <w:pStyle w:val="Langtext"/>
      </w:pPr>
      <w:r>
        <w:t>Toleranzen: +10 / -0 mm</w:t>
      </w:r>
    </w:p>
    <w:p w14:paraId="126021B8" w14:textId="77777777" w:rsidR="00465517" w:rsidRDefault="00465517" w:rsidP="00385E52">
      <w:pPr>
        <w:pStyle w:val="Langtext"/>
      </w:pPr>
      <w:r>
        <w:t>z.B. Max HPL Standardqualität von Fundermax oder Gleichwertiges.</w:t>
      </w:r>
    </w:p>
    <w:p w14:paraId="0CFA3F34" w14:textId="77777777" w:rsidR="00465517" w:rsidRDefault="00465517" w:rsidP="00385E52">
      <w:pPr>
        <w:pStyle w:val="Langtext"/>
      </w:pPr>
      <w:r>
        <w:t>Angebotenes Erzeugnis: (....)</w:t>
      </w:r>
    </w:p>
    <w:p w14:paraId="77575992" w14:textId="77777777" w:rsidR="00465517" w:rsidRDefault="00465517" w:rsidP="00385E52">
      <w:pPr>
        <w:pStyle w:val="TrennungPOS"/>
      </w:pPr>
    </w:p>
    <w:p w14:paraId="6D143245" w14:textId="77777777" w:rsidR="00465517" w:rsidRDefault="00465517" w:rsidP="00385E52">
      <w:pPr>
        <w:pStyle w:val="GrundtextPosNr"/>
        <w:keepNext/>
        <w:keepLines/>
      </w:pPr>
      <w:r>
        <w:t>FG.FG 02</w:t>
      </w:r>
    </w:p>
    <w:p w14:paraId="3AD96133" w14:textId="77777777" w:rsidR="00465517" w:rsidRDefault="00465517" w:rsidP="00385E52">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Dekorgr.Nature</w:t>
      </w:r>
      <w:proofErr w:type="spellEnd"/>
      <w:r>
        <w:tab/>
        <w:t xml:space="preserve">m2 </w:t>
      </w:r>
    </w:p>
    <w:p w14:paraId="4072BD2A" w14:textId="77777777" w:rsidR="00465517" w:rsidRDefault="00465517" w:rsidP="00385E52">
      <w:pPr>
        <w:pStyle w:val="Langtext"/>
      </w:pPr>
      <w:r>
        <w:t xml:space="preserve">HPL </w:t>
      </w:r>
      <w:proofErr w:type="spellStart"/>
      <w:r>
        <w:t>Standardqualitätplatten</w:t>
      </w:r>
      <w:proofErr w:type="spellEnd"/>
      <w:r>
        <w:t xml:space="preserve"> Typ HGS gemäß EN 438 - 3 Typ HGS, nur liefern.</w:t>
      </w:r>
    </w:p>
    <w:p w14:paraId="0CCFD3B8" w14:textId="77777777" w:rsidR="00465517" w:rsidRDefault="00465517" w:rsidP="00385E52">
      <w:pPr>
        <w:pStyle w:val="Langtext"/>
      </w:pPr>
      <w:r>
        <w:t xml:space="preserve">Baustoffklasse </w:t>
      </w:r>
      <w:proofErr w:type="spellStart"/>
      <w:r>
        <w:t>Euroclass</w:t>
      </w:r>
      <w:proofErr w:type="spellEnd"/>
      <w:r>
        <w:t xml:space="preserve"> D-s2,d0 nach EN 13501-1.</w:t>
      </w:r>
    </w:p>
    <w:p w14:paraId="1BF9FD0F" w14:textId="77777777" w:rsidR="00465517" w:rsidRDefault="00465517" w:rsidP="00385E52">
      <w:pPr>
        <w:pStyle w:val="Langtext"/>
      </w:pPr>
      <w:r>
        <w:t>Abgerechnet wird die gesamte abgewickelte Bekleidungsfläche.</w:t>
      </w:r>
    </w:p>
    <w:p w14:paraId="606DD94D" w14:textId="77777777" w:rsidR="00465517" w:rsidRDefault="00465517" w:rsidP="00385E52">
      <w:pPr>
        <w:pStyle w:val="Langtext"/>
      </w:pPr>
      <w:r>
        <w:t>Dekorgruppe Nature</w:t>
      </w:r>
    </w:p>
    <w:p w14:paraId="7136494B" w14:textId="77777777" w:rsidR="00465517" w:rsidRDefault="00465517" w:rsidP="00385E52">
      <w:pPr>
        <w:pStyle w:val="Langtext"/>
      </w:pPr>
      <w:r>
        <w:t>Dekornummer (gemäß aktueller Kollektion): _ _ _</w:t>
      </w:r>
    </w:p>
    <w:p w14:paraId="4AA6B8C8" w14:textId="77777777" w:rsidR="00465517" w:rsidRDefault="00465517" w:rsidP="00385E52">
      <w:pPr>
        <w:pStyle w:val="Langtext"/>
      </w:pPr>
      <w:r>
        <w:t>Rückseite: geschliffen</w:t>
      </w:r>
    </w:p>
    <w:p w14:paraId="790BB847" w14:textId="77777777" w:rsidR="00465517" w:rsidRDefault="00465517" w:rsidP="00385E52">
      <w:pPr>
        <w:pStyle w:val="Langtext"/>
      </w:pPr>
      <w:r>
        <w:t>Oberfläche (FH/MT/NA/SU/SG): _ _ _</w:t>
      </w:r>
    </w:p>
    <w:p w14:paraId="51A98403" w14:textId="77777777" w:rsidR="00465517" w:rsidRDefault="00465517" w:rsidP="00385E52">
      <w:pPr>
        <w:pStyle w:val="Langtext"/>
      </w:pPr>
      <w:r>
        <w:t>Plattendicke: 1,0 mm</w:t>
      </w:r>
    </w:p>
    <w:p w14:paraId="6F3A499E" w14:textId="77777777" w:rsidR="00465517" w:rsidRDefault="00465517" w:rsidP="00385E52">
      <w:pPr>
        <w:pStyle w:val="Langtext"/>
      </w:pPr>
      <w:r>
        <w:t>Plattenformat und Oberfläche: _ _ _</w:t>
      </w:r>
    </w:p>
    <w:p w14:paraId="2A272D22" w14:textId="77777777" w:rsidR="00465517" w:rsidRDefault="00465517" w:rsidP="00385E52">
      <w:pPr>
        <w:pStyle w:val="Langtext"/>
      </w:pPr>
    </w:p>
    <w:p w14:paraId="3BFB3935" w14:textId="77777777" w:rsidR="00465517" w:rsidRDefault="00465517" w:rsidP="00385E52">
      <w:pPr>
        <w:pStyle w:val="Langtext"/>
      </w:pPr>
      <w:r>
        <w:t>• TK: 2140 x 1060 mm = 2,27 m2 FH, MT</w:t>
      </w:r>
    </w:p>
    <w:p w14:paraId="2FCE8783" w14:textId="77777777" w:rsidR="00465517" w:rsidRDefault="00465517" w:rsidP="00385E52">
      <w:pPr>
        <w:pStyle w:val="Langtext"/>
      </w:pPr>
      <w:r>
        <w:t>• GR: 2800 x 1300 mm = 3,64 m2 FH, MT, SU, SG1) 2)</w:t>
      </w:r>
    </w:p>
    <w:p w14:paraId="21317D97" w14:textId="77777777" w:rsidR="00465517" w:rsidRDefault="00465517" w:rsidP="00385E52">
      <w:pPr>
        <w:pStyle w:val="Langtext"/>
      </w:pPr>
      <w:proofErr w:type="spellStart"/>
      <w:r>
        <w:t>Besäumschnitte</w:t>
      </w:r>
      <w:proofErr w:type="spellEnd"/>
      <w:r>
        <w:t xml:space="preserve"> sind auszuführen! (z.B.: 4100 x 1300 mm = 4090 x 1290 mm)</w:t>
      </w:r>
    </w:p>
    <w:p w14:paraId="02ABCAE6" w14:textId="77777777" w:rsidR="00465517" w:rsidRDefault="00465517" w:rsidP="00385E52">
      <w:pPr>
        <w:pStyle w:val="Langtext"/>
      </w:pPr>
      <w:r>
        <w:t>Toleranzen: +10 / -0 mm</w:t>
      </w:r>
    </w:p>
    <w:p w14:paraId="13938025" w14:textId="77777777" w:rsidR="00465517" w:rsidRDefault="00465517" w:rsidP="00385E52">
      <w:pPr>
        <w:pStyle w:val="Langtext"/>
      </w:pPr>
      <w:r>
        <w:t>z.B. Max HPL Standardqualität von Fundermax oder Gleichwertiges.</w:t>
      </w:r>
    </w:p>
    <w:p w14:paraId="1CA7D3D4" w14:textId="77777777" w:rsidR="00465517" w:rsidRDefault="00465517" w:rsidP="00385E52">
      <w:pPr>
        <w:pStyle w:val="Langtext"/>
      </w:pPr>
      <w:r>
        <w:t>Angebotenes Erzeugnis: (....)</w:t>
      </w:r>
    </w:p>
    <w:p w14:paraId="6D7621F6" w14:textId="77777777" w:rsidR="00465517" w:rsidRDefault="00465517" w:rsidP="00385E52">
      <w:pPr>
        <w:pStyle w:val="TrennungPOS"/>
      </w:pPr>
    </w:p>
    <w:p w14:paraId="6801D22D" w14:textId="77777777" w:rsidR="00465517" w:rsidRDefault="00465517" w:rsidP="00385E52">
      <w:pPr>
        <w:pStyle w:val="GrundtextPosNr"/>
        <w:keepNext/>
        <w:keepLines/>
      </w:pPr>
      <w:r>
        <w:t>FG.FG 03</w:t>
      </w:r>
    </w:p>
    <w:p w14:paraId="28E8F346" w14:textId="77777777" w:rsidR="00465517" w:rsidRDefault="00465517" w:rsidP="00385E52">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Dekorgr.Material</w:t>
      </w:r>
      <w:proofErr w:type="spellEnd"/>
      <w:r>
        <w:tab/>
        <w:t xml:space="preserve">m2 </w:t>
      </w:r>
    </w:p>
    <w:p w14:paraId="0BC97FA0" w14:textId="77777777" w:rsidR="00465517" w:rsidRDefault="00465517" w:rsidP="00385E52">
      <w:pPr>
        <w:pStyle w:val="Langtext"/>
      </w:pPr>
      <w:r>
        <w:t xml:space="preserve">HPL </w:t>
      </w:r>
      <w:proofErr w:type="spellStart"/>
      <w:r>
        <w:t>Standardqualitätplatten</w:t>
      </w:r>
      <w:proofErr w:type="spellEnd"/>
      <w:r>
        <w:t xml:space="preserve"> Typ HGS gemäß EN 438 - 3 Typ HGS, nur liefern.</w:t>
      </w:r>
    </w:p>
    <w:p w14:paraId="4C31E3A2" w14:textId="77777777" w:rsidR="00465517" w:rsidRDefault="00465517" w:rsidP="00385E52">
      <w:pPr>
        <w:pStyle w:val="Langtext"/>
      </w:pPr>
      <w:r>
        <w:t xml:space="preserve">Baustoffklasse </w:t>
      </w:r>
      <w:proofErr w:type="spellStart"/>
      <w:r>
        <w:t>Euroclass</w:t>
      </w:r>
      <w:proofErr w:type="spellEnd"/>
      <w:r>
        <w:t xml:space="preserve"> D-s2,d0 nach EN 13501-1.</w:t>
      </w:r>
    </w:p>
    <w:p w14:paraId="30F694C5" w14:textId="77777777" w:rsidR="00465517" w:rsidRDefault="00465517" w:rsidP="00385E52">
      <w:pPr>
        <w:pStyle w:val="Langtext"/>
      </w:pPr>
      <w:r>
        <w:t>Abgerechnet wird die gesamte abgewickelte Bekleidungsfläche.</w:t>
      </w:r>
    </w:p>
    <w:p w14:paraId="7EB61803" w14:textId="77777777" w:rsidR="00465517" w:rsidRDefault="00465517" w:rsidP="00385E52">
      <w:pPr>
        <w:pStyle w:val="Langtext"/>
      </w:pPr>
      <w:r>
        <w:t>Dekorgruppe Material</w:t>
      </w:r>
    </w:p>
    <w:p w14:paraId="2AC4321D" w14:textId="77777777" w:rsidR="00465517" w:rsidRDefault="00465517" w:rsidP="00385E52">
      <w:pPr>
        <w:pStyle w:val="Langtext"/>
      </w:pPr>
      <w:r>
        <w:t>Dekornummer (gemäß aktueller Kollektion): _ _ _</w:t>
      </w:r>
    </w:p>
    <w:p w14:paraId="43C3424D" w14:textId="77777777" w:rsidR="00465517" w:rsidRDefault="00465517" w:rsidP="00385E52">
      <w:pPr>
        <w:pStyle w:val="Langtext"/>
      </w:pPr>
      <w:r>
        <w:t>Rückseite: geschliffen</w:t>
      </w:r>
    </w:p>
    <w:p w14:paraId="34D34D8E" w14:textId="77777777" w:rsidR="00465517" w:rsidRDefault="00465517" w:rsidP="00385E52">
      <w:pPr>
        <w:pStyle w:val="Langtext"/>
      </w:pPr>
      <w:r>
        <w:t>Oberfläche (FH/MT/NA/SU/SG): _ _ _</w:t>
      </w:r>
    </w:p>
    <w:p w14:paraId="2953024D" w14:textId="77777777" w:rsidR="00465517" w:rsidRDefault="00465517" w:rsidP="00385E52">
      <w:pPr>
        <w:pStyle w:val="Langtext"/>
      </w:pPr>
      <w:r>
        <w:lastRenderedPageBreak/>
        <w:t>Plattendicke: 1,0 mm</w:t>
      </w:r>
    </w:p>
    <w:p w14:paraId="708C02E9" w14:textId="77777777" w:rsidR="00465517" w:rsidRDefault="00465517" w:rsidP="00385E52">
      <w:pPr>
        <w:pStyle w:val="Langtext"/>
      </w:pPr>
      <w:r>
        <w:t>Plattenformat und Oberfläche: _ _ _</w:t>
      </w:r>
    </w:p>
    <w:p w14:paraId="465894AA" w14:textId="77777777" w:rsidR="00465517" w:rsidRDefault="00465517" w:rsidP="00385E52">
      <w:pPr>
        <w:pStyle w:val="Langtext"/>
      </w:pPr>
    </w:p>
    <w:p w14:paraId="4F4C0683" w14:textId="77777777" w:rsidR="00465517" w:rsidRDefault="00465517" w:rsidP="00385E52">
      <w:pPr>
        <w:pStyle w:val="Langtext"/>
      </w:pPr>
      <w:r>
        <w:t>• TK: 2140 x 1060 mm = 2,27 m2 FH, MT</w:t>
      </w:r>
    </w:p>
    <w:p w14:paraId="32A2B7BE" w14:textId="77777777" w:rsidR="00465517" w:rsidRDefault="00465517" w:rsidP="00385E52">
      <w:pPr>
        <w:pStyle w:val="Langtext"/>
      </w:pPr>
      <w:r>
        <w:t>• GR: 2800 x 1300 mm = 3,64 m2 FH, MT, SU, SG1) 2)</w:t>
      </w:r>
    </w:p>
    <w:p w14:paraId="276FB9EF" w14:textId="77777777" w:rsidR="00465517" w:rsidRDefault="00465517" w:rsidP="00385E52">
      <w:pPr>
        <w:pStyle w:val="Langtext"/>
      </w:pPr>
      <w:proofErr w:type="spellStart"/>
      <w:r>
        <w:t>Besäumschnitte</w:t>
      </w:r>
      <w:proofErr w:type="spellEnd"/>
      <w:r>
        <w:t xml:space="preserve"> sind auszuführen! (z.B.: 4100 x 1300 mm = 4090 x 1290 mm)</w:t>
      </w:r>
    </w:p>
    <w:p w14:paraId="043CCB5D" w14:textId="77777777" w:rsidR="00465517" w:rsidRDefault="00465517" w:rsidP="00385E52">
      <w:pPr>
        <w:pStyle w:val="Langtext"/>
      </w:pPr>
      <w:r>
        <w:t>Toleranzen: +10 / -0 mm</w:t>
      </w:r>
    </w:p>
    <w:p w14:paraId="2B52517B" w14:textId="77777777" w:rsidR="00465517" w:rsidRDefault="00465517" w:rsidP="00385E52">
      <w:pPr>
        <w:pStyle w:val="Langtext"/>
      </w:pPr>
      <w:r>
        <w:t>z.B. Max HPL Standardqualität von Fundermax oder Gleichwertiges.</w:t>
      </w:r>
    </w:p>
    <w:p w14:paraId="100C92FC" w14:textId="77777777" w:rsidR="00465517" w:rsidRDefault="00465517" w:rsidP="00385E52">
      <w:pPr>
        <w:pStyle w:val="Langtext"/>
      </w:pPr>
      <w:r>
        <w:t>Angebotenes Erzeugnis: (....)</w:t>
      </w:r>
    </w:p>
    <w:p w14:paraId="4D6F82F8" w14:textId="77777777" w:rsidR="00465517" w:rsidRDefault="00465517" w:rsidP="00385E52">
      <w:pPr>
        <w:pStyle w:val="TrennungPOS"/>
      </w:pPr>
    </w:p>
    <w:p w14:paraId="4A00517D" w14:textId="77777777" w:rsidR="00465517" w:rsidRDefault="00465517" w:rsidP="00385E52">
      <w:pPr>
        <w:pStyle w:val="GrundtextPosNr"/>
        <w:keepNext/>
        <w:keepLines/>
      </w:pPr>
      <w:r>
        <w:t>FG.FG 04</w:t>
      </w:r>
    </w:p>
    <w:p w14:paraId="094309BF" w14:textId="77777777" w:rsidR="00465517" w:rsidRDefault="00465517" w:rsidP="00385E52">
      <w:pPr>
        <w:pStyle w:val="Folgeposition"/>
      </w:pPr>
      <w:r>
        <w:t xml:space="preserve"> </w:t>
      </w:r>
      <w:r>
        <w:rPr>
          <w:sz w:val="12"/>
        </w:rPr>
        <w:t>+</w:t>
      </w:r>
      <w:r>
        <w:tab/>
        <w:t xml:space="preserve">HPL </w:t>
      </w:r>
      <w:proofErr w:type="spellStart"/>
      <w:r>
        <w:t>Standardqualitätplatten</w:t>
      </w:r>
      <w:proofErr w:type="spellEnd"/>
      <w:r>
        <w:t xml:space="preserve"> Typ HGS </w:t>
      </w:r>
      <w:proofErr w:type="spellStart"/>
      <w:r>
        <w:t>Dekorgr.Individualdekor</w:t>
      </w:r>
      <w:proofErr w:type="spellEnd"/>
      <w:r>
        <w:tab/>
        <w:t xml:space="preserve">m2 </w:t>
      </w:r>
    </w:p>
    <w:p w14:paraId="6BD995FD" w14:textId="77777777" w:rsidR="00465517" w:rsidRDefault="00465517" w:rsidP="00385E52">
      <w:pPr>
        <w:pStyle w:val="Langtext"/>
      </w:pPr>
      <w:r>
        <w:t xml:space="preserve">HPL </w:t>
      </w:r>
      <w:proofErr w:type="spellStart"/>
      <w:r>
        <w:t>Standardqualitätplatten</w:t>
      </w:r>
      <w:proofErr w:type="spellEnd"/>
      <w:r>
        <w:t xml:space="preserve"> Typ HGS gemäß EN 438 - 3 Typ HGS, nur liefern.</w:t>
      </w:r>
    </w:p>
    <w:p w14:paraId="155BEE31" w14:textId="77777777" w:rsidR="00465517" w:rsidRDefault="00465517" w:rsidP="00385E52">
      <w:pPr>
        <w:pStyle w:val="Langtext"/>
      </w:pPr>
      <w:r>
        <w:t xml:space="preserve">Baustoffklasse </w:t>
      </w:r>
      <w:proofErr w:type="spellStart"/>
      <w:r>
        <w:t>Euroclass</w:t>
      </w:r>
      <w:proofErr w:type="spellEnd"/>
      <w:r>
        <w:t xml:space="preserve"> D-s2,d0 nach EN 13501-1.</w:t>
      </w:r>
    </w:p>
    <w:p w14:paraId="02CD9B35" w14:textId="77777777" w:rsidR="00465517" w:rsidRDefault="00465517" w:rsidP="00385E52">
      <w:pPr>
        <w:pStyle w:val="Langtext"/>
      </w:pPr>
      <w:r>
        <w:t>Abgerechnet wird die gesamte abgewickelte Bekleidungsfläche.</w:t>
      </w:r>
    </w:p>
    <w:p w14:paraId="24C7E5B8" w14:textId="77777777" w:rsidR="00465517" w:rsidRDefault="00465517" w:rsidP="00385E52">
      <w:pPr>
        <w:pStyle w:val="Langtext"/>
      </w:pPr>
      <w:r>
        <w:t>Dekorgruppe Individualdekor</w:t>
      </w:r>
    </w:p>
    <w:p w14:paraId="23C496CB" w14:textId="77777777" w:rsidR="00465517" w:rsidRDefault="00465517" w:rsidP="00385E52">
      <w:pPr>
        <w:pStyle w:val="Langtext"/>
      </w:pPr>
      <w:r>
        <w:t>Dekornummer (gemäß aktueller Kollektion): _ _ _</w:t>
      </w:r>
    </w:p>
    <w:p w14:paraId="47D9B726" w14:textId="77777777" w:rsidR="00465517" w:rsidRDefault="00465517" w:rsidP="00385E52">
      <w:pPr>
        <w:pStyle w:val="Langtext"/>
      </w:pPr>
      <w:r>
        <w:t>Rückseite: geschliffen</w:t>
      </w:r>
    </w:p>
    <w:p w14:paraId="0653F8A3" w14:textId="77777777" w:rsidR="00465517" w:rsidRDefault="00465517" w:rsidP="00385E52">
      <w:pPr>
        <w:pStyle w:val="Langtext"/>
      </w:pPr>
      <w:r>
        <w:t>Oberfläche FH</w:t>
      </w:r>
    </w:p>
    <w:p w14:paraId="5E7631CC" w14:textId="77777777" w:rsidR="00465517" w:rsidRDefault="00465517" w:rsidP="00385E52">
      <w:pPr>
        <w:pStyle w:val="Langtext"/>
      </w:pPr>
      <w:r>
        <w:t>Plattendicke: 1,0 mm</w:t>
      </w:r>
    </w:p>
    <w:p w14:paraId="77613BDE" w14:textId="77777777" w:rsidR="00465517" w:rsidRDefault="00465517" w:rsidP="00385E52">
      <w:pPr>
        <w:pStyle w:val="Langtext"/>
      </w:pPr>
      <w:r>
        <w:t>Plattenformat und Oberfläche: _ _ _</w:t>
      </w:r>
    </w:p>
    <w:p w14:paraId="6842AEE7" w14:textId="77777777" w:rsidR="00465517" w:rsidRDefault="00465517" w:rsidP="00385E52">
      <w:pPr>
        <w:pStyle w:val="Langtext"/>
      </w:pPr>
    </w:p>
    <w:p w14:paraId="613CCC7A" w14:textId="77777777" w:rsidR="00465517" w:rsidRDefault="00465517" w:rsidP="00385E52">
      <w:pPr>
        <w:pStyle w:val="Langtext"/>
      </w:pPr>
      <w:r>
        <w:t>• 2140 x 1060 mm = 2,27 m2 (Bedruckbarer Bereich: 2100 x 1060 mm)</w:t>
      </w:r>
    </w:p>
    <w:p w14:paraId="747D481F" w14:textId="77777777" w:rsidR="00465517" w:rsidRDefault="00465517" w:rsidP="00385E52">
      <w:pPr>
        <w:pStyle w:val="Langtext"/>
      </w:pPr>
      <w:r>
        <w:t>• 2800 x 1300 mm = 3,64 m2 (Bedruckbarer Bereich: 2760 x 1260 mm)</w:t>
      </w:r>
    </w:p>
    <w:p w14:paraId="0544CB5F" w14:textId="77777777" w:rsidR="00465517" w:rsidRDefault="00465517" w:rsidP="00385E52">
      <w:pPr>
        <w:pStyle w:val="Langtext"/>
      </w:pPr>
      <w:r>
        <w:t>• 4100 x 1300 mm = 5,33 m2 (Bedruckbarer Bereich: 4060 x 1260 mm)</w:t>
      </w:r>
    </w:p>
    <w:p w14:paraId="3B3AA399" w14:textId="77777777" w:rsidR="00465517" w:rsidRDefault="00465517" w:rsidP="00385E52">
      <w:pPr>
        <w:pStyle w:val="Langtext"/>
      </w:pPr>
      <w:proofErr w:type="spellStart"/>
      <w:r>
        <w:t>Photorealistische</w:t>
      </w:r>
      <w:proofErr w:type="spellEnd"/>
      <w:r>
        <w:t xml:space="preserve"> Druckauflösung mit 1200 x 600 dpi, in einem 6 Farbdruck, hohe Lichtbeständigkeit</w:t>
      </w:r>
    </w:p>
    <w:p w14:paraId="53A3053D" w14:textId="77777777" w:rsidR="00465517" w:rsidRDefault="00465517" w:rsidP="00385E52">
      <w:pPr>
        <w:pStyle w:val="Langtext"/>
      </w:pPr>
      <w:proofErr w:type="spellStart"/>
      <w:r>
        <w:t>Besäumschnitte</w:t>
      </w:r>
      <w:proofErr w:type="spellEnd"/>
      <w:r>
        <w:t xml:space="preserve"> sind auszuführen! (z.B.: 4100 x 1300 mm = 4090 x 1290 mm)</w:t>
      </w:r>
    </w:p>
    <w:p w14:paraId="300CDB24" w14:textId="77777777" w:rsidR="00465517" w:rsidRDefault="00465517" w:rsidP="00385E52">
      <w:pPr>
        <w:pStyle w:val="Langtext"/>
      </w:pPr>
      <w:r>
        <w:t>Toleranzen: +10 / -0 mm</w:t>
      </w:r>
    </w:p>
    <w:p w14:paraId="783FAFB8" w14:textId="77777777" w:rsidR="00465517" w:rsidRDefault="00465517" w:rsidP="00385E52">
      <w:pPr>
        <w:pStyle w:val="Langtext"/>
      </w:pPr>
      <w:r>
        <w:t>z.B. Max HPL Standardqualität von Fundermax oder Gleichwertiges.</w:t>
      </w:r>
    </w:p>
    <w:p w14:paraId="3E451629" w14:textId="77777777" w:rsidR="00465517" w:rsidRDefault="00465517" w:rsidP="00385E52">
      <w:pPr>
        <w:pStyle w:val="Langtext"/>
      </w:pPr>
      <w:r>
        <w:t>Angebotenes Erzeugnis: (....)</w:t>
      </w:r>
    </w:p>
    <w:p w14:paraId="7B700785" w14:textId="77777777" w:rsidR="00465517" w:rsidRDefault="00465517" w:rsidP="00385E52">
      <w:pPr>
        <w:pStyle w:val="TrennungPOS"/>
      </w:pPr>
    </w:p>
    <w:p w14:paraId="13DD7759" w14:textId="77777777" w:rsidR="00465517" w:rsidRDefault="00465517" w:rsidP="00385E52">
      <w:pPr>
        <w:pStyle w:val="GrundtextPosNr"/>
        <w:keepNext/>
        <w:keepLines/>
      </w:pPr>
      <w:r>
        <w:t>FG.FG 05</w:t>
      </w:r>
    </w:p>
    <w:p w14:paraId="323858E4" w14:textId="77777777" w:rsidR="00465517" w:rsidRDefault="00465517" w:rsidP="00385E52">
      <w:pPr>
        <w:pStyle w:val="Folgeposition"/>
      </w:pPr>
      <w:r>
        <w:t xml:space="preserve"> </w:t>
      </w:r>
      <w:r>
        <w:rPr>
          <w:sz w:val="12"/>
        </w:rPr>
        <w:t>+</w:t>
      </w:r>
      <w:r>
        <w:tab/>
        <w:t xml:space="preserve">HPL </w:t>
      </w:r>
      <w:proofErr w:type="spellStart"/>
      <w:r>
        <w:t>Standardqualitätplatten</w:t>
      </w:r>
      <w:proofErr w:type="spellEnd"/>
      <w:r>
        <w:t xml:space="preserve"> Typ HGS Anti-</w:t>
      </w:r>
      <w:proofErr w:type="spellStart"/>
      <w:r>
        <w:t>Fingerp.Dekorgr.UNI</w:t>
      </w:r>
      <w:proofErr w:type="spellEnd"/>
      <w:r>
        <w:tab/>
        <w:t xml:space="preserve">m2 </w:t>
      </w:r>
    </w:p>
    <w:p w14:paraId="36B6E836" w14:textId="77777777" w:rsidR="00465517" w:rsidRDefault="00465517" w:rsidP="00385E52">
      <w:pPr>
        <w:pStyle w:val="Langtext"/>
      </w:pPr>
      <w:r>
        <w:t xml:space="preserve">HPL </w:t>
      </w:r>
      <w:proofErr w:type="spellStart"/>
      <w:r>
        <w:t>Standardqualitätplatten</w:t>
      </w:r>
      <w:proofErr w:type="spellEnd"/>
      <w:r>
        <w:t xml:space="preserve"> Typ HGS gemäß EN 438 - 3 Typ HGS, Anti-Fingerprint (Anti-</w:t>
      </w:r>
      <w:proofErr w:type="spellStart"/>
      <w:r>
        <w:t>Fingerp</w:t>
      </w:r>
      <w:proofErr w:type="spellEnd"/>
      <w:r>
        <w:t>.) nur liefern.</w:t>
      </w:r>
    </w:p>
    <w:p w14:paraId="21F7411A" w14:textId="77777777" w:rsidR="00465517" w:rsidRDefault="00465517" w:rsidP="00385E52">
      <w:pPr>
        <w:pStyle w:val="Langtext"/>
      </w:pPr>
      <w:r>
        <w:t xml:space="preserve">Baustoffklasse </w:t>
      </w:r>
      <w:proofErr w:type="spellStart"/>
      <w:r>
        <w:t>Euroclass</w:t>
      </w:r>
      <w:proofErr w:type="spellEnd"/>
      <w:r>
        <w:t xml:space="preserve"> D-s2,d0 nach EN 13501-1.</w:t>
      </w:r>
    </w:p>
    <w:p w14:paraId="258941FD" w14:textId="77777777" w:rsidR="00465517" w:rsidRDefault="00465517" w:rsidP="00385E52">
      <w:pPr>
        <w:pStyle w:val="Langtext"/>
      </w:pPr>
      <w:r>
        <w:t>Abgerechnet wird die gesamte abgewickelte Bekleidungsfläche.</w:t>
      </w:r>
    </w:p>
    <w:p w14:paraId="1DB53B96" w14:textId="77777777" w:rsidR="00465517" w:rsidRDefault="00465517" w:rsidP="00385E52">
      <w:pPr>
        <w:pStyle w:val="Langtext"/>
      </w:pPr>
      <w:r>
        <w:t>Dekorgruppe UNI</w:t>
      </w:r>
    </w:p>
    <w:p w14:paraId="4CBBB791" w14:textId="77777777" w:rsidR="00465517" w:rsidRDefault="00465517" w:rsidP="00385E52">
      <w:pPr>
        <w:pStyle w:val="Langtext"/>
      </w:pPr>
      <w:r>
        <w:t>Dekornummer (gemäß aktueller Kollektion): _ _ _</w:t>
      </w:r>
    </w:p>
    <w:p w14:paraId="587E19DB" w14:textId="77777777" w:rsidR="00465517" w:rsidRDefault="00465517" w:rsidP="00385E52">
      <w:pPr>
        <w:pStyle w:val="Langtext"/>
      </w:pPr>
      <w:r>
        <w:t>Rückseite: geschliffen</w:t>
      </w:r>
    </w:p>
    <w:p w14:paraId="78B2BAC6" w14:textId="77777777" w:rsidR="00465517" w:rsidRDefault="00465517" w:rsidP="00385E52">
      <w:pPr>
        <w:pStyle w:val="Langtext"/>
      </w:pPr>
      <w:r>
        <w:t>Oberfläche (AP): _ _ _</w:t>
      </w:r>
    </w:p>
    <w:p w14:paraId="7BB4446C" w14:textId="77777777" w:rsidR="00465517" w:rsidRDefault="00465517" w:rsidP="00385E52">
      <w:pPr>
        <w:pStyle w:val="Langtext"/>
      </w:pPr>
      <w:r>
        <w:t>Plattendicke: 1,0 mm</w:t>
      </w:r>
    </w:p>
    <w:p w14:paraId="4DB1E53C" w14:textId="77777777" w:rsidR="00465517" w:rsidRDefault="00465517" w:rsidP="00385E52">
      <w:pPr>
        <w:pStyle w:val="Langtext"/>
      </w:pPr>
      <w:r>
        <w:t>Plattenformat und Oberfläche: _ _ _</w:t>
      </w:r>
    </w:p>
    <w:p w14:paraId="3CB40E55" w14:textId="77777777" w:rsidR="00465517" w:rsidRDefault="00465517" w:rsidP="00385E52">
      <w:pPr>
        <w:pStyle w:val="Langtext"/>
      </w:pPr>
    </w:p>
    <w:p w14:paraId="62969D0E" w14:textId="77777777" w:rsidR="00465517" w:rsidRDefault="00465517" w:rsidP="00385E52">
      <w:pPr>
        <w:pStyle w:val="Langtext"/>
      </w:pPr>
      <w:r>
        <w:t>• GR: 2800 x 1300 mm = 3,64 m2 AP</w:t>
      </w:r>
    </w:p>
    <w:p w14:paraId="47141B8B" w14:textId="77777777" w:rsidR="00465517" w:rsidRDefault="00465517" w:rsidP="00385E52">
      <w:pPr>
        <w:pStyle w:val="Langtext"/>
      </w:pPr>
      <w:r>
        <w:t>• JU: 4100 x 1300 mm = 5,33 m2 AP</w:t>
      </w:r>
    </w:p>
    <w:p w14:paraId="69718E31" w14:textId="77777777" w:rsidR="00465517" w:rsidRDefault="00465517" w:rsidP="00385E52">
      <w:pPr>
        <w:pStyle w:val="Langtext"/>
      </w:pPr>
      <w:proofErr w:type="spellStart"/>
      <w:r>
        <w:t>Besäumschnitte</w:t>
      </w:r>
      <w:proofErr w:type="spellEnd"/>
      <w:r>
        <w:t xml:space="preserve"> sind auszuführen! (z.B.: 4100 x 1300 mm = 4090 x 1290 mm)</w:t>
      </w:r>
    </w:p>
    <w:p w14:paraId="4468E0D1" w14:textId="77777777" w:rsidR="00465517" w:rsidRDefault="00465517" w:rsidP="00385E52">
      <w:pPr>
        <w:pStyle w:val="Langtext"/>
      </w:pPr>
      <w:r>
        <w:t>Toleranzen: +10 / -0 mm</w:t>
      </w:r>
    </w:p>
    <w:p w14:paraId="068584CD" w14:textId="77777777" w:rsidR="00465517" w:rsidRDefault="00465517" w:rsidP="00385E52">
      <w:pPr>
        <w:pStyle w:val="Langtext"/>
      </w:pPr>
      <w:r>
        <w:t>z.B. Max HPL Standardqualität von Fundermax oder Gleichwertiges.</w:t>
      </w:r>
    </w:p>
    <w:p w14:paraId="4B445BE7" w14:textId="77777777" w:rsidR="00465517" w:rsidRDefault="00465517" w:rsidP="00385E52">
      <w:pPr>
        <w:pStyle w:val="Langtext"/>
      </w:pPr>
      <w:r>
        <w:t>Angebotenes Erzeugnis: (....)</w:t>
      </w:r>
    </w:p>
    <w:p w14:paraId="188685EF" w14:textId="77777777" w:rsidR="00465517" w:rsidRDefault="00465517" w:rsidP="00385E52">
      <w:pPr>
        <w:pStyle w:val="TrennungULG"/>
        <w:keepNext w:val="0"/>
      </w:pPr>
    </w:p>
    <w:p w14:paraId="7BCCF391" w14:textId="77777777" w:rsidR="00465517" w:rsidRDefault="00465517" w:rsidP="00385E52">
      <w:pPr>
        <w:pStyle w:val="ULG"/>
        <w:keepLines/>
      </w:pPr>
      <w:r>
        <w:t>FG.FH</w:t>
      </w:r>
      <w:r>
        <w:rPr>
          <w:sz w:val="12"/>
        </w:rPr>
        <w:t xml:space="preserve"> + </w:t>
      </w:r>
      <w:r>
        <w:t xml:space="preserve">HPL </w:t>
      </w:r>
      <w:proofErr w:type="spellStart"/>
      <w:r>
        <w:t>Postformingqualitätplatten</w:t>
      </w:r>
      <w:proofErr w:type="spellEnd"/>
      <w:r>
        <w:t xml:space="preserve"> Typ HGP (FUNDERMAX)</w:t>
      </w:r>
    </w:p>
    <w:p w14:paraId="00A90867" w14:textId="77777777" w:rsidR="00465517" w:rsidRDefault="00465517" w:rsidP="00385E52">
      <w:pPr>
        <w:pStyle w:val="Langtext"/>
      </w:pPr>
      <w:r>
        <w:t>Version: 2022-04</w:t>
      </w:r>
    </w:p>
    <w:p w14:paraId="6FB3FB4E" w14:textId="77777777" w:rsidR="00465517" w:rsidRDefault="00465517" w:rsidP="00385E52">
      <w:pPr>
        <w:pStyle w:val="Langtext"/>
      </w:pPr>
      <w:r>
        <w:t xml:space="preserve">Im Folgenden ist das Liefern von HPL </w:t>
      </w:r>
      <w:proofErr w:type="spellStart"/>
      <w:r>
        <w:t>Postformingqualitätplatten</w:t>
      </w:r>
      <w:proofErr w:type="spellEnd"/>
      <w:r>
        <w:t xml:space="preserve"> Typ HGP beschrieben.</w:t>
      </w:r>
    </w:p>
    <w:p w14:paraId="66BCDFC3" w14:textId="77777777" w:rsidR="00465517" w:rsidRDefault="00465517" w:rsidP="00385E52">
      <w:pPr>
        <w:pStyle w:val="Langtext"/>
      </w:pPr>
      <w:r>
        <w:t>Die Montage hat entsprechend den statischen Erfordernissen zu erfolgen und ist in eigenen Positionen auszuschreiben.</w:t>
      </w:r>
    </w:p>
    <w:p w14:paraId="76E12DF4" w14:textId="77777777" w:rsidR="00465517" w:rsidRDefault="00465517" w:rsidP="00385E52">
      <w:pPr>
        <w:pStyle w:val="Langtext"/>
      </w:pPr>
      <w:r>
        <w:t>Die Angaben des Plattenhersteller bezüglich Liefer-, Montage- bzw. Einbaubedingungen sowie Verarbeitungsrichtlinien sind zu beachten.</w:t>
      </w:r>
    </w:p>
    <w:p w14:paraId="37ACDBFB" w14:textId="77777777" w:rsidR="00465517" w:rsidRDefault="00465517" w:rsidP="00385E52">
      <w:pPr>
        <w:pStyle w:val="Langtext"/>
      </w:pPr>
      <w:r>
        <w:t xml:space="preserve">Nach Fertigstellung des Bauvorhabens muss eine Endreinigung gemäß den Empfehlungen des HPL Plattenherstellers an den verbauten HPL </w:t>
      </w:r>
      <w:proofErr w:type="spellStart"/>
      <w:r>
        <w:t>Postformingplatten</w:t>
      </w:r>
      <w:proofErr w:type="spellEnd"/>
      <w:r>
        <w:t xml:space="preserve"> durchgeführt werden.</w:t>
      </w:r>
    </w:p>
    <w:p w14:paraId="7D800D36" w14:textId="77777777" w:rsidR="00465517" w:rsidRDefault="00465517" w:rsidP="00385E52">
      <w:pPr>
        <w:pStyle w:val="Langtext"/>
      </w:pPr>
    </w:p>
    <w:p w14:paraId="3487D970" w14:textId="77777777" w:rsidR="00465517" w:rsidRDefault="00465517" w:rsidP="00385E52">
      <w:pPr>
        <w:pStyle w:val="Langtext"/>
      </w:pPr>
      <w:r>
        <w:t>Angaben zum Plattenmaterial:</w:t>
      </w:r>
    </w:p>
    <w:p w14:paraId="5AAD6B3D" w14:textId="77777777" w:rsidR="00465517" w:rsidRDefault="00465517" w:rsidP="00385E52">
      <w:pPr>
        <w:pStyle w:val="Langtext"/>
      </w:pPr>
      <w:r>
        <w:t xml:space="preserve">Als HPL (High </w:t>
      </w:r>
      <w:proofErr w:type="spellStart"/>
      <w:r>
        <w:t>Pressure</w:t>
      </w:r>
      <w:proofErr w:type="spellEnd"/>
      <w:r>
        <w:t xml:space="preserve"> Laminates) </w:t>
      </w:r>
      <w:proofErr w:type="spellStart"/>
      <w:r>
        <w:t>Postformingqualitätplatten</w:t>
      </w:r>
      <w:proofErr w:type="spellEnd"/>
      <w:r>
        <w:t xml:space="preserve"> Typ HGP bezeichnet man dekorative Hochdruck-Schichtpressstoffplatten welche auf ein Trägermaterial aus Holzwerkstoffen oder Metall aufgeleimt werden können. Sie </w:t>
      </w:r>
      <w:r>
        <w:lastRenderedPageBreak/>
        <w:t>werden vor allem für die Herstellung von hochbeanspruchten Möbelelementen und Objekteinrichtungen, wie z.B. Arbeitsplatten, verwendet.</w:t>
      </w:r>
    </w:p>
    <w:p w14:paraId="49F7DCED" w14:textId="77777777" w:rsidR="00465517" w:rsidRDefault="00465517" w:rsidP="00385E52">
      <w:pPr>
        <w:pStyle w:val="Langtext"/>
      </w:pPr>
      <w:r>
        <w:t>Die Herstellung dieser HPL Platten erfolgt gemäß der EN 438 Teil 3 Typ HGP - Klassifizierung und Spezifikationen für Platten mit einer Dicke kleiner als 2 mm, vorgesehen zum Verkleben auf ein Trägermaterial.</w:t>
      </w:r>
    </w:p>
    <w:p w14:paraId="44E33ACD" w14:textId="77777777" w:rsidR="00465517" w:rsidRDefault="00465517" w:rsidP="00385E52">
      <w:pPr>
        <w:pStyle w:val="Langtext"/>
      </w:pPr>
      <w:r>
        <w:t>Die HPL Standardplatten zeichnen sich durch ihre hohe Widerstandsfähigkeit gegen Abrieb, Stoß und Verkratzen, sowie durch eine gute Wärmebeständigkeit aus. Ebenfalls ist die Oberfläche weitgehend unempfindlich gegenüber haushaltsüblichen Chemikalien, hygienisch, unbedenklich im Kontakt mit Lebensmitteln und leicht zu reinigen.</w:t>
      </w:r>
    </w:p>
    <w:p w14:paraId="5C53A7FB" w14:textId="77777777" w:rsidR="00465517" w:rsidRDefault="00465517" w:rsidP="00533A20">
      <w:pPr>
        <w:pStyle w:val="Langtext"/>
      </w:pPr>
    </w:p>
    <w:p w14:paraId="10603C67" w14:textId="77777777" w:rsidR="00465517" w:rsidRDefault="00465517" w:rsidP="00533A20">
      <w:pPr>
        <w:pStyle w:val="Langtext"/>
        <w:keepNext/>
        <w:keepLines/>
      </w:pPr>
      <w:r>
        <w:t>Technische Beschreibung:</w:t>
      </w:r>
    </w:p>
    <w:p w14:paraId="56F9E454" w14:textId="77777777" w:rsidR="00465517" w:rsidRDefault="00465517" w:rsidP="00533A20">
      <w:pPr>
        <w:pStyle w:val="Langtext"/>
        <w:keepNext/>
        <w:keepLines/>
      </w:pPr>
    </w:p>
    <w:p w14:paraId="4BB94B19" w14:textId="77777777" w:rsidR="00465517" w:rsidRDefault="00465517" w:rsidP="00533A20">
      <w:pPr>
        <w:pStyle w:val="Langtext"/>
      </w:pPr>
      <w:r>
        <w:t>• Lichtechtheit: ≥ Grad 4 gemäß EN 438-2:2016</w:t>
      </w:r>
    </w:p>
    <w:p w14:paraId="1E82DD18" w14:textId="77777777" w:rsidR="00465517" w:rsidRDefault="00465517" w:rsidP="00533A20">
      <w:pPr>
        <w:pStyle w:val="Langtext"/>
      </w:pPr>
      <w:r>
        <w:t>• Kratzfestigkeit: ≥ Grad 3 (4N) gemäß EN 438-2:2016</w:t>
      </w:r>
    </w:p>
    <w:p w14:paraId="1D68A17C" w14:textId="77777777" w:rsidR="00465517" w:rsidRDefault="00465517" w:rsidP="00533A20">
      <w:pPr>
        <w:pStyle w:val="Langtext"/>
      </w:pPr>
      <w:r>
        <w:t>• Oberflächenabrieb: ≥ 150 Umdrehungen gemäß EN 438-2:2016</w:t>
      </w:r>
    </w:p>
    <w:p w14:paraId="5207DBA0" w14:textId="77777777" w:rsidR="00465517" w:rsidRDefault="00465517" w:rsidP="00533A20">
      <w:pPr>
        <w:pStyle w:val="Langtext"/>
      </w:pPr>
      <w:r>
        <w:t>• Stoßbeanspruchung mit kleiner Kugel: ≥ 20 N gemäß EN 438-2:2016</w:t>
      </w:r>
    </w:p>
    <w:p w14:paraId="12817134" w14:textId="77777777" w:rsidR="00465517" w:rsidRDefault="00465517" w:rsidP="00533A20">
      <w:pPr>
        <w:pStyle w:val="Langtext"/>
      </w:pPr>
      <w:r>
        <w:t>• Fleckenunempfindlichkeit: ≥ Grad 4 gemäß EN 438-2:2016</w:t>
      </w:r>
    </w:p>
    <w:p w14:paraId="0AE096D5" w14:textId="77777777" w:rsidR="00465517" w:rsidRDefault="00465517" w:rsidP="00533A20">
      <w:pPr>
        <w:pStyle w:val="Langtext"/>
      </w:pPr>
      <w:r>
        <w:t xml:space="preserve">• Oberfläche: lösemittelbeständig, kratzfest, leicht zu reinigen, hitzebeständig, lebensmittelecht, </w:t>
      </w:r>
      <w:proofErr w:type="spellStart"/>
      <w:r>
        <w:t>schlagzäh</w:t>
      </w:r>
      <w:proofErr w:type="spellEnd"/>
      <w:r>
        <w:t>, widerstandsfähig</w:t>
      </w:r>
    </w:p>
    <w:p w14:paraId="65073308" w14:textId="77777777" w:rsidR="00465517" w:rsidRDefault="00465517" w:rsidP="00533A20">
      <w:pPr>
        <w:pStyle w:val="Langtext"/>
      </w:pPr>
      <w:r>
        <w:t xml:space="preserve">• Brennbarkeit: Standardqualität </w:t>
      </w:r>
      <w:proofErr w:type="spellStart"/>
      <w:r>
        <w:t>Euroclass</w:t>
      </w:r>
      <w:proofErr w:type="spellEnd"/>
      <w:r>
        <w:t xml:space="preserve"> D-s2,d0 gemäß EN 13501-1</w:t>
      </w:r>
    </w:p>
    <w:p w14:paraId="603DA8F3" w14:textId="77777777" w:rsidR="00465517" w:rsidRDefault="00465517" w:rsidP="00533A20">
      <w:pPr>
        <w:pStyle w:val="Langtext"/>
      </w:pPr>
      <w:r>
        <w:t>• Raumgewicht: ≥ 1350 kg/m3 gemäß EN 438-2:2016</w:t>
      </w:r>
    </w:p>
    <w:p w14:paraId="38875376" w14:textId="77777777" w:rsidR="00465517" w:rsidRDefault="00465517" w:rsidP="00533A20">
      <w:pPr>
        <w:pStyle w:val="Langtext"/>
      </w:pPr>
      <w:r>
        <w:t>• Plattendicke: 0,8 mm</w:t>
      </w:r>
    </w:p>
    <w:p w14:paraId="3A999FE6" w14:textId="77777777" w:rsidR="00465517" w:rsidRDefault="00465517" w:rsidP="00533A20">
      <w:pPr>
        <w:pStyle w:val="Langtext"/>
        <w:keepNext/>
        <w:keepLines/>
      </w:pPr>
      <w:r>
        <w:t>Plattenformate und Oberflächen:</w:t>
      </w:r>
    </w:p>
    <w:p w14:paraId="3297FFB7" w14:textId="77777777" w:rsidR="00465517" w:rsidRDefault="00465517" w:rsidP="00533A20">
      <w:pPr>
        <w:pStyle w:val="Langtext"/>
        <w:keepNext/>
        <w:keepLines/>
      </w:pPr>
    </w:p>
    <w:p w14:paraId="0C39DC10" w14:textId="77777777" w:rsidR="00465517" w:rsidRDefault="00465517" w:rsidP="00533A20">
      <w:pPr>
        <w:pStyle w:val="Langtext"/>
      </w:pPr>
      <w:r>
        <w:t>• JU: 4100 x 1300 mm = 5,33 m2 FH, MT2), NA2), SU, SG1)2), GA, LI</w:t>
      </w:r>
    </w:p>
    <w:p w14:paraId="22BBF75B" w14:textId="77777777" w:rsidR="00465517" w:rsidRDefault="00465517" w:rsidP="00533A20">
      <w:pPr>
        <w:pStyle w:val="Langtext"/>
      </w:pPr>
      <w:r>
        <w:t>Kern: Braun, Ausnahme Dekor 0080 mit schwarzem Kern</w:t>
      </w:r>
    </w:p>
    <w:p w14:paraId="200D119D" w14:textId="77777777" w:rsidR="00465517" w:rsidRDefault="00465517" w:rsidP="00533A20">
      <w:pPr>
        <w:pStyle w:val="Kommentar"/>
      </w:pPr>
    </w:p>
    <w:p w14:paraId="30696650" w14:textId="77777777" w:rsidR="00465517" w:rsidRDefault="00465517" w:rsidP="00533A20">
      <w:pPr>
        <w:pStyle w:val="Kommentar"/>
      </w:pPr>
      <w:r>
        <w:t>Kommentar:</w:t>
      </w:r>
    </w:p>
    <w:p w14:paraId="5686E054" w14:textId="77777777" w:rsidR="00465517" w:rsidRDefault="00465517" w:rsidP="00533A20">
      <w:pPr>
        <w:pStyle w:val="Kommentar"/>
      </w:pPr>
      <w:r>
        <w:t>Produktspezifische Ausschreibungstexte (Produktbeschreibungen) sind für Ausschreibungen gemäß Bundesvergabegesetz (</w:t>
      </w:r>
      <w:proofErr w:type="spellStart"/>
      <w:r>
        <w:t>BVergG</w:t>
      </w:r>
      <w:proofErr w:type="spellEnd"/>
      <w:r>
        <w:t>) nicht geeignet.</w:t>
      </w:r>
    </w:p>
    <w:p w14:paraId="0F58EB7B" w14:textId="77777777" w:rsidR="00465517" w:rsidRDefault="00465517" w:rsidP="00533A20">
      <w:pPr>
        <w:pStyle w:val="Kommentar"/>
      </w:pPr>
      <w:r>
        <w:t xml:space="preserve">Sie dienen als Vorlage für frei formulierte Positionen und müssen inhaltlich so abgeändert werden, dass den Anforderungen des </w:t>
      </w:r>
      <w:proofErr w:type="spellStart"/>
      <w:r>
        <w:t>BVergG</w:t>
      </w:r>
      <w:proofErr w:type="spellEnd"/>
      <w:r>
        <w:t xml:space="preserve"> entsprochen wird (z.B. Kriterien der Gleichwertigkeit ergänzen).</w:t>
      </w:r>
    </w:p>
    <w:p w14:paraId="614E95EA" w14:textId="77777777" w:rsidR="00465517" w:rsidRDefault="00465517" w:rsidP="00533A20">
      <w:pPr>
        <w:pStyle w:val="TrennungPOS"/>
      </w:pPr>
    </w:p>
    <w:p w14:paraId="1EDA0FBF" w14:textId="77777777" w:rsidR="00465517" w:rsidRDefault="00465517" w:rsidP="00533A20">
      <w:pPr>
        <w:pStyle w:val="GrundtextPosNr"/>
        <w:keepNext/>
        <w:keepLines/>
      </w:pPr>
      <w:r>
        <w:t>FG.FH 01</w:t>
      </w:r>
    </w:p>
    <w:p w14:paraId="2E9ACEC8" w14:textId="77777777" w:rsidR="00465517" w:rsidRDefault="00465517" w:rsidP="00533A20">
      <w:pPr>
        <w:pStyle w:val="Folgeposition"/>
      </w:pPr>
      <w:r>
        <w:t xml:space="preserve"> </w:t>
      </w:r>
      <w:r>
        <w:rPr>
          <w:sz w:val="12"/>
        </w:rPr>
        <w:t>+</w:t>
      </w:r>
      <w:r>
        <w:tab/>
        <w:t xml:space="preserve">HPL </w:t>
      </w:r>
      <w:proofErr w:type="spellStart"/>
      <w:r>
        <w:t>HPL</w:t>
      </w:r>
      <w:proofErr w:type="spellEnd"/>
      <w:r>
        <w:t xml:space="preserve"> </w:t>
      </w:r>
      <w:proofErr w:type="spellStart"/>
      <w:r>
        <w:t>Postformingqualitätplatten</w:t>
      </w:r>
      <w:proofErr w:type="spellEnd"/>
      <w:r>
        <w:t xml:space="preserve"> Typ HGP </w:t>
      </w:r>
      <w:proofErr w:type="spellStart"/>
      <w:r>
        <w:t>Dekorgr.UNI</w:t>
      </w:r>
      <w:proofErr w:type="spellEnd"/>
      <w:r>
        <w:tab/>
        <w:t xml:space="preserve">m2 </w:t>
      </w:r>
    </w:p>
    <w:p w14:paraId="03FB9192" w14:textId="77777777" w:rsidR="00465517" w:rsidRDefault="00465517" w:rsidP="00533A20">
      <w:pPr>
        <w:pStyle w:val="Langtext"/>
      </w:pPr>
      <w:r>
        <w:t xml:space="preserve">HPL </w:t>
      </w:r>
      <w:proofErr w:type="spellStart"/>
      <w:r>
        <w:t>Postfpormingqualitätplatten</w:t>
      </w:r>
      <w:proofErr w:type="spellEnd"/>
      <w:r>
        <w:t xml:space="preserve"> gemäß EN 438 - 3 Typ HGP, nur liefern.</w:t>
      </w:r>
    </w:p>
    <w:p w14:paraId="650C4961" w14:textId="77777777" w:rsidR="00465517" w:rsidRDefault="00465517" w:rsidP="00533A20">
      <w:pPr>
        <w:pStyle w:val="Langtext"/>
      </w:pPr>
      <w:r>
        <w:t xml:space="preserve">Baustoffklasse </w:t>
      </w:r>
      <w:proofErr w:type="spellStart"/>
      <w:r>
        <w:t>Euroclass</w:t>
      </w:r>
      <w:proofErr w:type="spellEnd"/>
      <w:r>
        <w:t xml:space="preserve"> D-s2,d0 nach EN 13501-1.</w:t>
      </w:r>
    </w:p>
    <w:p w14:paraId="2368090C" w14:textId="77777777" w:rsidR="00465517" w:rsidRDefault="00465517" w:rsidP="00533A20">
      <w:pPr>
        <w:pStyle w:val="Langtext"/>
      </w:pPr>
      <w:r>
        <w:t>Abgerechnet wird die gesamte abgewickelte Bekleidungsfläche.</w:t>
      </w:r>
    </w:p>
    <w:p w14:paraId="692FE008" w14:textId="77777777" w:rsidR="00465517" w:rsidRDefault="00465517" w:rsidP="00533A20">
      <w:pPr>
        <w:pStyle w:val="Langtext"/>
      </w:pPr>
      <w:r>
        <w:t>Dekorgruppe UNI</w:t>
      </w:r>
    </w:p>
    <w:p w14:paraId="6CB28877" w14:textId="77777777" w:rsidR="00465517" w:rsidRDefault="00465517" w:rsidP="00533A20">
      <w:pPr>
        <w:pStyle w:val="Langtext"/>
      </w:pPr>
      <w:r>
        <w:t>Dekornummer (gemäß aktueller Kollektion): _ _ _</w:t>
      </w:r>
    </w:p>
    <w:p w14:paraId="182A3D36" w14:textId="77777777" w:rsidR="00465517" w:rsidRDefault="00465517" w:rsidP="00533A20">
      <w:pPr>
        <w:pStyle w:val="Langtext"/>
      </w:pPr>
      <w:r>
        <w:t>Rückseite: geschliffen</w:t>
      </w:r>
    </w:p>
    <w:p w14:paraId="277AFD63" w14:textId="77777777" w:rsidR="00465517" w:rsidRDefault="00465517" w:rsidP="00533A20">
      <w:pPr>
        <w:pStyle w:val="Langtext"/>
      </w:pPr>
      <w:r>
        <w:t>Oberfläche (FH/MT/NA/SU/SG/GA/LI): _ _ _</w:t>
      </w:r>
    </w:p>
    <w:p w14:paraId="34577E5B" w14:textId="77777777" w:rsidR="00465517" w:rsidRDefault="00465517" w:rsidP="00533A20">
      <w:pPr>
        <w:pStyle w:val="Langtext"/>
      </w:pPr>
      <w:r>
        <w:t>Plattendicke: 0,8 mm</w:t>
      </w:r>
    </w:p>
    <w:p w14:paraId="1B97362A" w14:textId="77777777" w:rsidR="00465517" w:rsidRDefault="00465517" w:rsidP="00533A20">
      <w:pPr>
        <w:pStyle w:val="Langtext"/>
      </w:pPr>
      <w:r>
        <w:t>Plattenformat: JU: 4100 x 1300 mm = 5,33 m2</w:t>
      </w:r>
    </w:p>
    <w:p w14:paraId="13059937" w14:textId="77777777" w:rsidR="00465517" w:rsidRDefault="00465517" w:rsidP="00533A20">
      <w:pPr>
        <w:pStyle w:val="Langtext"/>
      </w:pPr>
      <w:proofErr w:type="spellStart"/>
      <w:r>
        <w:t>Besäumschnitte</w:t>
      </w:r>
      <w:proofErr w:type="spellEnd"/>
      <w:r>
        <w:t xml:space="preserve"> sind auszuführen! (z.B.: 4100 x 1300 mm = 4090 x 1290 mm)</w:t>
      </w:r>
    </w:p>
    <w:p w14:paraId="58D3900C" w14:textId="77777777" w:rsidR="00465517" w:rsidRDefault="00465517" w:rsidP="00533A20">
      <w:pPr>
        <w:pStyle w:val="Langtext"/>
      </w:pPr>
      <w:r>
        <w:t>Toleranzen: +10 / -0 mm</w:t>
      </w:r>
    </w:p>
    <w:p w14:paraId="4749F79F" w14:textId="77777777" w:rsidR="00465517" w:rsidRDefault="00465517" w:rsidP="00533A20">
      <w:pPr>
        <w:pStyle w:val="Langtext"/>
      </w:pPr>
      <w:r>
        <w:t xml:space="preserve">z.B. Max HPL </w:t>
      </w:r>
      <w:proofErr w:type="spellStart"/>
      <w:r>
        <w:t>Postformingqualität</w:t>
      </w:r>
      <w:proofErr w:type="spellEnd"/>
      <w:r>
        <w:t xml:space="preserve"> von Fundermax oder Gleichwertiges.</w:t>
      </w:r>
    </w:p>
    <w:p w14:paraId="7BAD71BD" w14:textId="77777777" w:rsidR="00465517" w:rsidRDefault="00465517" w:rsidP="00533A20">
      <w:pPr>
        <w:pStyle w:val="Langtext"/>
      </w:pPr>
      <w:r>
        <w:t>Angebotenes Erzeugnis: (....)</w:t>
      </w:r>
    </w:p>
    <w:p w14:paraId="47F15DD7" w14:textId="77777777" w:rsidR="00465517" w:rsidRDefault="00465517" w:rsidP="00533A20">
      <w:pPr>
        <w:pStyle w:val="TrennungPOS"/>
      </w:pPr>
    </w:p>
    <w:p w14:paraId="11A9D674" w14:textId="77777777" w:rsidR="00465517" w:rsidRDefault="00465517" w:rsidP="00533A20">
      <w:pPr>
        <w:pStyle w:val="GrundtextPosNr"/>
        <w:keepNext/>
        <w:keepLines/>
      </w:pPr>
      <w:r>
        <w:t>FG.FH 02</w:t>
      </w:r>
    </w:p>
    <w:p w14:paraId="3B94CF59" w14:textId="77777777" w:rsidR="00465517" w:rsidRDefault="00465517" w:rsidP="00533A20">
      <w:pPr>
        <w:pStyle w:val="Folgeposition"/>
      </w:pPr>
      <w:r>
        <w:t xml:space="preserve"> </w:t>
      </w:r>
      <w:r>
        <w:rPr>
          <w:sz w:val="12"/>
        </w:rPr>
        <w:t>+</w:t>
      </w:r>
      <w:r>
        <w:tab/>
        <w:t xml:space="preserve">HPL </w:t>
      </w:r>
      <w:proofErr w:type="spellStart"/>
      <w:r>
        <w:t>HPL</w:t>
      </w:r>
      <w:proofErr w:type="spellEnd"/>
      <w:r>
        <w:t xml:space="preserve"> </w:t>
      </w:r>
      <w:proofErr w:type="spellStart"/>
      <w:r>
        <w:t>Postformingqualitätplatten</w:t>
      </w:r>
      <w:proofErr w:type="spellEnd"/>
      <w:r>
        <w:t xml:space="preserve"> Typ HGP </w:t>
      </w:r>
      <w:proofErr w:type="spellStart"/>
      <w:r>
        <w:t>Dekorgr.Nature</w:t>
      </w:r>
      <w:proofErr w:type="spellEnd"/>
      <w:r>
        <w:tab/>
        <w:t xml:space="preserve">m2 </w:t>
      </w:r>
    </w:p>
    <w:p w14:paraId="56E34D71" w14:textId="77777777" w:rsidR="00465517" w:rsidRDefault="00465517" w:rsidP="00533A20">
      <w:pPr>
        <w:pStyle w:val="Langtext"/>
      </w:pPr>
      <w:r>
        <w:t xml:space="preserve">HPL </w:t>
      </w:r>
      <w:proofErr w:type="spellStart"/>
      <w:r>
        <w:t>Postfpormingqualitätplatten</w:t>
      </w:r>
      <w:proofErr w:type="spellEnd"/>
      <w:r>
        <w:t xml:space="preserve"> gemäß EN 438 - 3 Typ HGP, nur liefern.</w:t>
      </w:r>
    </w:p>
    <w:p w14:paraId="691EC629" w14:textId="77777777" w:rsidR="00465517" w:rsidRDefault="00465517" w:rsidP="00533A20">
      <w:pPr>
        <w:pStyle w:val="Langtext"/>
      </w:pPr>
      <w:r>
        <w:t xml:space="preserve">Baustoffklasse </w:t>
      </w:r>
      <w:proofErr w:type="spellStart"/>
      <w:r>
        <w:t>Euroclass</w:t>
      </w:r>
      <w:proofErr w:type="spellEnd"/>
      <w:r>
        <w:t xml:space="preserve"> D-s2,d0 nach EN 13501-1.</w:t>
      </w:r>
    </w:p>
    <w:p w14:paraId="5CA4F221" w14:textId="77777777" w:rsidR="00465517" w:rsidRDefault="00465517" w:rsidP="00533A20">
      <w:pPr>
        <w:pStyle w:val="Langtext"/>
      </w:pPr>
      <w:r>
        <w:t>Abgerechnet wird die gesamte abgewickelte Bekleidungsfläche.</w:t>
      </w:r>
    </w:p>
    <w:p w14:paraId="3EE9B0A8" w14:textId="77777777" w:rsidR="00465517" w:rsidRDefault="00465517" w:rsidP="00533A20">
      <w:pPr>
        <w:pStyle w:val="Langtext"/>
      </w:pPr>
      <w:r>
        <w:t>Dekorgruppe ( Nature</w:t>
      </w:r>
    </w:p>
    <w:p w14:paraId="262B009D" w14:textId="77777777" w:rsidR="00465517" w:rsidRDefault="00465517" w:rsidP="00533A20">
      <w:pPr>
        <w:pStyle w:val="Langtext"/>
      </w:pPr>
      <w:r>
        <w:t>Dekornummer (gemäß aktueller Kollektion): _ _ _</w:t>
      </w:r>
    </w:p>
    <w:p w14:paraId="5AC349DF" w14:textId="77777777" w:rsidR="00465517" w:rsidRDefault="00465517" w:rsidP="00533A20">
      <w:pPr>
        <w:pStyle w:val="Langtext"/>
      </w:pPr>
      <w:r>
        <w:t>Rückseite: geschliffen</w:t>
      </w:r>
    </w:p>
    <w:p w14:paraId="10F5CAC1" w14:textId="77777777" w:rsidR="00465517" w:rsidRDefault="00465517" w:rsidP="00533A20">
      <w:pPr>
        <w:pStyle w:val="Langtext"/>
      </w:pPr>
      <w:r>
        <w:t>Oberfläche (FH/MT/NA/SU/SG/GA/LI): _ _ _</w:t>
      </w:r>
    </w:p>
    <w:p w14:paraId="40700051" w14:textId="77777777" w:rsidR="00465517" w:rsidRDefault="00465517" w:rsidP="00533A20">
      <w:pPr>
        <w:pStyle w:val="Langtext"/>
      </w:pPr>
      <w:r>
        <w:t>Plattendicke: 0,8 mm</w:t>
      </w:r>
    </w:p>
    <w:p w14:paraId="23C8F1BA" w14:textId="77777777" w:rsidR="00465517" w:rsidRDefault="00465517" w:rsidP="00533A20">
      <w:pPr>
        <w:pStyle w:val="Langtext"/>
      </w:pPr>
      <w:r>
        <w:t>Plattenformat: JU: 4100 x 1300 mm = 5,33 m2</w:t>
      </w:r>
    </w:p>
    <w:p w14:paraId="6EEE3F4A" w14:textId="77777777" w:rsidR="00465517" w:rsidRDefault="00465517" w:rsidP="00533A20">
      <w:pPr>
        <w:pStyle w:val="Langtext"/>
      </w:pPr>
      <w:proofErr w:type="spellStart"/>
      <w:r>
        <w:t>Besäumschnitte</w:t>
      </w:r>
      <w:proofErr w:type="spellEnd"/>
      <w:r>
        <w:t xml:space="preserve"> sind auszuführen! (z.B.: 4100 x 1300 mm = 4090 x 1290 mm)</w:t>
      </w:r>
    </w:p>
    <w:p w14:paraId="44FEE81A" w14:textId="77777777" w:rsidR="00465517" w:rsidRDefault="00465517" w:rsidP="00533A20">
      <w:pPr>
        <w:pStyle w:val="Langtext"/>
      </w:pPr>
      <w:r>
        <w:t>Toleranzen: +10 / -0 mm</w:t>
      </w:r>
    </w:p>
    <w:p w14:paraId="021B0EC8" w14:textId="77777777" w:rsidR="00465517" w:rsidRDefault="00465517" w:rsidP="00533A20">
      <w:pPr>
        <w:pStyle w:val="Langtext"/>
      </w:pPr>
      <w:r>
        <w:t xml:space="preserve">z.B. Max HPL </w:t>
      </w:r>
      <w:proofErr w:type="spellStart"/>
      <w:r>
        <w:t>Postformingqualität</w:t>
      </w:r>
      <w:proofErr w:type="spellEnd"/>
      <w:r>
        <w:t xml:space="preserve"> von Fundermax oder Gleichwertiges.</w:t>
      </w:r>
    </w:p>
    <w:p w14:paraId="6312C042" w14:textId="77777777" w:rsidR="00465517" w:rsidRDefault="00465517" w:rsidP="00533A20">
      <w:pPr>
        <w:pStyle w:val="Langtext"/>
      </w:pPr>
      <w:r>
        <w:t>Angebotenes Erzeugnis: (....)</w:t>
      </w:r>
    </w:p>
    <w:p w14:paraId="61668742" w14:textId="77777777" w:rsidR="00465517" w:rsidRDefault="00465517" w:rsidP="00533A20">
      <w:pPr>
        <w:pStyle w:val="TrennungPOS"/>
      </w:pPr>
    </w:p>
    <w:p w14:paraId="355FD34E" w14:textId="77777777" w:rsidR="00465517" w:rsidRDefault="00465517" w:rsidP="00533A20">
      <w:pPr>
        <w:pStyle w:val="GrundtextPosNr"/>
        <w:keepNext/>
        <w:keepLines/>
      </w:pPr>
      <w:r>
        <w:t>FG.FH 03</w:t>
      </w:r>
    </w:p>
    <w:p w14:paraId="383A397E" w14:textId="77777777" w:rsidR="00465517" w:rsidRDefault="00465517" w:rsidP="00533A20">
      <w:pPr>
        <w:pStyle w:val="Folgeposition"/>
      </w:pPr>
      <w:r>
        <w:t xml:space="preserve"> </w:t>
      </w:r>
      <w:r>
        <w:rPr>
          <w:sz w:val="12"/>
        </w:rPr>
        <w:t>+</w:t>
      </w:r>
      <w:r>
        <w:tab/>
        <w:t xml:space="preserve">HPL </w:t>
      </w:r>
      <w:proofErr w:type="spellStart"/>
      <w:r>
        <w:t>HPL</w:t>
      </w:r>
      <w:proofErr w:type="spellEnd"/>
      <w:r>
        <w:t xml:space="preserve"> </w:t>
      </w:r>
      <w:proofErr w:type="spellStart"/>
      <w:r>
        <w:t>Postformingqualitätplatten</w:t>
      </w:r>
      <w:proofErr w:type="spellEnd"/>
      <w:r>
        <w:t xml:space="preserve"> Typ HGP </w:t>
      </w:r>
      <w:proofErr w:type="spellStart"/>
      <w:r>
        <w:t>Dekorgr.Material</w:t>
      </w:r>
      <w:proofErr w:type="spellEnd"/>
      <w:r>
        <w:tab/>
        <w:t xml:space="preserve">m2 </w:t>
      </w:r>
    </w:p>
    <w:p w14:paraId="2CBC6EAA" w14:textId="77777777" w:rsidR="00465517" w:rsidRDefault="00465517" w:rsidP="00533A20">
      <w:pPr>
        <w:pStyle w:val="Langtext"/>
      </w:pPr>
      <w:r>
        <w:t xml:space="preserve">HPL </w:t>
      </w:r>
      <w:proofErr w:type="spellStart"/>
      <w:r>
        <w:t>Postfpormingqualitätplatten</w:t>
      </w:r>
      <w:proofErr w:type="spellEnd"/>
      <w:r>
        <w:t xml:space="preserve"> gemäß EN 438 - 3 Typ HGP, nur liefern.</w:t>
      </w:r>
    </w:p>
    <w:p w14:paraId="53EE4C12" w14:textId="77777777" w:rsidR="00465517" w:rsidRDefault="00465517" w:rsidP="00533A20">
      <w:pPr>
        <w:pStyle w:val="Langtext"/>
      </w:pPr>
      <w:r>
        <w:t xml:space="preserve">Baustoffklasse </w:t>
      </w:r>
      <w:proofErr w:type="spellStart"/>
      <w:r>
        <w:t>Euroclass</w:t>
      </w:r>
      <w:proofErr w:type="spellEnd"/>
      <w:r>
        <w:t xml:space="preserve"> D-s2,d0 nach EN 13501-1.</w:t>
      </w:r>
    </w:p>
    <w:p w14:paraId="77E91FFC" w14:textId="77777777" w:rsidR="00465517" w:rsidRDefault="00465517" w:rsidP="00533A20">
      <w:pPr>
        <w:pStyle w:val="Langtext"/>
      </w:pPr>
      <w:r>
        <w:t>Abgerechnet wird die gesamte abgewickelte Bekleidungsfläche.</w:t>
      </w:r>
    </w:p>
    <w:p w14:paraId="457CF165" w14:textId="77777777" w:rsidR="00465517" w:rsidRDefault="00465517" w:rsidP="00533A20">
      <w:pPr>
        <w:pStyle w:val="Langtext"/>
      </w:pPr>
      <w:r>
        <w:t>Dekorgruppe Material</w:t>
      </w:r>
    </w:p>
    <w:p w14:paraId="65458A6D" w14:textId="77777777" w:rsidR="00465517" w:rsidRDefault="00465517" w:rsidP="00533A20">
      <w:pPr>
        <w:pStyle w:val="Langtext"/>
      </w:pPr>
      <w:r>
        <w:t>Dekornummer (gemäß aktueller Kollektion): _ _ _</w:t>
      </w:r>
    </w:p>
    <w:p w14:paraId="37DC7687" w14:textId="77777777" w:rsidR="00465517" w:rsidRDefault="00465517" w:rsidP="00533A20">
      <w:pPr>
        <w:pStyle w:val="Langtext"/>
      </w:pPr>
      <w:r>
        <w:t>Rückseite: geschliffen</w:t>
      </w:r>
    </w:p>
    <w:p w14:paraId="1FBBE758" w14:textId="77777777" w:rsidR="00465517" w:rsidRDefault="00465517" w:rsidP="00533A20">
      <w:pPr>
        <w:pStyle w:val="Langtext"/>
      </w:pPr>
      <w:r>
        <w:t>Oberfläche (FH/MT/NA/SU/SG/GA/LI): _ _ _</w:t>
      </w:r>
    </w:p>
    <w:p w14:paraId="06A6EDB2" w14:textId="77777777" w:rsidR="00465517" w:rsidRDefault="00465517" w:rsidP="00533A20">
      <w:pPr>
        <w:pStyle w:val="Langtext"/>
      </w:pPr>
      <w:r>
        <w:t>Plattendicke: 0,8 mm</w:t>
      </w:r>
    </w:p>
    <w:p w14:paraId="4CF96728" w14:textId="77777777" w:rsidR="00465517" w:rsidRDefault="00465517" w:rsidP="00533A20">
      <w:pPr>
        <w:pStyle w:val="Langtext"/>
      </w:pPr>
      <w:r>
        <w:t>Plattenformat: JU: 4100 x 1300 mm = 5,33 m2</w:t>
      </w:r>
    </w:p>
    <w:p w14:paraId="16F74ACA" w14:textId="77777777" w:rsidR="00465517" w:rsidRDefault="00465517" w:rsidP="00533A20">
      <w:pPr>
        <w:pStyle w:val="Langtext"/>
      </w:pPr>
      <w:proofErr w:type="spellStart"/>
      <w:r>
        <w:t>Besäumschnitte</w:t>
      </w:r>
      <w:proofErr w:type="spellEnd"/>
      <w:r>
        <w:t xml:space="preserve"> sind auszuführen! (z.B.: 4100 x 1300 mm = 4090 x 1290 mm)</w:t>
      </w:r>
    </w:p>
    <w:p w14:paraId="27FCF862" w14:textId="77777777" w:rsidR="00465517" w:rsidRDefault="00465517" w:rsidP="00533A20">
      <w:pPr>
        <w:pStyle w:val="Langtext"/>
      </w:pPr>
      <w:r>
        <w:t>Toleranzen: +10 / -0 mm</w:t>
      </w:r>
    </w:p>
    <w:p w14:paraId="2ED188A4" w14:textId="77777777" w:rsidR="00465517" w:rsidRDefault="00465517" w:rsidP="00533A20">
      <w:pPr>
        <w:pStyle w:val="Langtext"/>
      </w:pPr>
      <w:r>
        <w:t xml:space="preserve">z.B. Max HPL </w:t>
      </w:r>
      <w:proofErr w:type="spellStart"/>
      <w:r>
        <w:t>Postformingqualität</w:t>
      </w:r>
      <w:proofErr w:type="spellEnd"/>
      <w:r>
        <w:t xml:space="preserve"> von Fundermax oder Gleichwertiges.</w:t>
      </w:r>
    </w:p>
    <w:p w14:paraId="3773C888" w14:textId="77777777" w:rsidR="00465517" w:rsidRDefault="00465517" w:rsidP="00533A20">
      <w:pPr>
        <w:pStyle w:val="Langtext"/>
      </w:pPr>
      <w:r>
        <w:t>Angebotenes Erzeugnis: (....)</w:t>
      </w:r>
    </w:p>
    <w:p w14:paraId="6FE0D1C9" w14:textId="77777777" w:rsidR="00465517" w:rsidRDefault="00465517" w:rsidP="00533A20">
      <w:pPr>
        <w:pStyle w:val="TrennungULG"/>
        <w:keepNext w:val="0"/>
      </w:pPr>
    </w:p>
    <w:p w14:paraId="1EDCF7B2" w14:textId="77777777" w:rsidR="00465517" w:rsidRPr="00533A20" w:rsidRDefault="00465517" w:rsidP="00533A20">
      <w:pPr>
        <w:pStyle w:val="TrennungULG"/>
        <w:keepNext w:val="0"/>
      </w:pPr>
    </w:p>
    <w:p w14:paraId="1E171BE4" w14:textId="77777777" w:rsidR="001F658C" w:rsidRPr="001F658C" w:rsidRDefault="001F658C" w:rsidP="001F658C"/>
    <w:sectPr w:rsidR="001F658C" w:rsidRPr="001F658C" w:rsidSect="00AF7B5C">
      <w:headerReference w:type="even" r:id="rId8"/>
      <w:headerReference w:type="default" r:id="rId9"/>
      <w:footerReference w:type="default" r:id="rId10"/>
      <w:pgSz w:w="11907" w:h="16840" w:code="9"/>
      <w:pgMar w:top="1134" w:right="737" w:bottom="1134" w:left="1021" w:header="567" w:footer="567" w:gutter="0"/>
      <w:paperSrc w:first="7" w:other="7"/>
      <w:pgNumType w:start="1"/>
      <w:cols w:space="34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5BFA4" w14:textId="77777777" w:rsidR="00A95DD3" w:rsidRDefault="00A95DD3">
      <w:r>
        <w:separator/>
      </w:r>
    </w:p>
  </w:endnote>
  <w:endnote w:type="continuationSeparator" w:id="0">
    <w:p w14:paraId="4E25FDBD" w14:textId="77777777" w:rsidR="00A95DD3" w:rsidRDefault="00A9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F6AA" w14:textId="77777777" w:rsidR="00DF2AD5" w:rsidRDefault="00DF2AD5">
    <w:pPr>
      <w:pStyle w:val="Fuzeile"/>
      <w:pBdr>
        <w:bottom w:val="single" w:sz="6" w:space="1" w:color="auto"/>
      </w:pBdr>
      <w:tabs>
        <w:tab w:val="clear" w:pos="9071"/>
        <w:tab w:val="right" w:pos="9923"/>
      </w:tabs>
      <w:ind w:left="0" w:right="-1"/>
      <w:jc w:val="both"/>
    </w:pPr>
  </w:p>
  <w:p w14:paraId="07C3C66E" w14:textId="5CB4379A" w:rsidR="00DF2AD5" w:rsidRDefault="00465517">
    <w:pPr>
      <w:pStyle w:val="Fuzeile"/>
      <w:tabs>
        <w:tab w:val="clear" w:pos="9071"/>
        <w:tab w:val="right" w:pos="9923"/>
      </w:tabs>
      <w:ind w:left="0" w:right="-1"/>
      <w:jc w:val="both"/>
      <w:rPr>
        <w:sz w:val="16"/>
      </w:rPr>
    </w:pPr>
    <w:r>
      <w:t>LBHB-022(B-LGFG</w:t>
    </w:r>
    <w:r w:rsidR="00DF2AD5">
      <w:tab/>
    </w:r>
    <w:r w:rsidR="00DF2AD5">
      <w:tab/>
      <w:t xml:space="preserve">Seite </w:t>
    </w:r>
    <w:r w:rsidR="00DF2AD5">
      <w:rPr>
        <w:rStyle w:val="Seitenzahl"/>
      </w:rPr>
      <w:fldChar w:fldCharType="begin"/>
    </w:r>
    <w:r w:rsidR="00DF2AD5">
      <w:rPr>
        <w:rStyle w:val="Seitenzahl"/>
      </w:rPr>
      <w:instrText xml:space="preserve"> PAGE </w:instrText>
    </w:r>
    <w:r w:rsidR="00DF2AD5">
      <w:rPr>
        <w:rStyle w:val="Seitenzahl"/>
      </w:rPr>
      <w:fldChar w:fldCharType="separate"/>
    </w:r>
    <w:r w:rsidR="00C42B02">
      <w:rPr>
        <w:rStyle w:val="Seitenzahl"/>
        <w:noProof/>
      </w:rPr>
      <w:t>13</w:t>
    </w:r>
    <w:r w:rsidR="00DF2AD5">
      <w:rPr>
        <w:rStyle w:val="Seitenzahl"/>
      </w:rPr>
      <w:fldChar w:fldCharType="end"/>
    </w:r>
    <w:r w:rsidR="00DF2AD5">
      <w:t xml:space="preserve"> von </w:t>
    </w:r>
    <w:r w:rsidR="00DF2AD5">
      <w:rPr>
        <w:rStyle w:val="Seitenzahl"/>
      </w:rPr>
      <w:fldChar w:fldCharType="begin"/>
    </w:r>
    <w:r w:rsidR="00DF2AD5">
      <w:rPr>
        <w:rStyle w:val="Seitenzahl"/>
      </w:rPr>
      <w:instrText xml:space="preserve"> SECTIONPAGES </w:instrText>
    </w:r>
    <w:r w:rsidR="00DF2AD5">
      <w:rPr>
        <w:rStyle w:val="Seitenzahl"/>
      </w:rPr>
      <w:fldChar w:fldCharType="separate"/>
    </w:r>
    <w:r w:rsidR="00096CE4">
      <w:rPr>
        <w:rStyle w:val="Seitenzahl"/>
        <w:noProof/>
      </w:rPr>
      <w:t>13</w:t>
    </w:r>
    <w:r w:rsidR="00DF2AD5">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B62A" w14:textId="77777777" w:rsidR="00A95DD3" w:rsidRDefault="00A95DD3">
      <w:r>
        <w:separator/>
      </w:r>
    </w:p>
  </w:footnote>
  <w:footnote w:type="continuationSeparator" w:id="0">
    <w:p w14:paraId="545C09F4" w14:textId="77777777" w:rsidR="00A95DD3" w:rsidRDefault="00A95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920A" w14:textId="77777777"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D98297A" w14:textId="77777777" w:rsidR="00DF2AD5" w:rsidRDefault="00DF2AD5">
    <w:pPr>
      <w:pStyle w:val="Kopfzeile"/>
      <w:ind w:right="360"/>
    </w:pPr>
  </w:p>
  <w:p w14:paraId="117C0EBC" w14:textId="77777777" w:rsidR="00DF2AD5" w:rsidRDefault="00DF2A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B052" w14:textId="77777777" w:rsidR="00DF2AD5" w:rsidRDefault="00DF2AD5">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1890850" w14:textId="77777777" w:rsidR="00DF2AD5" w:rsidRDefault="00DF2AD5">
    <w:pPr>
      <w:pStyle w:val="Kopfzeile"/>
      <w:ind w:right="360"/>
    </w:pPr>
  </w:p>
  <w:p w14:paraId="3110CCB1" w14:textId="77777777" w:rsidR="00DF2AD5" w:rsidRDefault="00DF2A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F6FF" w14:textId="77777777" w:rsidR="00DF2AD5" w:rsidRDefault="00C42B02">
    <w:pPr>
      <w:pStyle w:val="Kopfzeile"/>
      <w:tabs>
        <w:tab w:val="clear" w:pos="4819"/>
        <w:tab w:val="clear" w:pos="9071"/>
        <w:tab w:val="right" w:pos="9923"/>
      </w:tabs>
      <w:rPr>
        <w:sz w:val="20"/>
      </w:rPr>
    </w:pPr>
    <w:r>
      <w:rPr>
        <w:b/>
        <w:sz w:val="20"/>
      </w:rPr>
      <w:t>LB-HB, Version</w:t>
    </w:r>
    <w:r w:rsidR="00465517">
      <w:rPr>
        <w:b/>
        <w:sz w:val="20"/>
      </w:rPr>
      <w:t>, LG FG Möbel-</w:t>
    </w:r>
    <w:proofErr w:type="spellStart"/>
    <w:r w:rsidR="00465517">
      <w:rPr>
        <w:b/>
        <w:sz w:val="20"/>
      </w:rPr>
      <w:t>u.Dekorplatten</w:t>
    </w:r>
    <w:proofErr w:type="spellEnd"/>
    <w:r w:rsidR="00465517">
      <w:rPr>
        <w:b/>
        <w:sz w:val="20"/>
      </w:rPr>
      <w:t xml:space="preserve"> </w:t>
    </w:r>
    <w:proofErr w:type="spellStart"/>
    <w:r w:rsidR="00465517">
      <w:rPr>
        <w:b/>
        <w:sz w:val="20"/>
      </w:rPr>
      <w:t>f.Kabinen</w:t>
    </w:r>
    <w:proofErr w:type="spellEnd"/>
    <w:r w:rsidR="00465517">
      <w:rPr>
        <w:b/>
        <w:sz w:val="20"/>
      </w:rPr>
      <w:t xml:space="preserve"> </w:t>
    </w:r>
    <w:proofErr w:type="spellStart"/>
    <w:r w:rsidR="00465517">
      <w:rPr>
        <w:b/>
        <w:sz w:val="20"/>
      </w:rPr>
      <w:t>u.Spinde</w:t>
    </w:r>
    <w:proofErr w:type="spellEnd"/>
    <w:r w:rsidR="00465517">
      <w:rPr>
        <w:b/>
        <w:sz w:val="20"/>
      </w:rPr>
      <w:t xml:space="preserve"> (LB-Ergänzung) LB-HB022 Ergänzungen FUNDERMAX V:04/2022 04</w:t>
    </w:r>
    <w:r w:rsidR="00DF2AD5">
      <w:rPr>
        <w:b/>
        <w:sz w:val="20"/>
      </w:rPr>
      <w:tab/>
    </w:r>
    <w:r w:rsidR="00465517">
      <w:rPr>
        <w:b/>
        <w:sz w:val="20"/>
      </w:rPr>
      <w:t>Datum: 25.05.2022</w:t>
    </w:r>
  </w:p>
  <w:p w14:paraId="5A2A7D76" w14:textId="77777777" w:rsidR="00DF2AD5" w:rsidRDefault="00DF2A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grammar="clean"/>
  <w:attachedTemplate r:id="rId1"/>
  <w:defaultTabStop w:val="709"/>
  <w:consecutiveHyphenLimit w:val="2"/>
  <w:hyphenationZone w:val="39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lbdruckvorlage_word2000.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A10326"/>
    <w:rsid w:val="00096CE4"/>
    <w:rsid w:val="000C3375"/>
    <w:rsid w:val="001E4DC9"/>
    <w:rsid w:val="001F658C"/>
    <w:rsid w:val="002C3283"/>
    <w:rsid w:val="00393D78"/>
    <w:rsid w:val="003C002C"/>
    <w:rsid w:val="00465517"/>
    <w:rsid w:val="0055437B"/>
    <w:rsid w:val="00A10326"/>
    <w:rsid w:val="00A95DD3"/>
    <w:rsid w:val="00C42B02"/>
    <w:rsid w:val="00CA4D50"/>
    <w:rsid w:val="00DF2A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99C0F"/>
  <w15:chartTrackingRefBased/>
  <w15:docId w15:val="{1A3828BE-37FE-4405-9B31-66179164E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1021" w:right="284"/>
    </w:pPr>
    <w:rPr>
      <w:rFonts w:ascii="Arial" w:hAnsi="Arial"/>
      <w:lang w:val="de-DE" w:eastAsia="de-DE"/>
    </w:rPr>
  </w:style>
  <w:style w:type="paragraph" w:styleId="berschrift1">
    <w:name w:val="heading 1"/>
    <w:basedOn w:val="Standard"/>
    <w:next w:val="berschrift2"/>
    <w:qFormat/>
    <w:pPr>
      <w:keepNext/>
      <w:tabs>
        <w:tab w:val="left" w:pos="1701"/>
      </w:tabs>
      <w:spacing w:before="240"/>
      <w:ind w:right="1134"/>
      <w:outlineLvl w:val="0"/>
    </w:pPr>
    <w:rPr>
      <w:rFonts w:ascii="Courier New" w:hAnsi="Courier New"/>
      <w:b/>
      <w:sz w:val="24"/>
    </w:rPr>
  </w:style>
  <w:style w:type="paragraph" w:styleId="berschrift2">
    <w:name w:val="heading 2"/>
    <w:basedOn w:val="Standard"/>
    <w:next w:val="berschrift3"/>
    <w:qFormat/>
    <w:pPr>
      <w:keepNext/>
      <w:tabs>
        <w:tab w:val="left" w:pos="1701"/>
      </w:tabs>
      <w:spacing w:before="240"/>
      <w:ind w:right="1134"/>
      <w:outlineLvl w:val="1"/>
    </w:pPr>
    <w:rPr>
      <w:rFonts w:ascii="Courier New" w:hAnsi="Courier New"/>
      <w:b/>
      <w:sz w:val="24"/>
    </w:rPr>
  </w:style>
  <w:style w:type="paragraph" w:styleId="berschrift3">
    <w:name w:val="heading 3"/>
    <w:basedOn w:val="Standard"/>
    <w:next w:val="Langtext"/>
    <w:qFormat/>
    <w:pPr>
      <w:keepNext/>
      <w:tabs>
        <w:tab w:val="left" w:pos="1701"/>
        <w:tab w:val="right" w:pos="8505"/>
      </w:tabs>
      <w:spacing w:before="240"/>
      <w:ind w:right="2977"/>
      <w:outlineLvl w:val="2"/>
    </w:pPr>
    <w:rPr>
      <w:rFonts w:ascii="Courier New" w:hAnsi="Courier New"/>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ngtext">
    <w:name w:val="Langtext"/>
    <w:basedOn w:val="Standard"/>
    <w:pPr>
      <w:ind w:left="284" w:right="0"/>
    </w:pPr>
    <w:rPr>
      <w:w w:val="90"/>
    </w:rPr>
  </w:style>
  <w:style w:type="character" w:styleId="Kommentarzeichen">
    <w:name w:val="annotation reference"/>
    <w:semiHidden/>
    <w:rPr>
      <w:sz w:val="16"/>
    </w:rPr>
  </w:style>
  <w:style w:type="paragraph" w:styleId="Kommentartext">
    <w:name w:val="annotation text"/>
    <w:basedOn w:val="Standard"/>
    <w:semiHidden/>
  </w:style>
  <w:style w:type="paragraph" w:styleId="Fuzeile">
    <w:name w:val="footer"/>
    <w:basedOn w:val="Standard"/>
    <w:semiHidden/>
    <w:pPr>
      <w:tabs>
        <w:tab w:val="center" w:pos="4819"/>
        <w:tab w:val="right" w:pos="9071"/>
      </w:tabs>
    </w:pPr>
  </w:style>
  <w:style w:type="paragraph" w:styleId="Kopfzeile">
    <w:name w:val="header"/>
    <w:basedOn w:val="Standard"/>
    <w:semiHidden/>
    <w:pPr>
      <w:pBdr>
        <w:bottom w:val="single" w:sz="12" w:space="2" w:color="auto"/>
      </w:pBdr>
      <w:tabs>
        <w:tab w:val="center" w:pos="4819"/>
        <w:tab w:val="right" w:pos="9071"/>
      </w:tabs>
      <w:ind w:left="0" w:right="0"/>
    </w:pPr>
    <w:rPr>
      <w:sz w:val="24"/>
    </w:rPr>
  </w:style>
  <w:style w:type="paragraph" w:styleId="Standardeinzug">
    <w:name w:val="Normal Indent"/>
    <w:basedOn w:val="Standard"/>
    <w:semiHidden/>
    <w:pPr>
      <w:ind w:left="708"/>
    </w:pPr>
  </w:style>
  <w:style w:type="paragraph" w:customStyle="1" w:styleId="Kommentar">
    <w:name w:val="Kommentar"/>
    <w:basedOn w:val="Langtext"/>
    <w:rPr>
      <w:i/>
    </w:rPr>
  </w:style>
  <w:style w:type="paragraph" w:customStyle="1" w:styleId="Leerzeile">
    <w:name w:val="Leerzeile"/>
    <w:basedOn w:val="Langtext"/>
    <w:next w:val="Langtext"/>
    <w:rPr>
      <w:vanish/>
    </w:rPr>
  </w:style>
  <w:style w:type="paragraph" w:customStyle="1" w:styleId="Grundtext">
    <w:name w:val="Grundtext"/>
    <w:basedOn w:val="Langtext"/>
    <w:next w:val="Grundtextabsatz"/>
    <w:pPr>
      <w:tabs>
        <w:tab w:val="left" w:pos="851"/>
      </w:tabs>
    </w:pPr>
    <w:rPr>
      <w:color w:val="0000FF"/>
    </w:rPr>
  </w:style>
  <w:style w:type="paragraph" w:customStyle="1" w:styleId="Grundtextabsatz">
    <w:name w:val="Grundtextabsatz"/>
    <w:basedOn w:val="Grundtext"/>
  </w:style>
  <w:style w:type="paragraph" w:customStyle="1" w:styleId="LG">
    <w:name w:val="LG"/>
    <w:basedOn w:val="Standard"/>
    <w:pPr>
      <w:keepNext/>
      <w:tabs>
        <w:tab w:val="left" w:pos="851"/>
      </w:tabs>
      <w:ind w:left="284" w:right="0"/>
    </w:pPr>
    <w:rPr>
      <w:b/>
      <w:color w:val="FF0000"/>
      <w:w w:val="90"/>
      <w:sz w:val="24"/>
    </w:rPr>
  </w:style>
  <w:style w:type="paragraph" w:customStyle="1" w:styleId="ULG">
    <w:name w:val="ULG"/>
    <w:basedOn w:val="LG"/>
    <w:rPr>
      <w:sz w:val="20"/>
    </w:rPr>
  </w:style>
  <w:style w:type="paragraph" w:customStyle="1" w:styleId="Position">
    <w:name w:val="Position"/>
    <w:basedOn w:val="LG"/>
    <w:next w:val="Langtext"/>
    <w:pPr>
      <w:keepNext w:val="0"/>
      <w:tabs>
        <w:tab w:val="right" w:pos="4820"/>
      </w:tabs>
      <w:ind w:hanging="284"/>
    </w:pPr>
    <w:rPr>
      <w:sz w:val="20"/>
    </w:rPr>
  </w:style>
  <w:style w:type="paragraph" w:customStyle="1" w:styleId="Folgeposition">
    <w:name w:val="Folgeposition"/>
    <w:basedOn w:val="Position"/>
    <w:next w:val="Langtext"/>
    <w:rsid w:val="003C002C"/>
    <w:pPr>
      <w:tabs>
        <w:tab w:val="clear" w:pos="4820"/>
        <w:tab w:val="right" w:pos="9639"/>
      </w:tabs>
    </w:pPr>
  </w:style>
  <w:style w:type="paragraph" w:customStyle="1" w:styleId="Trennung">
    <w:name w:val="Trennung"/>
    <w:basedOn w:val="Standard"/>
    <w:pPr>
      <w:keepNext/>
      <w:pBdr>
        <w:bottom w:val="single" w:sz="6" w:space="2" w:color="FF0000"/>
      </w:pBdr>
      <w:spacing w:before="60" w:after="60"/>
    </w:pPr>
  </w:style>
  <w:style w:type="character" w:styleId="Seitenzahl">
    <w:name w:val="page number"/>
    <w:basedOn w:val="Absatz-Standardschriftart"/>
    <w:semiHidden/>
  </w:style>
  <w:style w:type="paragraph" w:customStyle="1" w:styleId="DBLG1">
    <w:name w:val="DB_LG1"/>
    <w:basedOn w:val="Standard"/>
    <w:pPr>
      <w:tabs>
        <w:tab w:val="left" w:pos="2835"/>
      </w:tabs>
      <w:ind w:left="1985"/>
    </w:pPr>
    <w:rPr>
      <w:b/>
      <w:sz w:val="28"/>
    </w:rPr>
  </w:style>
  <w:style w:type="paragraph" w:customStyle="1" w:styleId="TrennungULG">
    <w:name w:val="TrennungULG"/>
    <w:basedOn w:val="Trennung"/>
    <w:pPr>
      <w:pBdr>
        <w:top w:val="double" w:sz="6" w:space="3" w:color="FF0000"/>
        <w:bottom w:val="none" w:sz="0" w:space="0" w:color="auto"/>
      </w:pBdr>
      <w:ind w:left="0" w:right="0"/>
    </w:pPr>
    <w:rPr>
      <w:sz w:val="4"/>
    </w:rPr>
  </w:style>
  <w:style w:type="paragraph" w:customStyle="1" w:styleId="TrennungPOS">
    <w:name w:val="TrennungPOS"/>
    <w:basedOn w:val="TrennungULG"/>
    <w:pPr>
      <w:keepNext w:val="0"/>
      <w:widowControl w:val="0"/>
      <w:pBdr>
        <w:top w:val="single" w:sz="6" w:space="2" w:color="FF00FF"/>
      </w:pBdr>
    </w:pPr>
  </w:style>
  <w:style w:type="paragraph" w:customStyle="1" w:styleId="GrundtextPosNr">
    <w:name w:val="Grundtext_PosNr"/>
    <w:basedOn w:val="Grundtext"/>
    <w:pPr>
      <w:ind w:left="1021" w:hanging="1021"/>
    </w:pPr>
    <w:rPr>
      <w:b/>
    </w:rPr>
  </w:style>
  <w:style w:type="paragraph" w:customStyle="1" w:styleId="DBLG2">
    <w:name w:val="DB_LG2"/>
    <w:basedOn w:val="Standard"/>
    <w:pPr>
      <w:tabs>
        <w:tab w:val="left" w:pos="3119"/>
      </w:tabs>
      <w:ind w:left="1985"/>
    </w:pPr>
    <w:rPr>
      <w:b/>
      <w:sz w:val="24"/>
    </w:rPr>
  </w:style>
  <w:style w:type="paragraph" w:customStyle="1" w:styleId="DBLGVers">
    <w:name w:val="DB_LGVers"/>
    <w:basedOn w:val="Folgeposition"/>
    <w:pPr>
      <w:jc w:val="center"/>
    </w:pPr>
    <w:rPr>
      <w:color w:val="auto"/>
      <w:w w:val="100"/>
      <w:sz w:val="28"/>
    </w:rPr>
  </w:style>
  <w:style w:type="paragraph" w:customStyle="1" w:styleId="DBTitelG">
    <w:name w:val="DB_TitelG"/>
    <w:basedOn w:val="ULG"/>
    <w:pPr>
      <w:tabs>
        <w:tab w:val="clear" w:pos="851"/>
      </w:tabs>
      <w:ind w:left="0"/>
      <w:jc w:val="center"/>
    </w:pPr>
    <w:rPr>
      <w:color w:val="auto"/>
      <w:w w:val="100"/>
      <w:sz w:val="48"/>
    </w:rPr>
  </w:style>
  <w:style w:type="paragraph" w:customStyle="1" w:styleId="SVB">
    <w:name w:val="SVB"/>
    <w:basedOn w:val="Standard"/>
    <w:pPr>
      <w:ind w:left="1701"/>
    </w:pPr>
  </w:style>
  <w:style w:type="paragraph" w:customStyle="1" w:styleId="DBTitelLG">
    <w:name w:val="DB_TitelLG"/>
    <w:basedOn w:val="LG"/>
    <w:pPr>
      <w:jc w:val="center"/>
    </w:pPr>
    <w:rPr>
      <w:color w:val="auto"/>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Sablonok\lb-platzoptimiert-ww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lb-platzoptimiert-ww8.dot</Template>
  <TotalTime>0</TotalTime>
  <Pages>15</Pages>
  <Words>4991</Words>
  <Characters>31444</Characters>
  <Application>Microsoft Office Word</Application>
  <DocSecurity>0</DocSecurity>
  <Lines>262</Lines>
  <Paragraphs>72</Paragraphs>
  <ScaleCrop>false</ScaleCrop>
  <HeadingPairs>
    <vt:vector size="2" baseType="variant">
      <vt:variant>
        <vt:lpstr>Titel</vt:lpstr>
      </vt:variant>
      <vt:variant>
        <vt:i4>1</vt:i4>
      </vt:variant>
    </vt:vector>
  </HeadingPairs>
  <TitlesOfParts>
    <vt:vector size="1" baseType="lpstr">
      <vt:lpstr/>
    </vt:vector>
  </TitlesOfParts>
  <Company>ib-data GmbH</Company>
  <LinksUpToDate>false</LinksUpToDate>
  <CharactersWithSpaces>36363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33</dc:creator>
  <cp:keywords/>
  <cp:lastModifiedBy>Dueller David</cp:lastModifiedBy>
  <cp:revision>8</cp:revision>
  <cp:lastPrinted>1999-02-09T11:25:00Z</cp:lastPrinted>
  <dcterms:created xsi:type="dcterms:W3CDTF">2015-01-14T12:40:00Z</dcterms:created>
  <dcterms:modified xsi:type="dcterms:W3CDTF">2022-06-29T05:51:00Z</dcterms:modified>
</cp:coreProperties>
</file>